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36B" w:rsidRPr="00D56133" w:rsidRDefault="00BE636B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BE636B" w:rsidRPr="00D56133" w:rsidRDefault="00BE636B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BE636B" w:rsidRPr="00D56133" w:rsidRDefault="00BE636B" w:rsidP="00D56133">
      <w:pPr>
        <w:spacing w:after="0" w:line="240" w:lineRule="auto"/>
        <w:ind w:firstLine="565"/>
        <w:jc w:val="both"/>
        <w:rPr>
          <w:w w:val="100"/>
        </w:rPr>
      </w:pPr>
    </w:p>
    <w:p w:rsidR="00BE636B" w:rsidRDefault="00BE636B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BE636B" w:rsidRDefault="00BE636B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 в Постановление Администрации муниципал</w:t>
      </w:r>
      <w:r>
        <w:rPr>
          <w:w w:val="100"/>
        </w:rPr>
        <w:t>ьного района Похвистневский от 28</w:t>
      </w:r>
      <w:r w:rsidRPr="00D56133">
        <w:rPr>
          <w:w w:val="100"/>
        </w:rPr>
        <w:t>.03.201</w:t>
      </w:r>
      <w:r>
        <w:rPr>
          <w:w w:val="100"/>
        </w:rPr>
        <w:t>3</w:t>
      </w:r>
      <w:r w:rsidRPr="00D56133">
        <w:rPr>
          <w:w w:val="100"/>
        </w:rPr>
        <w:t xml:space="preserve"> № 195 «Об утверждении </w:t>
      </w:r>
      <w:r>
        <w:rPr>
          <w:w w:val="100"/>
        </w:rPr>
        <w:t xml:space="preserve"> муниципальной программы 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2013-2030 годы».</w:t>
      </w:r>
    </w:p>
    <w:p w:rsidR="00BE636B" w:rsidRDefault="00BE636B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 3. Планируемый срок вступления в силу нормативного правового акта:  декабрь   2024 года.</w:t>
      </w:r>
    </w:p>
    <w:p w:rsidR="00BE636B" w:rsidRDefault="00BE636B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BE636B" w:rsidRDefault="00BE636B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5. Обоснование необходимости подготовки проекта нормативного правового акта: приведение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2013-2030 годы, утвержденной   Постановлением</w:t>
      </w:r>
      <w:r w:rsidRPr="00071636">
        <w:rPr>
          <w:w w:val="100"/>
        </w:rPr>
        <w:t xml:space="preserve"> Администрации муниципального района Похвистневский от </w:t>
      </w:r>
      <w:r>
        <w:rPr>
          <w:w w:val="100"/>
        </w:rPr>
        <w:t>28</w:t>
      </w:r>
      <w:r w:rsidRPr="00071636">
        <w:rPr>
          <w:w w:val="100"/>
        </w:rPr>
        <w:t>.</w:t>
      </w:r>
      <w:r>
        <w:rPr>
          <w:w w:val="100"/>
        </w:rPr>
        <w:t>03.2013 № 195 (далее - муниципальная программа),  в соответствие с   планируемыми  объемами и источниками финансирования программных мероприятий на 2024 год и на плановые периоды 2025 -2027 годов.</w:t>
      </w:r>
    </w:p>
    <w:p w:rsidR="00BE636B" w:rsidRDefault="00BE636B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 xml:space="preserve">6. </w:t>
      </w:r>
      <w:r>
        <w:rPr>
          <w:w w:val="100"/>
        </w:rPr>
        <w:t xml:space="preserve">Отсутствие утвержденных объемов и источников финансирования для выполнения мероприятий </w:t>
      </w:r>
      <w:r>
        <w:rPr>
          <w:w w:val="100"/>
          <w:lang w:val="en-US"/>
        </w:rPr>
        <w:t>II</w:t>
      </w:r>
      <w:r w:rsidRPr="0069268D">
        <w:rPr>
          <w:w w:val="100"/>
        </w:rPr>
        <w:t xml:space="preserve"> </w:t>
      </w:r>
      <w:r>
        <w:rPr>
          <w:w w:val="100"/>
        </w:rPr>
        <w:t>этапа муниципальной программы на 2025 – 2027 годы.</w:t>
      </w:r>
    </w:p>
    <w:p w:rsidR="00BE636B" w:rsidRDefault="00BE636B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а, крестьянские (фермерские) хозяйства, индивидуальные предприниматели,  осуществляющие</w:t>
      </w:r>
      <w:r w:rsidRPr="00D56133">
        <w:rPr>
          <w:w w:val="100"/>
        </w:rPr>
        <w:t xml:space="preserve"> свою деятельность на территории </w:t>
      </w:r>
      <w:r>
        <w:rPr>
          <w:w w:val="100"/>
        </w:rPr>
        <w:t xml:space="preserve">муниципального района Похвистневский </w:t>
      </w:r>
      <w:r w:rsidRPr="00D56133">
        <w:rPr>
          <w:w w:val="100"/>
        </w:rPr>
        <w:t>Самарской области в сфере сельского хозяйства</w:t>
      </w:r>
      <w:r>
        <w:rPr>
          <w:w w:val="100"/>
        </w:rPr>
        <w:t>.</w:t>
      </w:r>
    </w:p>
    <w:p w:rsidR="00BE636B" w:rsidRDefault="00BE636B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BE636B" w:rsidRDefault="00BE636B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20 декабря  по 25 декабря  2024 года.</w:t>
      </w:r>
    </w:p>
    <w:p w:rsidR="00BE636B" w:rsidRPr="00D56133" w:rsidRDefault="00BE636B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главный экономист Похвистневского управления развития АПК Иванова Н. М.,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</w:t>
      </w:r>
      <w:r>
        <w:rPr>
          <w:w w:val="100"/>
        </w:rPr>
        <w:t>849</w:t>
      </w:r>
      <w:r w:rsidRPr="00D56133">
        <w:rPr>
          <w:w w:val="100"/>
        </w:rPr>
        <w:t>.</w:t>
      </w:r>
    </w:p>
    <w:sectPr w:rsidR="00BE636B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36B" w:rsidRDefault="00BE636B" w:rsidP="004A6273">
      <w:pPr>
        <w:spacing w:after="0" w:line="240" w:lineRule="auto"/>
      </w:pPr>
      <w:r>
        <w:separator/>
      </w:r>
    </w:p>
  </w:endnote>
  <w:endnote w:type="continuationSeparator" w:id="0">
    <w:p w:rsidR="00BE636B" w:rsidRDefault="00BE636B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36B" w:rsidRDefault="00BE636B" w:rsidP="004A6273">
      <w:pPr>
        <w:spacing w:after="0" w:line="240" w:lineRule="auto"/>
      </w:pPr>
      <w:r>
        <w:separator/>
      </w:r>
    </w:p>
  </w:footnote>
  <w:footnote w:type="continuationSeparator" w:id="0">
    <w:p w:rsidR="00BE636B" w:rsidRDefault="00BE636B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36B" w:rsidRDefault="00BE636B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E636B" w:rsidRDefault="00BE636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110BD"/>
    <w:rsid w:val="00017117"/>
    <w:rsid w:val="00020156"/>
    <w:rsid w:val="00024115"/>
    <w:rsid w:val="00024142"/>
    <w:rsid w:val="00026549"/>
    <w:rsid w:val="000543F2"/>
    <w:rsid w:val="00056F6D"/>
    <w:rsid w:val="000577F9"/>
    <w:rsid w:val="00071636"/>
    <w:rsid w:val="00072A7A"/>
    <w:rsid w:val="00076C1B"/>
    <w:rsid w:val="00077DE9"/>
    <w:rsid w:val="00081FD2"/>
    <w:rsid w:val="00090D4F"/>
    <w:rsid w:val="00094170"/>
    <w:rsid w:val="000A30AB"/>
    <w:rsid w:val="000A57E2"/>
    <w:rsid w:val="000A6CC5"/>
    <w:rsid w:val="000B0262"/>
    <w:rsid w:val="000C31C0"/>
    <w:rsid w:val="000C3547"/>
    <w:rsid w:val="000C6407"/>
    <w:rsid w:val="000C79EB"/>
    <w:rsid w:val="000D216A"/>
    <w:rsid w:val="000E169C"/>
    <w:rsid w:val="000E258E"/>
    <w:rsid w:val="000E3DA2"/>
    <w:rsid w:val="000F3253"/>
    <w:rsid w:val="000F435E"/>
    <w:rsid w:val="000F6B1C"/>
    <w:rsid w:val="0010393A"/>
    <w:rsid w:val="001113A5"/>
    <w:rsid w:val="00112E28"/>
    <w:rsid w:val="00115308"/>
    <w:rsid w:val="00121398"/>
    <w:rsid w:val="00124671"/>
    <w:rsid w:val="00131A8C"/>
    <w:rsid w:val="00131DFD"/>
    <w:rsid w:val="00151447"/>
    <w:rsid w:val="001538EE"/>
    <w:rsid w:val="00153DFA"/>
    <w:rsid w:val="00154D24"/>
    <w:rsid w:val="00165BF3"/>
    <w:rsid w:val="001701ED"/>
    <w:rsid w:val="00172638"/>
    <w:rsid w:val="0017274B"/>
    <w:rsid w:val="00191987"/>
    <w:rsid w:val="001949F3"/>
    <w:rsid w:val="00195ADF"/>
    <w:rsid w:val="001A316D"/>
    <w:rsid w:val="001A4445"/>
    <w:rsid w:val="001A7F8C"/>
    <w:rsid w:val="001B07FE"/>
    <w:rsid w:val="001C1CC5"/>
    <w:rsid w:val="001C7F26"/>
    <w:rsid w:val="001D0763"/>
    <w:rsid w:val="001D11DC"/>
    <w:rsid w:val="001D1A90"/>
    <w:rsid w:val="001D6B9D"/>
    <w:rsid w:val="001D77EC"/>
    <w:rsid w:val="001E556D"/>
    <w:rsid w:val="001F4F10"/>
    <w:rsid w:val="00200FE6"/>
    <w:rsid w:val="0020175D"/>
    <w:rsid w:val="002135A4"/>
    <w:rsid w:val="002136E3"/>
    <w:rsid w:val="00214204"/>
    <w:rsid w:val="0021487F"/>
    <w:rsid w:val="00222370"/>
    <w:rsid w:val="002233B2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2AF9"/>
    <w:rsid w:val="002552A0"/>
    <w:rsid w:val="00261757"/>
    <w:rsid w:val="00261B1F"/>
    <w:rsid w:val="002644D2"/>
    <w:rsid w:val="002671A7"/>
    <w:rsid w:val="002757E7"/>
    <w:rsid w:val="00275CA2"/>
    <w:rsid w:val="00280202"/>
    <w:rsid w:val="00282CD9"/>
    <w:rsid w:val="0028431D"/>
    <w:rsid w:val="00287B2F"/>
    <w:rsid w:val="00290FE8"/>
    <w:rsid w:val="00292587"/>
    <w:rsid w:val="002954FB"/>
    <w:rsid w:val="002A0C04"/>
    <w:rsid w:val="002A3E92"/>
    <w:rsid w:val="002A6934"/>
    <w:rsid w:val="002B057F"/>
    <w:rsid w:val="002B1360"/>
    <w:rsid w:val="002B1CD6"/>
    <w:rsid w:val="002B6F0F"/>
    <w:rsid w:val="002B7816"/>
    <w:rsid w:val="002C160A"/>
    <w:rsid w:val="002C7643"/>
    <w:rsid w:val="002D1C59"/>
    <w:rsid w:val="002E0617"/>
    <w:rsid w:val="002E3833"/>
    <w:rsid w:val="002F06EB"/>
    <w:rsid w:val="002F2908"/>
    <w:rsid w:val="002F30C5"/>
    <w:rsid w:val="002F6153"/>
    <w:rsid w:val="00302E76"/>
    <w:rsid w:val="003033C0"/>
    <w:rsid w:val="00303AEE"/>
    <w:rsid w:val="003116C6"/>
    <w:rsid w:val="00312D7A"/>
    <w:rsid w:val="003160F4"/>
    <w:rsid w:val="00316E00"/>
    <w:rsid w:val="00320779"/>
    <w:rsid w:val="00325B2C"/>
    <w:rsid w:val="003304D4"/>
    <w:rsid w:val="003354D7"/>
    <w:rsid w:val="00337C74"/>
    <w:rsid w:val="003403F6"/>
    <w:rsid w:val="00344921"/>
    <w:rsid w:val="0034550C"/>
    <w:rsid w:val="00346FB6"/>
    <w:rsid w:val="00351AD5"/>
    <w:rsid w:val="00352301"/>
    <w:rsid w:val="00354468"/>
    <w:rsid w:val="0037039D"/>
    <w:rsid w:val="0037316A"/>
    <w:rsid w:val="00373B42"/>
    <w:rsid w:val="00374960"/>
    <w:rsid w:val="003755F4"/>
    <w:rsid w:val="00376E61"/>
    <w:rsid w:val="0038173F"/>
    <w:rsid w:val="00390F8F"/>
    <w:rsid w:val="00393485"/>
    <w:rsid w:val="003A6B16"/>
    <w:rsid w:val="003B3D3E"/>
    <w:rsid w:val="003B6606"/>
    <w:rsid w:val="003C0512"/>
    <w:rsid w:val="003C4317"/>
    <w:rsid w:val="003C67C3"/>
    <w:rsid w:val="003D0C19"/>
    <w:rsid w:val="003D75F3"/>
    <w:rsid w:val="003E3574"/>
    <w:rsid w:val="003F1715"/>
    <w:rsid w:val="003F3129"/>
    <w:rsid w:val="004004FE"/>
    <w:rsid w:val="00405DA5"/>
    <w:rsid w:val="004069E6"/>
    <w:rsid w:val="00413002"/>
    <w:rsid w:val="00417D2D"/>
    <w:rsid w:val="00423A50"/>
    <w:rsid w:val="004243B6"/>
    <w:rsid w:val="004315A7"/>
    <w:rsid w:val="00437482"/>
    <w:rsid w:val="004374FC"/>
    <w:rsid w:val="00440CB3"/>
    <w:rsid w:val="00443CD2"/>
    <w:rsid w:val="00447349"/>
    <w:rsid w:val="004532DA"/>
    <w:rsid w:val="00465265"/>
    <w:rsid w:val="004668A4"/>
    <w:rsid w:val="00470968"/>
    <w:rsid w:val="004734CB"/>
    <w:rsid w:val="004948CB"/>
    <w:rsid w:val="004A030A"/>
    <w:rsid w:val="004A3225"/>
    <w:rsid w:val="004A4F3D"/>
    <w:rsid w:val="004A5126"/>
    <w:rsid w:val="004A60B8"/>
    <w:rsid w:val="004A6273"/>
    <w:rsid w:val="004A711F"/>
    <w:rsid w:val="004B5814"/>
    <w:rsid w:val="004C5EF3"/>
    <w:rsid w:val="004D2C79"/>
    <w:rsid w:val="004D2F8E"/>
    <w:rsid w:val="004D5B17"/>
    <w:rsid w:val="004D62AE"/>
    <w:rsid w:val="004E7529"/>
    <w:rsid w:val="004E784B"/>
    <w:rsid w:val="004F457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33EC9"/>
    <w:rsid w:val="00534FA0"/>
    <w:rsid w:val="00535FD8"/>
    <w:rsid w:val="00541F93"/>
    <w:rsid w:val="0054598C"/>
    <w:rsid w:val="005519A1"/>
    <w:rsid w:val="005538D0"/>
    <w:rsid w:val="005634E3"/>
    <w:rsid w:val="0056734D"/>
    <w:rsid w:val="00567411"/>
    <w:rsid w:val="005772FC"/>
    <w:rsid w:val="00584EEF"/>
    <w:rsid w:val="005907B3"/>
    <w:rsid w:val="00592216"/>
    <w:rsid w:val="00592341"/>
    <w:rsid w:val="00593389"/>
    <w:rsid w:val="00593AAA"/>
    <w:rsid w:val="005A3CED"/>
    <w:rsid w:val="005A4CE3"/>
    <w:rsid w:val="005B1CDE"/>
    <w:rsid w:val="005B1D45"/>
    <w:rsid w:val="005B6A13"/>
    <w:rsid w:val="005C39F5"/>
    <w:rsid w:val="005D13B9"/>
    <w:rsid w:val="005D352C"/>
    <w:rsid w:val="005D3F85"/>
    <w:rsid w:val="005D60D9"/>
    <w:rsid w:val="005E2F17"/>
    <w:rsid w:val="005E5226"/>
    <w:rsid w:val="005E64B7"/>
    <w:rsid w:val="005E73C7"/>
    <w:rsid w:val="005F18EE"/>
    <w:rsid w:val="005F3AEE"/>
    <w:rsid w:val="005F5061"/>
    <w:rsid w:val="005F7698"/>
    <w:rsid w:val="0060674F"/>
    <w:rsid w:val="00614F80"/>
    <w:rsid w:val="00615C95"/>
    <w:rsid w:val="00616DCF"/>
    <w:rsid w:val="00620985"/>
    <w:rsid w:val="006313E8"/>
    <w:rsid w:val="006348B5"/>
    <w:rsid w:val="006354AA"/>
    <w:rsid w:val="00635D9C"/>
    <w:rsid w:val="006366E4"/>
    <w:rsid w:val="00636FC9"/>
    <w:rsid w:val="006371CC"/>
    <w:rsid w:val="0063729E"/>
    <w:rsid w:val="00647F48"/>
    <w:rsid w:val="006561B5"/>
    <w:rsid w:val="00657972"/>
    <w:rsid w:val="00661006"/>
    <w:rsid w:val="0066231D"/>
    <w:rsid w:val="00663E40"/>
    <w:rsid w:val="0066497F"/>
    <w:rsid w:val="0066728A"/>
    <w:rsid w:val="00670405"/>
    <w:rsid w:val="00677B3E"/>
    <w:rsid w:val="00677B7D"/>
    <w:rsid w:val="00681507"/>
    <w:rsid w:val="0068156B"/>
    <w:rsid w:val="00683F52"/>
    <w:rsid w:val="00687C06"/>
    <w:rsid w:val="0069268D"/>
    <w:rsid w:val="00694DDD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426D"/>
    <w:rsid w:val="006E7C2E"/>
    <w:rsid w:val="006F10DF"/>
    <w:rsid w:val="006F14BE"/>
    <w:rsid w:val="006F371F"/>
    <w:rsid w:val="006F4FF1"/>
    <w:rsid w:val="0071186C"/>
    <w:rsid w:val="00716A4A"/>
    <w:rsid w:val="00720CD2"/>
    <w:rsid w:val="00722F54"/>
    <w:rsid w:val="007261DF"/>
    <w:rsid w:val="00726E0C"/>
    <w:rsid w:val="0072773A"/>
    <w:rsid w:val="00736B11"/>
    <w:rsid w:val="00736C70"/>
    <w:rsid w:val="00737427"/>
    <w:rsid w:val="00737E89"/>
    <w:rsid w:val="00744775"/>
    <w:rsid w:val="0074509F"/>
    <w:rsid w:val="00752C2A"/>
    <w:rsid w:val="00753C7D"/>
    <w:rsid w:val="0075713C"/>
    <w:rsid w:val="00763DB9"/>
    <w:rsid w:val="00764C5E"/>
    <w:rsid w:val="00766563"/>
    <w:rsid w:val="00766CB7"/>
    <w:rsid w:val="00766F3C"/>
    <w:rsid w:val="0076786F"/>
    <w:rsid w:val="00770948"/>
    <w:rsid w:val="00773742"/>
    <w:rsid w:val="00773F2F"/>
    <w:rsid w:val="00776896"/>
    <w:rsid w:val="007818DB"/>
    <w:rsid w:val="00781D53"/>
    <w:rsid w:val="00784639"/>
    <w:rsid w:val="00785397"/>
    <w:rsid w:val="007934D1"/>
    <w:rsid w:val="007A06DB"/>
    <w:rsid w:val="007A1F72"/>
    <w:rsid w:val="007A6E0B"/>
    <w:rsid w:val="007B258D"/>
    <w:rsid w:val="007B7E36"/>
    <w:rsid w:val="007C17D3"/>
    <w:rsid w:val="007C5A8F"/>
    <w:rsid w:val="007D11A5"/>
    <w:rsid w:val="007D26EA"/>
    <w:rsid w:val="007D2766"/>
    <w:rsid w:val="007E22F9"/>
    <w:rsid w:val="007F290B"/>
    <w:rsid w:val="007F4100"/>
    <w:rsid w:val="00812456"/>
    <w:rsid w:val="00815F10"/>
    <w:rsid w:val="008204F3"/>
    <w:rsid w:val="00820FA6"/>
    <w:rsid w:val="00825C72"/>
    <w:rsid w:val="00833997"/>
    <w:rsid w:val="0084147D"/>
    <w:rsid w:val="00841D65"/>
    <w:rsid w:val="00843CFD"/>
    <w:rsid w:val="00844748"/>
    <w:rsid w:val="008478D9"/>
    <w:rsid w:val="00847D02"/>
    <w:rsid w:val="008600C7"/>
    <w:rsid w:val="00861423"/>
    <w:rsid w:val="00862623"/>
    <w:rsid w:val="00862F87"/>
    <w:rsid w:val="00866FE1"/>
    <w:rsid w:val="008705BE"/>
    <w:rsid w:val="00872788"/>
    <w:rsid w:val="00873447"/>
    <w:rsid w:val="00875205"/>
    <w:rsid w:val="0088122B"/>
    <w:rsid w:val="00887F4B"/>
    <w:rsid w:val="0089272E"/>
    <w:rsid w:val="008941FD"/>
    <w:rsid w:val="008942DB"/>
    <w:rsid w:val="00895188"/>
    <w:rsid w:val="00897EC7"/>
    <w:rsid w:val="008A1530"/>
    <w:rsid w:val="008B1508"/>
    <w:rsid w:val="008B3B58"/>
    <w:rsid w:val="008C3AF3"/>
    <w:rsid w:val="008C3F2C"/>
    <w:rsid w:val="008C6942"/>
    <w:rsid w:val="008D1770"/>
    <w:rsid w:val="008D2420"/>
    <w:rsid w:val="008D3D41"/>
    <w:rsid w:val="008D5FEA"/>
    <w:rsid w:val="008D754F"/>
    <w:rsid w:val="008D7A32"/>
    <w:rsid w:val="008E08BB"/>
    <w:rsid w:val="008E6227"/>
    <w:rsid w:val="008E73D7"/>
    <w:rsid w:val="008F7B12"/>
    <w:rsid w:val="009003DC"/>
    <w:rsid w:val="00901C17"/>
    <w:rsid w:val="00901C92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36B54"/>
    <w:rsid w:val="00940585"/>
    <w:rsid w:val="00943A2D"/>
    <w:rsid w:val="00946EF9"/>
    <w:rsid w:val="00947018"/>
    <w:rsid w:val="0095053A"/>
    <w:rsid w:val="00952C0D"/>
    <w:rsid w:val="00952D65"/>
    <w:rsid w:val="00954E8B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4780"/>
    <w:rsid w:val="009A510E"/>
    <w:rsid w:val="009A6604"/>
    <w:rsid w:val="009B1A2F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9F15D9"/>
    <w:rsid w:val="00A01DC4"/>
    <w:rsid w:val="00A041A7"/>
    <w:rsid w:val="00A079E2"/>
    <w:rsid w:val="00A11EC4"/>
    <w:rsid w:val="00A121A6"/>
    <w:rsid w:val="00A13197"/>
    <w:rsid w:val="00A14210"/>
    <w:rsid w:val="00A175B4"/>
    <w:rsid w:val="00A20B3D"/>
    <w:rsid w:val="00A23AA3"/>
    <w:rsid w:val="00A24F06"/>
    <w:rsid w:val="00A31BB2"/>
    <w:rsid w:val="00A34F80"/>
    <w:rsid w:val="00A43EC2"/>
    <w:rsid w:val="00A44D54"/>
    <w:rsid w:val="00A45E7F"/>
    <w:rsid w:val="00A51E03"/>
    <w:rsid w:val="00A5347E"/>
    <w:rsid w:val="00A541CA"/>
    <w:rsid w:val="00A613AE"/>
    <w:rsid w:val="00A650D8"/>
    <w:rsid w:val="00A70507"/>
    <w:rsid w:val="00A74D17"/>
    <w:rsid w:val="00A758CE"/>
    <w:rsid w:val="00A85748"/>
    <w:rsid w:val="00A86111"/>
    <w:rsid w:val="00A90D3D"/>
    <w:rsid w:val="00A93968"/>
    <w:rsid w:val="00AA1F8C"/>
    <w:rsid w:val="00AB59A4"/>
    <w:rsid w:val="00AD0A3F"/>
    <w:rsid w:val="00AD0F21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31734"/>
    <w:rsid w:val="00B34A2F"/>
    <w:rsid w:val="00B450D1"/>
    <w:rsid w:val="00B50339"/>
    <w:rsid w:val="00B65613"/>
    <w:rsid w:val="00B66A08"/>
    <w:rsid w:val="00B67B5B"/>
    <w:rsid w:val="00B7388D"/>
    <w:rsid w:val="00B84007"/>
    <w:rsid w:val="00B8479E"/>
    <w:rsid w:val="00B86AA3"/>
    <w:rsid w:val="00B90844"/>
    <w:rsid w:val="00B971FC"/>
    <w:rsid w:val="00BB11FB"/>
    <w:rsid w:val="00BB1A36"/>
    <w:rsid w:val="00BB5868"/>
    <w:rsid w:val="00BC0C55"/>
    <w:rsid w:val="00BC13CF"/>
    <w:rsid w:val="00BC2FC3"/>
    <w:rsid w:val="00BC3FCB"/>
    <w:rsid w:val="00BC6306"/>
    <w:rsid w:val="00BC6EFA"/>
    <w:rsid w:val="00BD3A87"/>
    <w:rsid w:val="00BE614D"/>
    <w:rsid w:val="00BE636B"/>
    <w:rsid w:val="00BF11F8"/>
    <w:rsid w:val="00BF2B35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5619"/>
    <w:rsid w:val="00C463C4"/>
    <w:rsid w:val="00C47C6C"/>
    <w:rsid w:val="00C53238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0706"/>
    <w:rsid w:val="00CB4AA4"/>
    <w:rsid w:val="00CB5D04"/>
    <w:rsid w:val="00CC1F3C"/>
    <w:rsid w:val="00CC554B"/>
    <w:rsid w:val="00CD328E"/>
    <w:rsid w:val="00CD76FB"/>
    <w:rsid w:val="00CE66C6"/>
    <w:rsid w:val="00CE7D95"/>
    <w:rsid w:val="00CF5E80"/>
    <w:rsid w:val="00D0264F"/>
    <w:rsid w:val="00D04312"/>
    <w:rsid w:val="00D074AC"/>
    <w:rsid w:val="00D07ACD"/>
    <w:rsid w:val="00D10F37"/>
    <w:rsid w:val="00D13286"/>
    <w:rsid w:val="00D32033"/>
    <w:rsid w:val="00D34974"/>
    <w:rsid w:val="00D36816"/>
    <w:rsid w:val="00D43E31"/>
    <w:rsid w:val="00D45659"/>
    <w:rsid w:val="00D50D54"/>
    <w:rsid w:val="00D56133"/>
    <w:rsid w:val="00D56EE1"/>
    <w:rsid w:val="00D60AF6"/>
    <w:rsid w:val="00D657B0"/>
    <w:rsid w:val="00D66ECB"/>
    <w:rsid w:val="00D70BB0"/>
    <w:rsid w:val="00D72572"/>
    <w:rsid w:val="00D751FA"/>
    <w:rsid w:val="00D800E2"/>
    <w:rsid w:val="00D829EF"/>
    <w:rsid w:val="00D8378A"/>
    <w:rsid w:val="00D906BC"/>
    <w:rsid w:val="00D91141"/>
    <w:rsid w:val="00D94F5F"/>
    <w:rsid w:val="00D95E0A"/>
    <w:rsid w:val="00D97B61"/>
    <w:rsid w:val="00DA242D"/>
    <w:rsid w:val="00DA4914"/>
    <w:rsid w:val="00DA518C"/>
    <w:rsid w:val="00DB548F"/>
    <w:rsid w:val="00DB612B"/>
    <w:rsid w:val="00DB6A79"/>
    <w:rsid w:val="00DC4162"/>
    <w:rsid w:val="00DE046A"/>
    <w:rsid w:val="00DF0A03"/>
    <w:rsid w:val="00DF0C03"/>
    <w:rsid w:val="00E000BA"/>
    <w:rsid w:val="00E01E25"/>
    <w:rsid w:val="00E02C16"/>
    <w:rsid w:val="00E10270"/>
    <w:rsid w:val="00E12C0D"/>
    <w:rsid w:val="00E24293"/>
    <w:rsid w:val="00E24A78"/>
    <w:rsid w:val="00E24B5A"/>
    <w:rsid w:val="00E24E51"/>
    <w:rsid w:val="00E3100B"/>
    <w:rsid w:val="00E43CFC"/>
    <w:rsid w:val="00E45E30"/>
    <w:rsid w:val="00E472AD"/>
    <w:rsid w:val="00E51700"/>
    <w:rsid w:val="00E54FF8"/>
    <w:rsid w:val="00E735FB"/>
    <w:rsid w:val="00E7546B"/>
    <w:rsid w:val="00E769CB"/>
    <w:rsid w:val="00E77189"/>
    <w:rsid w:val="00E77EB8"/>
    <w:rsid w:val="00E82B7D"/>
    <w:rsid w:val="00E83E93"/>
    <w:rsid w:val="00E93D38"/>
    <w:rsid w:val="00E9400B"/>
    <w:rsid w:val="00E94956"/>
    <w:rsid w:val="00EA17E7"/>
    <w:rsid w:val="00EA1AAF"/>
    <w:rsid w:val="00EA57D5"/>
    <w:rsid w:val="00EA78AD"/>
    <w:rsid w:val="00EB1CD8"/>
    <w:rsid w:val="00EC3E5D"/>
    <w:rsid w:val="00EC5463"/>
    <w:rsid w:val="00EC6D17"/>
    <w:rsid w:val="00EC77D1"/>
    <w:rsid w:val="00ED2F76"/>
    <w:rsid w:val="00EE0541"/>
    <w:rsid w:val="00EE1E23"/>
    <w:rsid w:val="00EE492B"/>
    <w:rsid w:val="00EF2D17"/>
    <w:rsid w:val="00EF55B6"/>
    <w:rsid w:val="00EF5A1F"/>
    <w:rsid w:val="00F00BDF"/>
    <w:rsid w:val="00F01BD6"/>
    <w:rsid w:val="00F05FB6"/>
    <w:rsid w:val="00F169B5"/>
    <w:rsid w:val="00F216D2"/>
    <w:rsid w:val="00F30302"/>
    <w:rsid w:val="00F31A5C"/>
    <w:rsid w:val="00F323A7"/>
    <w:rsid w:val="00F3700A"/>
    <w:rsid w:val="00F418B1"/>
    <w:rsid w:val="00F4797E"/>
    <w:rsid w:val="00F50DBD"/>
    <w:rsid w:val="00F57BAE"/>
    <w:rsid w:val="00F6728F"/>
    <w:rsid w:val="00F7113C"/>
    <w:rsid w:val="00F720F9"/>
    <w:rsid w:val="00F72D9D"/>
    <w:rsid w:val="00F74EBB"/>
    <w:rsid w:val="00F76757"/>
    <w:rsid w:val="00F81A26"/>
    <w:rsid w:val="00F824FB"/>
    <w:rsid w:val="00F825F0"/>
    <w:rsid w:val="00F841BC"/>
    <w:rsid w:val="00F862CF"/>
    <w:rsid w:val="00F86788"/>
    <w:rsid w:val="00F876A9"/>
    <w:rsid w:val="00FA138E"/>
    <w:rsid w:val="00FB00AA"/>
    <w:rsid w:val="00FB6EBD"/>
    <w:rsid w:val="00FC6003"/>
    <w:rsid w:val="00FC77AC"/>
    <w:rsid w:val="00FD0CB9"/>
    <w:rsid w:val="00FD5065"/>
    <w:rsid w:val="00FD51B5"/>
    <w:rsid w:val="00FD5912"/>
    <w:rsid w:val="00FD71DC"/>
    <w:rsid w:val="00FE0AA4"/>
    <w:rsid w:val="00FE2D31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68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8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8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68793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8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68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68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687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68790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2687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687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2687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2688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268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8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6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8805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68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68790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687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687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687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688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687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5268791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68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688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5268793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687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687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2687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688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68791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2687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688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68794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5268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688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687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687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5268797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68796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687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688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687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687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2688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2688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52688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688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268799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68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687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688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52688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687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687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2687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2687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2688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687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688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268804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687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687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687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52688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688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687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2688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2688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268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687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68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687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687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2687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2688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52687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688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5268804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68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688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688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68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687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2688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52688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2688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687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68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2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688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8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8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6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8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6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688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268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68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843</TotalTime>
  <Pages>1</Pages>
  <Words>365</Words>
  <Characters>2084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Нина</cp:lastModifiedBy>
  <cp:revision>70</cp:revision>
  <cp:lastPrinted>2023-12-19T09:41:00Z</cp:lastPrinted>
  <dcterms:created xsi:type="dcterms:W3CDTF">2017-06-05T06:40:00Z</dcterms:created>
  <dcterms:modified xsi:type="dcterms:W3CDTF">2024-12-19T09:17:00Z</dcterms:modified>
</cp:coreProperties>
</file>