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A5" w:rsidRPr="00AB29FE" w:rsidRDefault="00A749A5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ИНФОРМАЦИЯ</w:t>
      </w:r>
    </w:p>
    <w:p w:rsidR="00A749A5" w:rsidRPr="00AB29FE" w:rsidRDefault="00A749A5" w:rsidP="0057568E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о результатах рассмотрения заявок участников отбора путем запроса предложений </w:t>
      </w:r>
    </w:p>
    <w:p w:rsidR="00A749A5" w:rsidRPr="00AB29FE" w:rsidRDefault="00A749A5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для предоставления субсидий из местного бюджета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скота,</w:t>
      </w:r>
    </w:p>
    <w:p w:rsidR="00A749A5" w:rsidRPr="00AB29FE" w:rsidRDefault="00A749A5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на заседании Комиссии</w:t>
      </w:r>
      <w:r w:rsidRPr="00AB29FE">
        <w:rPr>
          <w:w w:val="95"/>
          <w:sz w:val="26"/>
          <w:szCs w:val="26"/>
        </w:rPr>
        <w:t xml:space="preserve">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производства, </w:t>
      </w:r>
    </w:p>
    <w:p w:rsidR="00A749A5" w:rsidRPr="00AB29FE" w:rsidRDefault="00A749A5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состоявшемся</w:t>
      </w:r>
      <w:r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26 сентября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202</w:t>
      </w:r>
      <w:r>
        <w:rPr>
          <w:rFonts w:ascii="Times New Roman" w:hAnsi="Times New Roman" w:cs="Times New Roman"/>
          <w:b/>
          <w:bCs/>
          <w:w w:val="95"/>
          <w:sz w:val="26"/>
          <w:szCs w:val="26"/>
        </w:rPr>
        <w:t>4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года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в малом зале Администрации муниципального района Похвистневский Самарской области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</w:p>
    <w:tbl>
      <w:tblPr>
        <w:tblW w:w="151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4389"/>
        <w:gridCol w:w="1842"/>
        <w:gridCol w:w="2268"/>
        <w:gridCol w:w="3957"/>
        <w:gridCol w:w="2139"/>
      </w:tblGrid>
      <w:tr w:rsidR="00A749A5" w:rsidRPr="003C29B3"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Предоставление субсидии, заключение соглашения о предоставлении субсидии/Отказ в предоставлении субсидии 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A749A5" w:rsidRPr="003C29B3">
        <w:trPr>
          <w:trHeight w:val="649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1. 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0" w:name="_Hlk175572731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Штарк Владимир Владимирович</w:t>
            </w:r>
            <w:bookmarkEnd w:id="0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637206331526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" w:name="_Hlk175574037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Рычинов Николай Иванович</w:t>
            </w:r>
            <w:bookmarkEnd w:id="1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635701149109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523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" w:name="_Hlk175576570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Салимов Рамиль Камилович</w:t>
            </w:r>
            <w:bookmarkEnd w:id="2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w w:val="95"/>
                <w:sz w:val="26"/>
                <w:szCs w:val="26"/>
              </w:rPr>
            </w:pPr>
            <w:r w:rsidRPr="003C29B3">
              <w:rPr>
                <w:w w:val="95"/>
                <w:sz w:val="26"/>
                <w:szCs w:val="26"/>
              </w:rPr>
              <w:t>635704738913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393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" w:name="_Hlk175578128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Иваняков Сергей Анатольевич </w:t>
            </w:r>
            <w:bookmarkEnd w:id="3"/>
          </w:p>
        </w:tc>
        <w:tc>
          <w:tcPr>
            <w:tcW w:w="1842" w:type="dxa"/>
          </w:tcPr>
          <w:p w:rsidR="00A749A5" w:rsidRPr="003C29B3" w:rsidRDefault="00A749A5" w:rsidP="003C29B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eastAsia="ru-RU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635702476451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5.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4" w:name="_Hlk175580395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Исянбаев Рафик Ильясович </w:t>
            </w:r>
            <w:bookmarkEnd w:id="4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635701591885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5" w:name="_Hlk175581375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Канюкаева Гулия Мингалиевна </w:t>
            </w:r>
            <w:bookmarkEnd w:id="5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635705150835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6</w:t>
            </w: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7.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Хасанова Фаридя Фатыховна 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635703023422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8.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Уразметов Равиль Фаритович 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635700167909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9.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Сиротов Дмитрий Александрович  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635702194930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10.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Новокрещенова Анастасия Владимировна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635703502190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11.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6" w:name="_Hlk175733066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Данилов Евгений Николаевич </w:t>
            </w:r>
            <w:bookmarkEnd w:id="6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635702792383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7" w:name="_Hlk175735777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Сафиулина Лилия Зеатиновна</w:t>
            </w:r>
            <w:bookmarkEnd w:id="7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635702053569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13.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8" w:name="_Hlk175755470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Славенков Виталий Михайлович </w:t>
            </w:r>
            <w:bookmarkEnd w:id="8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635702009908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14.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Кулиш Ирина Михайловна 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635700050820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15.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9" w:name="_Hlk175824590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Яхин Рустам Закиевич </w:t>
            </w:r>
            <w:bookmarkEnd w:id="9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635704099382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16.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0" w:name="_Hlk175832666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Мурхабинов Тагир Харисович </w:t>
            </w:r>
            <w:bookmarkEnd w:id="10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635705102542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17.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1" w:name="_Hlk175834238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Аитов Хабибулла Сафиуллович </w:t>
            </w:r>
            <w:bookmarkEnd w:id="11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635703034664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18.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Бахтеева Альфия Галимзяновна 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635704256652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19.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2" w:name="_Hlk175844185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Субеева Раиля Фатыховна</w:t>
            </w:r>
            <w:bookmarkEnd w:id="12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635700636090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20.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3" w:name="_Hlk175845310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Ахмитов Шамиль Саитович </w:t>
            </w:r>
            <w:bookmarkEnd w:id="13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635701699261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21.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4" w:name="_Hlk175924659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Маклакова Анна Павловна </w:t>
            </w:r>
            <w:bookmarkEnd w:id="14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635703734240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22.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5" w:name="_Hlk175926349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Рычинов Михаил Николаевич </w:t>
            </w:r>
            <w:bookmarkEnd w:id="15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860406829303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23.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6" w:name="_Hlk175930134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Сахмишкин Владимир Юрьевич</w:t>
            </w:r>
            <w:bookmarkEnd w:id="16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635701872029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24.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7" w:name="_Hlk176261290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Гимаев Равгать Дамирович </w:t>
            </w:r>
            <w:bookmarkEnd w:id="17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635702167100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18000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25.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8" w:name="_Hlk176262525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Газизов Явдат Асхатович</w:t>
            </w:r>
            <w:bookmarkEnd w:id="18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635704691976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26.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9" w:name="_Hlk176263951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Сиразов Минтагир Сагирович</w:t>
            </w:r>
            <w:bookmarkEnd w:id="19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635785785757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27.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Муллакаев Фаргать Талгатович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635704346458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28.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Астанаев Александр Артемьевич 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635701871603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29.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0" w:name="_Hlk176276684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Тонеева Екатерина Николаевна</w:t>
            </w:r>
            <w:bookmarkEnd w:id="20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637205321934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30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Гарифуллин Минугали Нургалиевич 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635704940598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31.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1" w:name="_Hlk176341581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Шаяхметова Рахиля Саниахметовна </w:t>
            </w:r>
            <w:bookmarkEnd w:id="21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635703349791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32.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2" w:name="_Hlk176342619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Семенова Лидия Викторовна </w:t>
            </w:r>
            <w:bookmarkEnd w:id="22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635700453353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33.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3" w:name="_Hlk176346703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Рассадин Владимир Германович</w:t>
            </w:r>
            <w:bookmarkEnd w:id="23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635700489462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34.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4" w:name="_Hlk176357022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Колесникова Валентина Семеновна </w:t>
            </w:r>
            <w:bookmarkEnd w:id="24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635701230543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35.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5" w:name="_Hlk176362486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Понамаренко Светлана Сергеевна </w:t>
            </w:r>
            <w:bookmarkEnd w:id="25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635703561082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36.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6" w:name="_Hlk176363551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Андреева Марина Александровна </w:t>
            </w:r>
            <w:bookmarkEnd w:id="26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635702692156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37.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Корнилова Елена Павловна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635704877748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38.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7" w:name="_Hlk176439929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Сапуков Фарит Файзрахманович </w:t>
            </w:r>
            <w:bookmarkEnd w:id="27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635703874984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39.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8" w:name="_Hlk176444797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Хасанов Равиль Абдулович </w:t>
            </w:r>
            <w:bookmarkEnd w:id="28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635703083767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40.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9" w:name="_Hlk176448548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Сальмаева Радмилла Радиковна </w:t>
            </w:r>
            <w:bookmarkEnd w:id="29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731102281671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41.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0" w:name="_Hlk176514278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Николаев Николай Герасимович </w:t>
            </w:r>
            <w:bookmarkEnd w:id="30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635701763608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24000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42.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1" w:name="_Hlk175151054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Галимуллин Наиль Иршатович </w:t>
            </w:r>
            <w:bookmarkEnd w:id="31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635701979090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43.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2" w:name="_Hlk176534153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Саликов Наиль Губаевич</w:t>
            </w:r>
            <w:bookmarkEnd w:id="32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635705276997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44.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3" w:name="_Hlk176534202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Юнусов Рашит Газизович</w:t>
            </w:r>
            <w:bookmarkEnd w:id="33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635704340030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45.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4" w:name="_Hlk176770913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Мухетдинова Гузель Хабибнуровна </w:t>
            </w:r>
            <w:bookmarkEnd w:id="34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635703666991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192000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46.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5" w:name="_Hlk176780248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Мамышев Фарит Аблуллович</w:t>
            </w:r>
            <w:bookmarkEnd w:id="35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635703035474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47.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6" w:name="_Hlk176781489"/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Бахтеев Сайфулла Миргалифянович</w:t>
            </w:r>
            <w:bookmarkEnd w:id="36"/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635700737108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A749A5" w:rsidRPr="003C29B3">
        <w:trPr>
          <w:trHeight w:val="698"/>
        </w:trPr>
        <w:tc>
          <w:tcPr>
            <w:tcW w:w="568" w:type="dxa"/>
          </w:tcPr>
          <w:p w:rsidR="00A749A5" w:rsidRPr="003C29B3" w:rsidRDefault="00A749A5" w:rsidP="003C29B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48.</w:t>
            </w:r>
          </w:p>
        </w:tc>
        <w:tc>
          <w:tcPr>
            <w:tcW w:w="4389" w:type="dxa"/>
          </w:tcPr>
          <w:p w:rsidR="00A749A5" w:rsidRPr="003C29B3" w:rsidRDefault="00A749A5" w:rsidP="003C29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Шабаев Минзакир Нугманович </w:t>
            </w:r>
          </w:p>
        </w:tc>
        <w:tc>
          <w:tcPr>
            <w:tcW w:w="1842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635702980612</w:t>
            </w:r>
          </w:p>
        </w:tc>
        <w:tc>
          <w:tcPr>
            <w:tcW w:w="2268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:rsidR="00A749A5" w:rsidRPr="003C29B3" w:rsidRDefault="00A749A5" w:rsidP="003C29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C29B3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</w:tbl>
    <w:p w:rsidR="00A749A5" w:rsidRPr="002C650E" w:rsidRDefault="00A749A5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:rsidR="00A749A5" w:rsidRPr="00CA790D" w:rsidRDefault="00A749A5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:rsidR="00A749A5" w:rsidRDefault="00A749A5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:rsidR="00A749A5" w:rsidRPr="00AB29FE" w:rsidRDefault="00A749A5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  <w:r>
        <w:rPr>
          <w:rFonts w:ascii="Times New Roman" w:hAnsi="Times New Roman" w:cs="Times New Roman"/>
          <w:w w:val="95"/>
          <w:sz w:val="26"/>
          <w:szCs w:val="26"/>
        </w:rPr>
        <w:t xml:space="preserve"> 4 октября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202</w:t>
      </w:r>
      <w:r>
        <w:rPr>
          <w:rFonts w:ascii="Times New Roman" w:hAnsi="Times New Roman" w:cs="Times New Roman"/>
          <w:w w:val="95"/>
          <w:sz w:val="26"/>
          <w:szCs w:val="26"/>
        </w:rPr>
        <w:t>4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года</w:t>
      </w:r>
    </w:p>
    <w:sectPr w:rsidR="00A749A5" w:rsidRPr="00AB29F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1B0"/>
    <w:rsid w:val="000140DC"/>
    <w:rsid w:val="00022EEC"/>
    <w:rsid w:val="000420A7"/>
    <w:rsid w:val="00054946"/>
    <w:rsid w:val="00060414"/>
    <w:rsid w:val="00063396"/>
    <w:rsid w:val="000B21FF"/>
    <w:rsid w:val="000C5E3A"/>
    <w:rsid w:val="000C6D28"/>
    <w:rsid w:val="000C75F0"/>
    <w:rsid w:val="000E1ACA"/>
    <w:rsid w:val="000F1E06"/>
    <w:rsid w:val="00101C90"/>
    <w:rsid w:val="001143A7"/>
    <w:rsid w:val="00130E68"/>
    <w:rsid w:val="00181F03"/>
    <w:rsid w:val="0018260F"/>
    <w:rsid w:val="00185FE9"/>
    <w:rsid w:val="001917FE"/>
    <w:rsid w:val="001E608E"/>
    <w:rsid w:val="001E7B47"/>
    <w:rsid w:val="001F2E1D"/>
    <w:rsid w:val="001F3492"/>
    <w:rsid w:val="001F5BCD"/>
    <w:rsid w:val="001F5FC1"/>
    <w:rsid w:val="0020180E"/>
    <w:rsid w:val="00214973"/>
    <w:rsid w:val="00221F97"/>
    <w:rsid w:val="00223D57"/>
    <w:rsid w:val="00226248"/>
    <w:rsid w:val="0023502E"/>
    <w:rsid w:val="002375FA"/>
    <w:rsid w:val="00261AB0"/>
    <w:rsid w:val="00280C74"/>
    <w:rsid w:val="00282B88"/>
    <w:rsid w:val="00294163"/>
    <w:rsid w:val="002A0BEA"/>
    <w:rsid w:val="002A5130"/>
    <w:rsid w:val="002C12DE"/>
    <w:rsid w:val="002C2A82"/>
    <w:rsid w:val="002C650E"/>
    <w:rsid w:val="002D3452"/>
    <w:rsid w:val="002E26AD"/>
    <w:rsid w:val="002E3523"/>
    <w:rsid w:val="002F61BF"/>
    <w:rsid w:val="003023BA"/>
    <w:rsid w:val="003136B5"/>
    <w:rsid w:val="00344763"/>
    <w:rsid w:val="00345409"/>
    <w:rsid w:val="003520CB"/>
    <w:rsid w:val="00360335"/>
    <w:rsid w:val="00364A3D"/>
    <w:rsid w:val="00374177"/>
    <w:rsid w:val="00380EA0"/>
    <w:rsid w:val="00381B67"/>
    <w:rsid w:val="00386541"/>
    <w:rsid w:val="003A6AB7"/>
    <w:rsid w:val="003C084D"/>
    <w:rsid w:val="003C29B3"/>
    <w:rsid w:val="003D3F87"/>
    <w:rsid w:val="003F6D12"/>
    <w:rsid w:val="00432A23"/>
    <w:rsid w:val="00440F76"/>
    <w:rsid w:val="00455F03"/>
    <w:rsid w:val="00460C3D"/>
    <w:rsid w:val="004611A9"/>
    <w:rsid w:val="00467D8D"/>
    <w:rsid w:val="00492286"/>
    <w:rsid w:val="00493143"/>
    <w:rsid w:val="004B1ED2"/>
    <w:rsid w:val="004B5F74"/>
    <w:rsid w:val="004B76D0"/>
    <w:rsid w:val="004C3274"/>
    <w:rsid w:val="004C652F"/>
    <w:rsid w:val="004D05C0"/>
    <w:rsid w:val="004D3168"/>
    <w:rsid w:val="004D3645"/>
    <w:rsid w:val="004F3EF6"/>
    <w:rsid w:val="00506E93"/>
    <w:rsid w:val="0053629B"/>
    <w:rsid w:val="0054499B"/>
    <w:rsid w:val="00563863"/>
    <w:rsid w:val="0057568E"/>
    <w:rsid w:val="00580215"/>
    <w:rsid w:val="00582428"/>
    <w:rsid w:val="005A415F"/>
    <w:rsid w:val="005A5ECC"/>
    <w:rsid w:val="005A75A5"/>
    <w:rsid w:val="005D55B4"/>
    <w:rsid w:val="005E1E23"/>
    <w:rsid w:val="005E3985"/>
    <w:rsid w:val="00625E25"/>
    <w:rsid w:val="0063124F"/>
    <w:rsid w:val="00634280"/>
    <w:rsid w:val="0064239F"/>
    <w:rsid w:val="006564CE"/>
    <w:rsid w:val="0065795B"/>
    <w:rsid w:val="00670723"/>
    <w:rsid w:val="006732E9"/>
    <w:rsid w:val="006966DE"/>
    <w:rsid w:val="006A5290"/>
    <w:rsid w:val="006C042F"/>
    <w:rsid w:val="006C7E2A"/>
    <w:rsid w:val="006F74A9"/>
    <w:rsid w:val="007001BE"/>
    <w:rsid w:val="0074275F"/>
    <w:rsid w:val="00754664"/>
    <w:rsid w:val="007635BD"/>
    <w:rsid w:val="0077136B"/>
    <w:rsid w:val="00786E2F"/>
    <w:rsid w:val="007C336C"/>
    <w:rsid w:val="007C60BA"/>
    <w:rsid w:val="007C6B5C"/>
    <w:rsid w:val="007D31B0"/>
    <w:rsid w:val="008606A1"/>
    <w:rsid w:val="00860924"/>
    <w:rsid w:val="00862DAA"/>
    <w:rsid w:val="00884C91"/>
    <w:rsid w:val="00885B70"/>
    <w:rsid w:val="00896281"/>
    <w:rsid w:val="00896DBF"/>
    <w:rsid w:val="008A3F58"/>
    <w:rsid w:val="008B687D"/>
    <w:rsid w:val="008C58B9"/>
    <w:rsid w:val="008C71A5"/>
    <w:rsid w:val="008C7ECD"/>
    <w:rsid w:val="008D4535"/>
    <w:rsid w:val="008E58E0"/>
    <w:rsid w:val="00913E33"/>
    <w:rsid w:val="00914E2C"/>
    <w:rsid w:val="00932C9C"/>
    <w:rsid w:val="00943625"/>
    <w:rsid w:val="0095232E"/>
    <w:rsid w:val="009834F7"/>
    <w:rsid w:val="00983A8D"/>
    <w:rsid w:val="00A11431"/>
    <w:rsid w:val="00A121E7"/>
    <w:rsid w:val="00A42CDA"/>
    <w:rsid w:val="00A749A5"/>
    <w:rsid w:val="00A83F19"/>
    <w:rsid w:val="00A84CD2"/>
    <w:rsid w:val="00AA5189"/>
    <w:rsid w:val="00AB29FE"/>
    <w:rsid w:val="00AB774B"/>
    <w:rsid w:val="00AB7B54"/>
    <w:rsid w:val="00AE0B73"/>
    <w:rsid w:val="00AF0C9B"/>
    <w:rsid w:val="00B21323"/>
    <w:rsid w:val="00B24F21"/>
    <w:rsid w:val="00B4008A"/>
    <w:rsid w:val="00B544FB"/>
    <w:rsid w:val="00B56E94"/>
    <w:rsid w:val="00B82421"/>
    <w:rsid w:val="00B829CF"/>
    <w:rsid w:val="00B844D8"/>
    <w:rsid w:val="00B9471E"/>
    <w:rsid w:val="00BA4788"/>
    <w:rsid w:val="00BA4E8C"/>
    <w:rsid w:val="00BD25E1"/>
    <w:rsid w:val="00BD689A"/>
    <w:rsid w:val="00BE19C6"/>
    <w:rsid w:val="00C41C46"/>
    <w:rsid w:val="00C63349"/>
    <w:rsid w:val="00C82097"/>
    <w:rsid w:val="00C965A8"/>
    <w:rsid w:val="00CA790D"/>
    <w:rsid w:val="00CB02F1"/>
    <w:rsid w:val="00CB406C"/>
    <w:rsid w:val="00CF56E3"/>
    <w:rsid w:val="00D1349C"/>
    <w:rsid w:val="00D14B64"/>
    <w:rsid w:val="00D24268"/>
    <w:rsid w:val="00D24365"/>
    <w:rsid w:val="00D572CF"/>
    <w:rsid w:val="00D64B39"/>
    <w:rsid w:val="00D650DB"/>
    <w:rsid w:val="00D735F9"/>
    <w:rsid w:val="00D96011"/>
    <w:rsid w:val="00DD6B8A"/>
    <w:rsid w:val="00DE28CF"/>
    <w:rsid w:val="00DE2FC1"/>
    <w:rsid w:val="00DE411A"/>
    <w:rsid w:val="00E1777C"/>
    <w:rsid w:val="00E22382"/>
    <w:rsid w:val="00E22E1C"/>
    <w:rsid w:val="00E32F9B"/>
    <w:rsid w:val="00E64659"/>
    <w:rsid w:val="00E70EF2"/>
    <w:rsid w:val="00E75A70"/>
    <w:rsid w:val="00E81F2A"/>
    <w:rsid w:val="00E9296E"/>
    <w:rsid w:val="00E93268"/>
    <w:rsid w:val="00EA69AE"/>
    <w:rsid w:val="00EB6157"/>
    <w:rsid w:val="00EB730F"/>
    <w:rsid w:val="00EC1D25"/>
    <w:rsid w:val="00ED77D3"/>
    <w:rsid w:val="00EE466D"/>
    <w:rsid w:val="00EE479F"/>
    <w:rsid w:val="00EF202D"/>
    <w:rsid w:val="00F33B0C"/>
    <w:rsid w:val="00F564E5"/>
    <w:rsid w:val="00F74CC3"/>
    <w:rsid w:val="00F83593"/>
    <w:rsid w:val="00F8371F"/>
    <w:rsid w:val="00F85F15"/>
    <w:rsid w:val="00FC212A"/>
    <w:rsid w:val="00FD385F"/>
    <w:rsid w:val="00FD56DB"/>
    <w:rsid w:val="00FE72BA"/>
    <w:rsid w:val="00FF07AA"/>
    <w:rsid w:val="00FF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A8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25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282B8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F61BF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355</TotalTime>
  <Pages>5</Pages>
  <Words>1158</Words>
  <Characters>6605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Нина</cp:lastModifiedBy>
  <cp:revision>35</cp:revision>
  <dcterms:created xsi:type="dcterms:W3CDTF">2021-10-27T12:38:00Z</dcterms:created>
  <dcterms:modified xsi:type="dcterms:W3CDTF">2024-10-04T09:50:00Z</dcterms:modified>
</cp:coreProperties>
</file>