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A4" w:rsidRPr="004262C8" w:rsidRDefault="00C606A4" w:rsidP="00426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УВЕДОМЛЕНИЕ</w:t>
      </w:r>
    </w:p>
    <w:p w:rsidR="00C606A4" w:rsidRDefault="00C606A4" w:rsidP="00426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75">
        <w:rPr>
          <w:rFonts w:ascii="Times New Roman" w:hAnsi="Times New Roman"/>
          <w:b/>
          <w:sz w:val="28"/>
          <w:szCs w:val="28"/>
        </w:rPr>
        <w:t xml:space="preserve">о проведении общественного обсуждения </w:t>
      </w:r>
    </w:p>
    <w:p w:rsidR="00C606A4" w:rsidRDefault="00C606A4" w:rsidP="00426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75">
        <w:rPr>
          <w:rFonts w:ascii="Times New Roman" w:hAnsi="Times New Roman"/>
          <w:b/>
          <w:sz w:val="28"/>
          <w:szCs w:val="28"/>
        </w:rPr>
        <w:t>проекта муниципальной программы</w:t>
      </w:r>
    </w:p>
    <w:p w:rsidR="00C606A4" w:rsidRPr="00AC5B75" w:rsidRDefault="00C606A4" w:rsidP="00426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06A4" w:rsidRDefault="00C606A4" w:rsidP="009D051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57C7">
        <w:rPr>
          <w:rFonts w:ascii="Times New Roman" w:hAnsi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Pr="009D051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муниципальной программы «Управление и распоряжение муниципальным имуществом муниципального района Похвистневский Самарской области на 2024-2028 годы</w:t>
      </w:r>
      <w:r w:rsidRPr="009D051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606A4" w:rsidRPr="006C622F" w:rsidRDefault="00C606A4" w:rsidP="00C657C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5" w:history="1">
        <w:r w:rsidRPr="006C622F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6C622F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6C622F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/>
          <w:sz w:val="28"/>
          <w:szCs w:val="28"/>
        </w:rPr>
        <w:t xml:space="preserve">, </w:t>
      </w:r>
      <w:r w:rsidRPr="006C622F">
        <w:rPr>
          <w:rFonts w:ascii="Times New Roman" w:hAnsi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/>
          <w:sz w:val="28"/>
          <w:szCs w:val="28"/>
        </w:rPr>
        <w:t>-</w:t>
      </w:r>
      <w:r w:rsidRPr="006C622F">
        <w:rPr>
          <w:rFonts w:ascii="Times New Roman" w:hAnsi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012FF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012FF5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012F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6C622F">
        <w:rPr>
          <w:rFonts w:ascii="Times New Roman" w:hAnsi="Times New Roman"/>
          <w:sz w:val="28"/>
          <w:szCs w:val="28"/>
        </w:rPr>
        <w:t>.</w:t>
      </w:r>
    </w:p>
    <w:p w:rsidR="00C606A4" w:rsidRDefault="00C606A4" w:rsidP="00C657C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Pr="005630EB">
        <w:rPr>
          <w:rFonts w:ascii="Times New Roman" w:hAnsi="Times New Roman"/>
          <w:sz w:val="28"/>
          <w:szCs w:val="28"/>
        </w:rPr>
        <w:t xml:space="preserve">09 </w:t>
      </w:r>
      <w:r>
        <w:rPr>
          <w:rFonts w:ascii="Times New Roman" w:hAnsi="Times New Roman"/>
          <w:sz w:val="28"/>
          <w:szCs w:val="28"/>
        </w:rPr>
        <w:t xml:space="preserve">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2023 г</w:t>
        </w:r>
      </w:smartTag>
      <w:r>
        <w:rPr>
          <w:rFonts w:ascii="Times New Roman" w:hAnsi="Times New Roman"/>
          <w:sz w:val="28"/>
          <w:szCs w:val="28"/>
        </w:rPr>
        <w:t xml:space="preserve">. по 15 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2023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C606A4" w:rsidRDefault="00C606A4" w:rsidP="00C657C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Диц Валентина Федоровна, главный бухгалтер. 446450, Самарская область, г. Похвистнево, ул. Ленинградская, д. 9, </w:t>
      </w:r>
      <w:hyperlink r:id="rId6" w:history="1">
        <w:r w:rsidRPr="0033085E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33085E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3085E">
          <w:rPr>
            <w:rStyle w:val="Hyperlink"/>
            <w:rFonts w:ascii="Times New Roman" w:hAnsi="Times New Roman"/>
            <w:sz w:val="28"/>
            <w:szCs w:val="28"/>
            <w:lang w:val="en-US"/>
          </w:rPr>
          <w:t>pohr</w:t>
        </w:r>
        <w:r w:rsidRPr="0033085E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3085E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286A5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286A5B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286A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6C62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телефон 8(84656) </w:t>
      </w:r>
      <w:bookmarkStart w:id="0" w:name="_GoBack"/>
      <w:bookmarkEnd w:id="0"/>
      <w:r w:rsidRPr="00286A5B">
        <w:rPr>
          <w:rFonts w:ascii="Times New Roman" w:hAnsi="Times New Roman"/>
          <w:sz w:val="28"/>
          <w:szCs w:val="28"/>
        </w:rPr>
        <w:t>2-12-48</w:t>
      </w:r>
      <w:r>
        <w:rPr>
          <w:rFonts w:ascii="Times New Roman" w:hAnsi="Times New Roman"/>
          <w:sz w:val="28"/>
          <w:szCs w:val="28"/>
        </w:rPr>
        <w:t>.</w:t>
      </w:r>
    </w:p>
    <w:p w:rsidR="00C606A4" w:rsidRPr="00AC5B75" w:rsidRDefault="00C606A4" w:rsidP="00AC5B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606A4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AD9"/>
    <w:rsid w:val="00000BA1"/>
    <w:rsid w:val="00012FF5"/>
    <w:rsid w:val="00105838"/>
    <w:rsid w:val="0015530B"/>
    <w:rsid w:val="00286A5B"/>
    <w:rsid w:val="0033085E"/>
    <w:rsid w:val="00351966"/>
    <w:rsid w:val="004262C8"/>
    <w:rsid w:val="0043198D"/>
    <w:rsid w:val="004C4A8B"/>
    <w:rsid w:val="005630EB"/>
    <w:rsid w:val="00651832"/>
    <w:rsid w:val="006A1631"/>
    <w:rsid w:val="006C622F"/>
    <w:rsid w:val="008438D2"/>
    <w:rsid w:val="008D0BF5"/>
    <w:rsid w:val="00911708"/>
    <w:rsid w:val="009A73CD"/>
    <w:rsid w:val="009D051F"/>
    <w:rsid w:val="00A10E04"/>
    <w:rsid w:val="00A466ED"/>
    <w:rsid w:val="00AC5B75"/>
    <w:rsid w:val="00C606A4"/>
    <w:rsid w:val="00C657C7"/>
    <w:rsid w:val="00D01FD3"/>
    <w:rsid w:val="00DC2BA9"/>
    <w:rsid w:val="00EE5A41"/>
    <w:rsid w:val="00FC4076"/>
    <w:rsid w:val="00F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8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57C7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C657C7"/>
    <w:rPr>
      <w:rFonts w:cs="Times New Roman"/>
      <w:color w:val="0000FF"/>
      <w:u w:val="single"/>
    </w:rPr>
  </w:style>
  <w:style w:type="character" w:customStyle="1" w:styleId="js-phone-number">
    <w:name w:val="js-phone-number"/>
    <w:basedOn w:val="DefaultParagraphFont"/>
    <w:uiPriority w:val="99"/>
    <w:rsid w:val="00C657C7"/>
    <w:rPr>
      <w:rFonts w:cs="Times New Roman"/>
    </w:rPr>
  </w:style>
  <w:style w:type="paragraph" w:styleId="ListParagraph">
    <w:name w:val="List Paragraph"/>
    <w:basedOn w:val="Normal"/>
    <w:uiPriority w:val="99"/>
    <w:qFormat/>
    <w:rsid w:val="00C6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166</Words>
  <Characters>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subject/>
  <dc:creator>Кудрявцева Е К</dc:creator>
  <cp:keywords/>
  <dc:description/>
  <cp:lastModifiedBy>Валентина Диц</cp:lastModifiedBy>
  <cp:revision>9</cp:revision>
  <dcterms:created xsi:type="dcterms:W3CDTF">2023-08-09T05:05:00Z</dcterms:created>
  <dcterms:modified xsi:type="dcterms:W3CDTF">2023-08-09T05:21:00Z</dcterms:modified>
</cp:coreProperties>
</file>