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E12" w:rsidRDefault="00EA4E12" w:rsidP="00DB081C">
      <w:pPr>
        <w:pStyle w:val="Heading1"/>
        <w:ind w:right="6398"/>
        <w:jc w:val="center"/>
      </w:pPr>
    </w:p>
    <w:p w:rsidR="00EA4E12" w:rsidRPr="007A6387" w:rsidRDefault="00EA4E12" w:rsidP="00DB081C">
      <w:pPr>
        <w:pStyle w:val="Heading1"/>
        <w:ind w:right="6398"/>
        <w:jc w:val="center"/>
        <w:rPr>
          <w:sz w:val="28"/>
          <w:szCs w:val="28"/>
        </w:rPr>
      </w:pPr>
      <w:r w:rsidRPr="007A6387">
        <w:rPr>
          <w:sz w:val="28"/>
          <w:szCs w:val="28"/>
        </w:rPr>
        <w:t>Финансовое управление</w:t>
      </w:r>
    </w:p>
    <w:p w:rsidR="00EA4E12" w:rsidRDefault="00EA4E12" w:rsidP="00DB081C">
      <w:pPr>
        <w:ind w:right="6398"/>
        <w:jc w:val="center"/>
        <w:rPr>
          <w:sz w:val="28"/>
        </w:rPr>
      </w:pPr>
      <w:r>
        <w:rPr>
          <w:sz w:val="28"/>
        </w:rPr>
        <w:t>Администрации</w:t>
      </w:r>
    </w:p>
    <w:p w:rsidR="00EA4E12" w:rsidRDefault="00EA4E12" w:rsidP="00DB081C">
      <w:pPr>
        <w:ind w:right="6398"/>
        <w:jc w:val="center"/>
        <w:rPr>
          <w:sz w:val="28"/>
        </w:rPr>
      </w:pPr>
      <w:r>
        <w:rPr>
          <w:sz w:val="28"/>
        </w:rPr>
        <w:t>муниципального района</w:t>
      </w:r>
    </w:p>
    <w:p w:rsidR="00EA4E12" w:rsidRDefault="00EA4E12" w:rsidP="00DB081C">
      <w:pPr>
        <w:ind w:right="6398"/>
        <w:jc w:val="center"/>
        <w:rPr>
          <w:sz w:val="28"/>
        </w:rPr>
      </w:pPr>
      <w:r>
        <w:rPr>
          <w:sz w:val="28"/>
        </w:rPr>
        <w:t>Похвистневский</w:t>
      </w:r>
    </w:p>
    <w:p w:rsidR="00EA4E12" w:rsidRDefault="00EA4E12" w:rsidP="00DB081C">
      <w:pPr>
        <w:ind w:right="6398"/>
        <w:jc w:val="center"/>
        <w:rPr>
          <w:b/>
          <w:sz w:val="28"/>
        </w:rPr>
      </w:pPr>
      <w:r>
        <w:rPr>
          <w:b/>
          <w:sz w:val="28"/>
        </w:rPr>
        <w:t>П Р И К А З</w:t>
      </w:r>
    </w:p>
    <w:p w:rsidR="00EA4E12" w:rsidRDefault="00EA4E12" w:rsidP="00DB081C">
      <w:pPr>
        <w:ind w:right="6398"/>
        <w:jc w:val="center"/>
      </w:pPr>
      <w:r>
        <w:rPr>
          <w:sz w:val="28"/>
        </w:rPr>
        <w:t xml:space="preserve">от 03.03.2023г. №15 </w:t>
      </w:r>
      <w:r w:rsidRPr="00EA10AA">
        <w:t xml:space="preserve"> </w:t>
      </w:r>
      <w:r w:rsidRPr="003264C5">
        <w:rPr>
          <w:sz w:val="28"/>
          <w:szCs w:val="28"/>
        </w:rPr>
        <w:t>г.Похвистнево</w:t>
      </w:r>
    </w:p>
    <w:p w:rsidR="00EA4E12" w:rsidRDefault="00EA4E12" w:rsidP="00945F59">
      <w:pPr>
        <w:rPr>
          <w:color w:val="000000"/>
          <w:sz w:val="20"/>
          <w:szCs w:val="20"/>
        </w:rPr>
      </w:pPr>
      <w:r w:rsidRPr="00945F59">
        <w:rPr>
          <w:color w:val="000000"/>
          <w:sz w:val="20"/>
          <w:szCs w:val="20"/>
        </w:rPr>
        <w:t>Об утверждении Порядка проведения операций за счет средств</w:t>
      </w:r>
    </w:p>
    <w:p w:rsidR="00EA4E12" w:rsidRPr="00945F59" w:rsidRDefault="00EA4E12" w:rsidP="00945F59">
      <w:pPr>
        <w:rPr>
          <w:sz w:val="20"/>
          <w:szCs w:val="20"/>
        </w:rPr>
      </w:pPr>
      <w:r w:rsidRPr="00945F59">
        <w:rPr>
          <w:color w:val="000000"/>
          <w:sz w:val="20"/>
          <w:szCs w:val="20"/>
        </w:rPr>
        <w:t xml:space="preserve">муниципальных </w:t>
      </w:r>
      <w:r w:rsidRPr="00945F59">
        <w:rPr>
          <w:sz w:val="20"/>
          <w:szCs w:val="20"/>
        </w:rPr>
        <w:t>бюджетных и автономных учреждений</w:t>
      </w:r>
    </w:p>
    <w:p w:rsidR="00EA4E12" w:rsidRDefault="00EA4E12" w:rsidP="00945F59">
      <w:pPr>
        <w:autoSpaceDE w:val="0"/>
        <w:autoSpaceDN w:val="0"/>
        <w:adjustRightInd w:val="0"/>
        <w:jc w:val="both"/>
        <w:rPr>
          <w:sz w:val="20"/>
          <w:szCs w:val="20"/>
        </w:rPr>
      </w:pPr>
      <w:r w:rsidRPr="00945F59">
        <w:rPr>
          <w:sz w:val="20"/>
          <w:szCs w:val="20"/>
        </w:rPr>
        <w:t>муниципального района Похвистневский</w:t>
      </w:r>
      <w:r>
        <w:rPr>
          <w:sz w:val="20"/>
          <w:szCs w:val="20"/>
        </w:rPr>
        <w:t xml:space="preserve"> </w:t>
      </w:r>
      <w:r w:rsidRPr="00945F59">
        <w:rPr>
          <w:sz w:val="20"/>
          <w:szCs w:val="20"/>
        </w:rPr>
        <w:t xml:space="preserve">Самарской области, </w:t>
      </w:r>
    </w:p>
    <w:p w:rsidR="00EA4E12" w:rsidRPr="00945F59" w:rsidRDefault="00EA4E12" w:rsidP="00945F59">
      <w:pPr>
        <w:autoSpaceDE w:val="0"/>
        <w:autoSpaceDN w:val="0"/>
        <w:adjustRightInd w:val="0"/>
        <w:jc w:val="both"/>
        <w:rPr>
          <w:sz w:val="20"/>
          <w:szCs w:val="20"/>
        </w:rPr>
      </w:pPr>
      <w:r w:rsidRPr="00945F59">
        <w:rPr>
          <w:sz w:val="20"/>
          <w:szCs w:val="20"/>
        </w:rPr>
        <w:t>муниципальных</w:t>
      </w:r>
      <w:r>
        <w:rPr>
          <w:sz w:val="20"/>
          <w:szCs w:val="20"/>
        </w:rPr>
        <w:t xml:space="preserve"> </w:t>
      </w:r>
      <w:r w:rsidRPr="00945F59">
        <w:rPr>
          <w:sz w:val="20"/>
          <w:szCs w:val="20"/>
        </w:rPr>
        <w:t>унитарных предприятий муниципального</w:t>
      </w:r>
    </w:p>
    <w:p w:rsidR="00EA4E12" w:rsidRDefault="00EA4E12" w:rsidP="00945F59">
      <w:pPr>
        <w:autoSpaceDE w:val="0"/>
        <w:autoSpaceDN w:val="0"/>
        <w:adjustRightInd w:val="0"/>
        <w:jc w:val="both"/>
        <w:rPr>
          <w:sz w:val="20"/>
          <w:szCs w:val="20"/>
        </w:rPr>
      </w:pPr>
      <w:r w:rsidRPr="00945F59">
        <w:rPr>
          <w:sz w:val="20"/>
          <w:szCs w:val="20"/>
        </w:rPr>
        <w:t>района Похвистневский Самарской области,</w:t>
      </w:r>
      <w:r>
        <w:rPr>
          <w:sz w:val="20"/>
          <w:szCs w:val="20"/>
        </w:rPr>
        <w:t xml:space="preserve"> </w:t>
      </w:r>
      <w:r w:rsidRPr="00945F59">
        <w:rPr>
          <w:sz w:val="20"/>
          <w:szCs w:val="20"/>
        </w:rPr>
        <w:t xml:space="preserve">лицевые счета </w:t>
      </w:r>
    </w:p>
    <w:p w:rsidR="00EA4E12" w:rsidRPr="00945F59" w:rsidRDefault="00EA4E12" w:rsidP="00945F59">
      <w:pPr>
        <w:autoSpaceDE w:val="0"/>
        <w:autoSpaceDN w:val="0"/>
        <w:adjustRightInd w:val="0"/>
        <w:jc w:val="both"/>
        <w:rPr>
          <w:sz w:val="20"/>
          <w:szCs w:val="20"/>
        </w:rPr>
      </w:pPr>
      <w:r w:rsidRPr="00945F59">
        <w:rPr>
          <w:sz w:val="20"/>
          <w:szCs w:val="20"/>
        </w:rPr>
        <w:t>которых открыты в</w:t>
      </w:r>
      <w:r>
        <w:rPr>
          <w:sz w:val="20"/>
          <w:szCs w:val="20"/>
        </w:rPr>
        <w:t xml:space="preserve"> </w:t>
      </w:r>
      <w:r w:rsidRPr="00945F59">
        <w:rPr>
          <w:sz w:val="20"/>
          <w:szCs w:val="20"/>
        </w:rPr>
        <w:t>Финансовом управлении Администрации</w:t>
      </w:r>
    </w:p>
    <w:p w:rsidR="00EA4E12" w:rsidRPr="00945F59" w:rsidRDefault="00EA4E12" w:rsidP="00945F59">
      <w:pPr>
        <w:autoSpaceDE w:val="0"/>
        <w:autoSpaceDN w:val="0"/>
        <w:adjustRightInd w:val="0"/>
        <w:jc w:val="both"/>
        <w:rPr>
          <w:sz w:val="20"/>
          <w:szCs w:val="20"/>
        </w:rPr>
      </w:pPr>
      <w:r w:rsidRPr="00945F59">
        <w:rPr>
          <w:sz w:val="20"/>
          <w:szCs w:val="20"/>
        </w:rPr>
        <w:t>муниципального района Похвистневский</w:t>
      </w:r>
      <w:r>
        <w:rPr>
          <w:sz w:val="20"/>
          <w:szCs w:val="20"/>
        </w:rPr>
        <w:t xml:space="preserve"> </w:t>
      </w:r>
      <w:r w:rsidRPr="00945F59">
        <w:rPr>
          <w:sz w:val="20"/>
          <w:szCs w:val="20"/>
        </w:rPr>
        <w:t>Самарской области</w:t>
      </w:r>
    </w:p>
    <w:p w:rsidR="00EA4E12" w:rsidRDefault="00EA4E12" w:rsidP="001E51BF">
      <w:pPr>
        <w:autoSpaceDE w:val="0"/>
        <w:autoSpaceDN w:val="0"/>
        <w:adjustRightInd w:val="0"/>
        <w:spacing w:line="276" w:lineRule="auto"/>
        <w:ind w:firstLine="540"/>
        <w:jc w:val="both"/>
        <w:rPr>
          <w:sz w:val="28"/>
          <w:szCs w:val="28"/>
        </w:rPr>
      </w:pPr>
    </w:p>
    <w:p w:rsidR="00EA4E12" w:rsidRPr="00945F59" w:rsidRDefault="00EA4E12" w:rsidP="00945F59">
      <w:pPr>
        <w:autoSpaceDE w:val="0"/>
        <w:autoSpaceDN w:val="0"/>
        <w:adjustRightInd w:val="0"/>
        <w:ind w:firstLine="540"/>
        <w:jc w:val="both"/>
        <w:rPr>
          <w:sz w:val="28"/>
          <w:szCs w:val="28"/>
        </w:rPr>
      </w:pPr>
      <w:r w:rsidRPr="00945F59">
        <w:rPr>
          <w:sz w:val="28"/>
          <w:szCs w:val="28"/>
        </w:rPr>
        <w:t xml:space="preserve">В соответствии с </w:t>
      </w:r>
      <w:hyperlink r:id="rId5" w:history="1">
        <w:r w:rsidRPr="00945F59">
          <w:rPr>
            <w:color w:val="0000FF"/>
            <w:sz w:val="28"/>
            <w:szCs w:val="28"/>
          </w:rPr>
          <w:t>Положени</w:t>
        </w:r>
      </w:hyperlink>
      <w:r w:rsidRPr="00945F59">
        <w:rPr>
          <w:color w:val="0000FF"/>
          <w:sz w:val="28"/>
          <w:szCs w:val="28"/>
        </w:rPr>
        <w:t>ем</w:t>
      </w:r>
      <w:r w:rsidRPr="00945F59">
        <w:rPr>
          <w:sz w:val="28"/>
          <w:szCs w:val="28"/>
        </w:rPr>
        <w:t xml:space="preserve"> о Финансовом управлении Администрации муниципального района Похвистневский Самарской области, утвержденного постановлением Администрации муниципального района Похвистневский Самарской области от 19.07.2019 N 492                 </w:t>
      </w:r>
    </w:p>
    <w:p w:rsidR="00EA4E12" w:rsidRPr="00945F59" w:rsidRDefault="00EA4E12" w:rsidP="00945F59">
      <w:pPr>
        <w:autoSpaceDE w:val="0"/>
        <w:autoSpaceDN w:val="0"/>
        <w:adjustRightInd w:val="0"/>
        <w:ind w:firstLine="540"/>
        <w:jc w:val="center"/>
        <w:rPr>
          <w:b/>
          <w:sz w:val="28"/>
          <w:szCs w:val="28"/>
        </w:rPr>
      </w:pPr>
      <w:r w:rsidRPr="00945F59">
        <w:rPr>
          <w:b/>
          <w:sz w:val="28"/>
          <w:szCs w:val="28"/>
        </w:rPr>
        <w:t>ПРИКАЗЫВАЮ:</w:t>
      </w:r>
    </w:p>
    <w:p w:rsidR="00EA4E12" w:rsidRPr="00945F59" w:rsidRDefault="00EA4E12" w:rsidP="00945F59">
      <w:pPr>
        <w:pStyle w:val="ConsPlusNormal"/>
        <w:jc w:val="both"/>
        <w:rPr>
          <w:rFonts w:ascii="Times New Roman" w:hAnsi="Times New Roman" w:cs="Times New Roman"/>
          <w:sz w:val="28"/>
          <w:szCs w:val="28"/>
        </w:rPr>
      </w:pPr>
      <w:r w:rsidRPr="00945F59">
        <w:rPr>
          <w:rFonts w:ascii="Times New Roman" w:hAnsi="Times New Roman" w:cs="Times New Roman"/>
          <w:sz w:val="28"/>
          <w:szCs w:val="28"/>
        </w:rPr>
        <w:t xml:space="preserve">   </w:t>
      </w:r>
      <w:r w:rsidRPr="00945F59">
        <w:rPr>
          <w:rFonts w:ascii="Times New Roman" w:hAnsi="Times New Roman" w:cs="Times New Roman"/>
          <w:sz w:val="28"/>
          <w:szCs w:val="28"/>
        </w:rPr>
        <w:tab/>
        <w:t xml:space="preserve">1. Утвердить прилагаемый </w:t>
      </w:r>
      <w:hyperlink w:anchor="Par44" w:tooltip="Ссылка на текущий документ" w:history="1">
        <w:r w:rsidRPr="00945F59">
          <w:rPr>
            <w:rFonts w:ascii="Times New Roman" w:hAnsi="Times New Roman" w:cs="Times New Roman"/>
            <w:color w:val="0000FF"/>
            <w:sz w:val="28"/>
            <w:szCs w:val="28"/>
          </w:rPr>
          <w:t>Порядок</w:t>
        </w:r>
      </w:hyperlink>
      <w:r w:rsidRPr="00945F59">
        <w:rPr>
          <w:rFonts w:ascii="Times New Roman" w:hAnsi="Times New Roman" w:cs="Times New Roman"/>
          <w:sz w:val="28"/>
          <w:szCs w:val="28"/>
        </w:rPr>
        <w:t xml:space="preserve"> проведения операций за счет средств муниципальных бюджетных и автономных учреждений муниципального района  Похвистневский Самарской области, муниципальных унитарных предприятий муниципального района Похвистневский Самарской области, лицевые счета которых открыты в Финансовом управлении Администрации муниципального района Похвистневский Самарской области.</w:t>
      </w:r>
    </w:p>
    <w:p w:rsidR="00EA4E12" w:rsidRPr="00945F59" w:rsidRDefault="00EA4E12" w:rsidP="00945F59">
      <w:pPr>
        <w:pStyle w:val="ConsPlusNonformat"/>
        <w:jc w:val="both"/>
        <w:rPr>
          <w:rFonts w:ascii="Times New Roman" w:hAnsi="Times New Roman" w:cs="Times New Roman"/>
          <w:sz w:val="28"/>
          <w:szCs w:val="28"/>
        </w:rPr>
      </w:pPr>
      <w:r w:rsidRPr="00945F59">
        <w:rPr>
          <w:rFonts w:ascii="Times New Roman" w:hAnsi="Times New Roman" w:cs="Times New Roman"/>
          <w:sz w:val="28"/>
          <w:szCs w:val="28"/>
        </w:rPr>
        <w:t xml:space="preserve">            2. Контроль за исполнением настоящего Приказа возложить на заместителя руководителя – начальника бюджетного отдела Молянову Л.Л., заместителя руководителя - начальника отдела бухгалтерского учета и отчетности Курину Н.В., начальника отдела казначейского исполнения бюджета Сусманову Л.А.</w:t>
      </w:r>
    </w:p>
    <w:p w:rsidR="00EA4E12" w:rsidRPr="00945F59" w:rsidRDefault="00EA4E12" w:rsidP="00945F59">
      <w:pPr>
        <w:pStyle w:val="NoSpacing"/>
        <w:jc w:val="both"/>
        <w:rPr>
          <w:rFonts w:ascii="Times New Roman" w:hAnsi="Times New Roman"/>
          <w:sz w:val="28"/>
          <w:szCs w:val="28"/>
        </w:rPr>
      </w:pPr>
      <w:r w:rsidRPr="00945F59">
        <w:rPr>
          <w:rFonts w:ascii="Times New Roman" w:hAnsi="Times New Roman"/>
          <w:sz w:val="28"/>
          <w:szCs w:val="28"/>
        </w:rPr>
        <w:t xml:space="preserve">            3. Признать утратившим силу </w:t>
      </w:r>
      <w:hyperlink r:id="rId6" w:history="1">
        <w:r w:rsidRPr="00945F59">
          <w:rPr>
            <w:rFonts w:ascii="Times New Roman" w:hAnsi="Times New Roman"/>
            <w:color w:val="0000FF"/>
            <w:sz w:val="28"/>
            <w:szCs w:val="28"/>
          </w:rPr>
          <w:t>приказ</w:t>
        </w:r>
      </w:hyperlink>
      <w:r w:rsidRPr="00945F59">
        <w:rPr>
          <w:rFonts w:ascii="Times New Roman" w:hAnsi="Times New Roman"/>
          <w:sz w:val="28"/>
          <w:szCs w:val="28"/>
        </w:rPr>
        <w:t xml:space="preserve"> Финансового управления Администрации муниципального района Похвис</w:t>
      </w:r>
      <w:r>
        <w:rPr>
          <w:rFonts w:ascii="Times New Roman" w:hAnsi="Times New Roman"/>
          <w:sz w:val="28"/>
          <w:szCs w:val="28"/>
        </w:rPr>
        <w:t>тневский  Самарской области от 01.03</w:t>
      </w:r>
      <w:r w:rsidRPr="00945F59">
        <w:rPr>
          <w:rFonts w:ascii="Times New Roman" w:hAnsi="Times New Roman"/>
          <w:sz w:val="28"/>
          <w:szCs w:val="28"/>
        </w:rPr>
        <w:t>.202</w:t>
      </w:r>
      <w:r>
        <w:rPr>
          <w:rFonts w:ascii="Times New Roman" w:hAnsi="Times New Roman"/>
          <w:sz w:val="28"/>
          <w:szCs w:val="28"/>
        </w:rPr>
        <w:t>2</w:t>
      </w:r>
      <w:r w:rsidRPr="00945F59">
        <w:rPr>
          <w:rFonts w:ascii="Times New Roman" w:hAnsi="Times New Roman"/>
          <w:sz w:val="28"/>
          <w:szCs w:val="28"/>
        </w:rPr>
        <w:t xml:space="preserve">  N7  "Об утверждении Порядка проведения  операций за счет средств муниципальных бюджетных и автономных учреждений муниципального района Похвистневский Самарской области, муниципальных унитарных предприятий муниципального района Похвистневский Самарской области, лицевые счета которых открыты в Финансовом управлении Администрации муниципального района Похвистневский Самарской области".</w:t>
      </w:r>
    </w:p>
    <w:p w:rsidR="00EA4E12" w:rsidRPr="0095321E" w:rsidRDefault="00EA4E12" w:rsidP="009F1403">
      <w:pPr>
        <w:pStyle w:val="ConsPlusNormal"/>
        <w:jc w:val="both"/>
        <w:rPr>
          <w:rFonts w:ascii="Times New Roman" w:hAnsi="Times New Roman" w:cs="Times New Roman"/>
          <w:sz w:val="28"/>
          <w:szCs w:val="28"/>
        </w:rPr>
      </w:pPr>
      <w:r w:rsidRPr="0095321E">
        <w:rPr>
          <w:rFonts w:ascii="Times New Roman" w:hAnsi="Times New Roman" w:cs="Times New Roman"/>
          <w:sz w:val="28"/>
          <w:szCs w:val="28"/>
        </w:rPr>
        <w:t xml:space="preserve">        4.Настоящий Приказ вступает в силу </w:t>
      </w:r>
      <w:r>
        <w:rPr>
          <w:rFonts w:ascii="Times New Roman" w:hAnsi="Times New Roman" w:cs="Times New Roman"/>
          <w:sz w:val="28"/>
          <w:szCs w:val="28"/>
        </w:rPr>
        <w:t>со дня подписания</w:t>
      </w:r>
      <w:r w:rsidRPr="0095321E">
        <w:rPr>
          <w:rFonts w:ascii="Times New Roman" w:hAnsi="Times New Roman" w:cs="Times New Roman"/>
          <w:sz w:val="28"/>
          <w:szCs w:val="28"/>
        </w:rPr>
        <w:t xml:space="preserve"> </w:t>
      </w:r>
      <w:r>
        <w:rPr>
          <w:rFonts w:ascii="Times New Roman" w:hAnsi="Times New Roman"/>
          <w:sz w:val="28"/>
          <w:szCs w:val="28"/>
        </w:rPr>
        <w:t>и распространяет свое действие на правоотношения, возникшие при исполнении бюджета с 1 января 2023 года.</w:t>
      </w:r>
    </w:p>
    <w:p w:rsidR="00EA4E12" w:rsidRPr="0095321E" w:rsidRDefault="00EA4E12" w:rsidP="009F1403">
      <w:pPr>
        <w:pStyle w:val="ConsPlusNormal"/>
        <w:jc w:val="both"/>
        <w:rPr>
          <w:rFonts w:ascii="Times New Roman" w:hAnsi="Times New Roman" w:cs="Times New Roman"/>
          <w:sz w:val="28"/>
          <w:szCs w:val="28"/>
        </w:rPr>
      </w:pPr>
      <w:r w:rsidRPr="0095321E">
        <w:rPr>
          <w:rFonts w:ascii="Times New Roman" w:hAnsi="Times New Roman" w:cs="Times New Roman"/>
          <w:sz w:val="28"/>
          <w:szCs w:val="28"/>
        </w:rPr>
        <w:t xml:space="preserve">    5.Разместить настоящий Приказ на сайте Администрации района  в сети Интернет.</w:t>
      </w:r>
    </w:p>
    <w:p w:rsidR="00EA4E12" w:rsidRPr="00945F59" w:rsidRDefault="00EA4E12" w:rsidP="00945F59">
      <w:pPr>
        <w:rPr>
          <w:sz w:val="28"/>
          <w:szCs w:val="28"/>
        </w:rPr>
      </w:pPr>
    </w:p>
    <w:p w:rsidR="00EA4E12" w:rsidRPr="00945F59" w:rsidRDefault="00EA4E12" w:rsidP="00945F59">
      <w:pPr>
        <w:rPr>
          <w:sz w:val="28"/>
          <w:szCs w:val="28"/>
        </w:rPr>
      </w:pPr>
      <w:r w:rsidRPr="00945F59">
        <w:rPr>
          <w:sz w:val="28"/>
          <w:szCs w:val="28"/>
        </w:rPr>
        <w:t>Руководитель финансового управления</w:t>
      </w:r>
    </w:p>
    <w:p w:rsidR="00EA4E12" w:rsidRPr="00945F59" w:rsidRDefault="00EA4E12" w:rsidP="00945F59">
      <w:pPr>
        <w:rPr>
          <w:sz w:val="28"/>
          <w:szCs w:val="28"/>
        </w:rPr>
      </w:pPr>
      <w:r w:rsidRPr="00945F59">
        <w:rPr>
          <w:sz w:val="28"/>
          <w:szCs w:val="28"/>
        </w:rPr>
        <w:t>Администрации муниципального района</w:t>
      </w:r>
    </w:p>
    <w:p w:rsidR="00EA4E12" w:rsidRPr="00945F59" w:rsidRDefault="00EA4E12" w:rsidP="00945F59">
      <w:pPr>
        <w:rPr>
          <w:sz w:val="28"/>
          <w:szCs w:val="28"/>
        </w:rPr>
      </w:pPr>
      <w:r w:rsidRPr="00945F59">
        <w:rPr>
          <w:sz w:val="28"/>
          <w:szCs w:val="28"/>
        </w:rPr>
        <w:t>Похвистневский                                                                                 Г.Т. Нечаева</w:t>
      </w:r>
    </w:p>
    <w:p w:rsidR="00EA4E12" w:rsidRPr="00945F59" w:rsidRDefault="00EA4E12" w:rsidP="00945F59">
      <w:pPr>
        <w:autoSpaceDE w:val="0"/>
        <w:autoSpaceDN w:val="0"/>
        <w:adjustRightInd w:val="0"/>
        <w:ind w:firstLine="540"/>
        <w:jc w:val="both"/>
        <w:rPr>
          <w:sz w:val="28"/>
          <w:szCs w:val="28"/>
        </w:rPr>
      </w:pPr>
    </w:p>
    <w:p w:rsidR="00EA4E12" w:rsidRPr="00B92749" w:rsidRDefault="00EA4E12" w:rsidP="009B21CF">
      <w:pPr>
        <w:autoSpaceDE w:val="0"/>
        <w:autoSpaceDN w:val="0"/>
        <w:adjustRightInd w:val="0"/>
        <w:ind w:firstLine="540"/>
        <w:jc w:val="both"/>
      </w:pPr>
    </w:p>
    <w:p w:rsidR="00EA4E12" w:rsidRPr="009B21CF" w:rsidRDefault="00EA4E12" w:rsidP="007D4D61">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Утвержден </w:t>
      </w:r>
      <w:r w:rsidRPr="009B21CF">
        <w:rPr>
          <w:rFonts w:ascii="Times New Roman" w:hAnsi="Times New Roman" w:cs="Times New Roman"/>
          <w:sz w:val="24"/>
          <w:szCs w:val="24"/>
        </w:rPr>
        <w:t xml:space="preserve"> Приказ</w:t>
      </w:r>
      <w:r>
        <w:rPr>
          <w:rFonts w:ascii="Times New Roman" w:hAnsi="Times New Roman" w:cs="Times New Roman"/>
          <w:sz w:val="24"/>
          <w:szCs w:val="24"/>
        </w:rPr>
        <w:t>ом</w:t>
      </w:r>
      <w:r w:rsidRPr="009B21CF">
        <w:rPr>
          <w:rFonts w:ascii="Times New Roman" w:hAnsi="Times New Roman" w:cs="Times New Roman"/>
          <w:sz w:val="24"/>
          <w:szCs w:val="24"/>
        </w:rPr>
        <w:t xml:space="preserve">      </w:t>
      </w:r>
    </w:p>
    <w:p w:rsidR="00EA4E12" w:rsidRPr="009B21CF" w:rsidRDefault="00EA4E12" w:rsidP="009B21CF">
      <w:pPr>
        <w:pStyle w:val="ConsPlusNormal"/>
        <w:jc w:val="right"/>
        <w:rPr>
          <w:rFonts w:ascii="Times New Roman" w:hAnsi="Times New Roman" w:cs="Times New Roman"/>
          <w:sz w:val="24"/>
          <w:szCs w:val="24"/>
        </w:rPr>
      </w:pPr>
      <w:r w:rsidRPr="009B21CF">
        <w:rPr>
          <w:rFonts w:ascii="Times New Roman" w:hAnsi="Times New Roman" w:cs="Times New Roman"/>
          <w:sz w:val="24"/>
          <w:szCs w:val="24"/>
        </w:rPr>
        <w:t>Финансового управления Администрации</w:t>
      </w:r>
    </w:p>
    <w:p w:rsidR="00EA4E12" w:rsidRPr="009B21CF" w:rsidRDefault="00EA4E12" w:rsidP="009B21CF">
      <w:pPr>
        <w:pStyle w:val="ConsPlusNormal"/>
        <w:jc w:val="right"/>
        <w:rPr>
          <w:rFonts w:ascii="Times New Roman" w:hAnsi="Times New Roman" w:cs="Times New Roman"/>
          <w:sz w:val="24"/>
          <w:szCs w:val="24"/>
        </w:rPr>
      </w:pPr>
      <w:r w:rsidRPr="009B21CF">
        <w:rPr>
          <w:rFonts w:ascii="Times New Roman" w:hAnsi="Times New Roman" w:cs="Times New Roman"/>
          <w:sz w:val="24"/>
          <w:szCs w:val="24"/>
        </w:rPr>
        <w:t xml:space="preserve"> муниципального района Похвистневский</w:t>
      </w:r>
    </w:p>
    <w:p w:rsidR="00EA4E12" w:rsidRDefault="00EA4E12" w:rsidP="00BD3019">
      <w:pPr>
        <w:pStyle w:val="ConsPlusNormal"/>
        <w:jc w:val="center"/>
        <w:rPr>
          <w:rFonts w:ascii="Times New Roman" w:hAnsi="Times New Roman" w:cs="Times New Roman"/>
          <w:bCs/>
          <w:sz w:val="28"/>
          <w:szCs w:val="28"/>
        </w:rPr>
      </w:pPr>
      <w:r>
        <w:rPr>
          <w:rFonts w:ascii="Times New Roman" w:hAnsi="Times New Roman" w:cs="Times New Roman"/>
          <w:sz w:val="24"/>
          <w:szCs w:val="24"/>
        </w:rPr>
        <w:t xml:space="preserve">                                                                  </w:t>
      </w:r>
      <w:r w:rsidRPr="009B21CF">
        <w:rPr>
          <w:rFonts w:ascii="Times New Roman" w:hAnsi="Times New Roman" w:cs="Times New Roman"/>
          <w:sz w:val="24"/>
          <w:szCs w:val="24"/>
        </w:rPr>
        <w:t xml:space="preserve"> Самарской области</w:t>
      </w:r>
      <w:r>
        <w:rPr>
          <w:rFonts w:ascii="Times New Roman" w:hAnsi="Times New Roman" w:cs="Times New Roman"/>
          <w:sz w:val="24"/>
          <w:szCs w:val="24"/>
        </w:rPr>
        <w:t xml:space="preserve"> от </w:t>
      </w:r>
      <w:bookmarkStart w:id="0" w:name="Par44"/>
      <w:bookmarkEnd w:id="0"/>
      <w:r>
        <w:rPr>
          <w:rFonts w:ascii="Times New Roman" w:hAnsi="Times New Roman" w:cs="Times New Roman"/>
          <w:sz w:val="24"/>
          <w:szCs w:val="24"/>
        </w:rPr>
        <w:t xml:space="preserve"> 03.03.2023г. № 15</w:t>
      </w:r>
    </w:p>
    <w:p w:rsidR="00EA4E12" w:rsidRDefault="00EA4E12" w:rsidP="009B21CF">
      <w:pPr>
        <w:pStyle w:val="ConsPlusNormal"/>
        <w:jc w:val="center"/>
        <w:rPr>
          <w:rFonts w:ascii="Times New Roman" w:hAnsi="Times New Roman" w:cs="Times New Roman"/>
          <w:bCs/>
          <w:sz w:val="28"/>
          <w:szCs w:val="28"/>
        </w:rPr>
      </w:pPr>
    </w:p>
    <w:p w:rsidR="00EA4E12" w:rsidRDefault="00EA4E12" w:rsidP="009B21CF">
      <w:pPr>
        <w:pStyle w:val="ConsPlusNormal"/>
        <w:jc w:val="center"/>
        <w:rPr>
          <w:rFonts w:ascii="Times New Roman" w:hAnsi="Times New Roman" w:cs="Times New Roman"/>
          <w:bCs/>
          <w:sz w:val="28"/>
          <w:szCs w:val="28"/>
        </w:rPr>
      </w:pPr>
    </w:p>
    <w:p w:rsidR="00EA4E12" w:rsidRDefault="00EA4E12" w:rsidP="009B21CF">
      <w:pPr>
        <w:pStyle w:val="ConsPlusNormal"/>
        <w:jc w:val="center"/>
        <w:rPr>
          <w:rFonts w:ascii="Times New Roman" w:hAnsi="Times New Roman" w:cs="Times New Roman"/>
          <w:bCs/>
          <w:sz w:val="28"/>
          <w:szCs w:val="28"/>
        </w:rPr>
      </w:pPr>
    </w:p>
    <w:p w:rsidR="00EA4E12" w:rsidRDefault="00EA4E12" w:rsidP="009B21CF">
      <w:pPr>
        <w:pStyle w:val="ConsPlusNormal"/>
        <w:jc w:val="center"/>
        <w:rPr>
          <w:rFonts w:ascii="Times New Roman" w:hAnsi="Times New Roman" w:cs="Times New Roman"/>
          <w:bCs/>
          <w:sz w:val="28"/>
          <w:szCs w:val="28"/>
        </w:rPr>
      </w:pPr>
    </w:p>
    <w:p w:rsidR="00EA4E12" w:rsidRPr="009B21CF" w:rsidRDefault="00EA4E12" w:rsidP="009B21CF">
      <w:pPr>
        <w:pStyle w:val="ConsPlusNormal"/>
        <w:jc w:val="center"/>
        <w:rPr>
          <w:rFonts w:ascii="Times New Roman" w:hAnsi="Times New Roman" w:cs="Times New Roman"/>
          <w:bCs/>
          <w:sz w:val="28"/>
          <w:szCs w:val="28"/>
        </w:rPr>
      </w:pPr>
      <w:r w:rsidRPr="009B21CF">
        <w:rPr>
          <w:rFonts w:ascii="Times New Roman" w:hAnsi="Times New Roman" w:cs="Times New Roman"/>
          <w:bCs/>
          <w:sz w:val="28"/>
          <w:szCs w:val="28"/>
        </w:rPr>
        <w:t>ПОРЯДОК</w:t>
      </w:r>
    </w:p>
    <w:p w:rsidR="00EA4E12" w:rsidRPr="009B21CF" w:rsidRDefault="00EA4E12" w:rsidP="009B21CF">
      <w:pPr>
        <w:pStyle w:val="ConsPlusNormal"/>
        <w:jc w:val="center"/>
        <w:rPr>
          <w:rFonts w:ascii="Times New Roman" w:hAnsi="Times New Roman" w:cs="Times New Roman"/>
          <w:sz w:val="28"/>
          <w:szCs w:val="28"/>
        </w:rPr>
      </w:pPr>
      <w:r w:rsidRPr="009B21CF">
        <w:rPr>
          <w:rFonts w:ascii="Times New Roman" w:hAnsi="Times New Roman" w:cs="Times New Roman"/>
          <w:sz w:val="28"/>
          <w:szCs w:val="28"/>
        </w:rPr>
        <w:t xml:space="preserve">проведения  операций </w:t>
      </w:r>
      <w:r>
        <w:rPr>
          <w:rFonts w:ascii="Times New Roman" w:hAnsi="Times New Roman" w:cs="Times New Roman"/>
          <w:sz w:val="28"/>
          <w:szCs w:val="28"/>
        </w:rPr>
        <w:t>за счет</w:t>
      </w:r>
      <w:r w:rsidRPr="009B21CF">
        <w:rPr>
          <w:rFonts w:ascii="Times New Roman" w:hAnsi="Times New Roman" w:cs="Times New Roman"/>
          <w:sz w:val="28"/>
          <w:szCs w:val="28"/>
        </w:rPr>
        <w:t xml:space="preserve"> средств</w:t>
      </w:r>
      <w:r>
        <w:rPr>
          <w:rFonts w:ascii="Times New Roman" w:hAnsi="Times New Roman" w:cs="Times New Roman"/>
          <w:sz w:val="28"/>
          <w:szCs w:val="28"/>
        </w:rPr>
        <w:t xml:space="preserve"> </w:t>
      </w:r>
      <w:r w:rsidRPr="009B21CF">
        <w:rPr>
          <w:rFonts w:ascii="Times New Roman" w:hAnsi="Times New Roman" w:cs="Times New Roman"/>
          <w:sz w:val="28"/>
          <w:szCs w:val="28"/>
        </w:rPr>
        <w:t>муниципальных бюджетных и автономных учреждений муниципального района  Похвистневский Самарской области, муниципальных унитарных предприятий муниципального района Похвистневский Самарской области, лицевые счета которых открыты в Финансовом управлении Администрации муниципального района Похвистневский Самарской области</w:t>
      </w:r>
    </w:p>
    <w:p w:rsidR="00EA4E12" w:rsidRPr="009B21CF" w:rsidRDefault="00EA4E12" w:rsidP="009B21CF">
      <w:pPr>
        <w:pStyle w:val="ConsPlusNormal"/>
        <w:jc w:val="both"/>
        <w:rPr>
          <w:rFonts w:ascii="Times New Roman" w:hAnsi="Times New Roman" w:cs="Times New Roman"/>
          <w:sz w:val="28"/>
          <w:szCs w:val="28"/>
        </w:rPr>
      </w:pPr>
    </w:p>
    <w:p w:rsidR="00EA4E12" w:rsidRPr="009B21CF" w:rsidRDefault="00EA4E12" w:rsidP="009B21CF">
      <w:pPr>
        <w:widowControl w:val="0"/>
        <w:autoSpaceDE w:val="0"/>
        <w:autoSpaceDN w:val="0"/>
        <w:adjustRightInd w:val="0"/>
        <w:jc w:val="center"/>
        <w:outlineLvl w:val="1"/>
        <w:rPr>
          <w:rFonts w:cs="Calibri"/>
          <w:sz w:val="28"/>
          <w:szCs w:val="28"/>
        </w:rPr>
      </w:pPr>
      <w:bookmarkStart w:id="1" w:name="Par57"/>
      <w:bookmarkEnd w:id="1"/>
      <w:r w:rsidRPr="009B21CF">
        <w:rPr>
          <w:rFonts w:cs="Calibri"/>
          <w:sz w:val="28"/>
          <w:szCs w:val="28"/>
        </w:rPr>
        <w:t>1. Общие положения</w:t>
      </w:r>
    </w:p>
    <w:p w:rsidR="00EA4E12" w:rsidRPr="009B21CF" w:rsidRDefault="00EA4E12" w:rsidP="009B21CF">
      <w:pPr>
        <w:widowControl w:val="0"/>
        <w:autoSpaceDE w:val="0"/>
        <w:autoSpaceDN w:val="0"/>
        <w:adjustRightInd w:val="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1.1. Настоящий Порядок регламентирует процедуру проведения  операций со средствами</w:t>
      </w:r>
      <w:r>
        <w:rPr>
          <w:rFonts w:cs="Calibri"/>
          <w:sz w:val="28"/>
          <w:szCs w:val="28"/>
        </w:rPr>
        <w:t xml:space="preserve"> клиентов</w:t>
      </w:r>
      <w:r w:rsidRPr="009B21CF">
        <w:rPr>
          <w:rFonts w:cs="Calibri"/>
          <w:sz w:val="28"/>
          <w:szCs w:val="28"/>
        </w:rPr>
        <w:t>, на лицевых счетах, открытых им в Финансовом управлении Администрации муниципального района Похвистневский Самарской области (далее – Финансовое управление)</w:t>
      </w:r>
      <w:r>
        <w:rPr>
          <w:rFonts w:cs="Calibri"/>
          <w:sz w:val="28"/>
          <w:szCs w:val="28"/>
        </w:rPr>
        <w:t>, в том числе: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порядок отражения поступлений;</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порядок осуществления перечислений за счет средств, в отношении которых в соответствии с настоящим Порядком не осуществляется санкционирование оплаты денежных обязательств (далее – санкционирование);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порядок осуществления перечислений за счет средств, в отношении которых в соответствии с настоящим Порядком осуществляется санкционирование.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1.2. В целях настоящего Порядка под средствами, в отношении которых не осуществляется санкционирование, понимаются:</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средства, поступающие во временное распоряжение;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средства от предпринимательской и иной приносящей доход деятельности (далее – средства от приносящей доход деятельности);</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средства субсидий бюджетным и автономным учреждениям на финансовое обеспечение выполнения ими муниципального задания, предоставленных в соответствии с абзацем первым статьи 78.1 Бюджетного кодекса Российской Федерации (далее – субсидия на муниципальное задание);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средства субсидий, предоставленных на основании абзаца второго пункта 1 статьи 78.1 в целях осуществления выплат по оплате труда и начислений на выплаты по оплате труда и пункта 1 статьи 78.2 Бюджетного кодекса Российской Федерации (далее – целевая субсидия и субсидия на капитальные вложения),</w:t>
      </w:r>
      <w:r w:rsidRPr="00BC5583">
        <w:rPr>
          <w:rFonts w:cs="Calibri"/>
          <w:sz w:val="28"/>
          <w:szCs w:val="28"/>
        </w:rPr>
        <w:t xml:space="preserve"> </w:t>
      </w:r>
      <w:r>
        <w:rPr>
          <w:rFonts w:cs="Calibri"/>
          <w:sz w:val="28"/>
          <w:szCs w:val="28"/>
        </w:rPr>
        <w:t>в целях осуществления выплат по оплате труда и начислений на выплаты по оплате труда.</w:t>
      </w:r>
    </w:p>
    <w:p w:rsidR="00EA4E12" w:rsidRDefault="00EA4E12" w:rsidP="00B66841">
      <w:pPr>
        <w:widowControl w:val="0"/>
        <w:autoSpaceDE w:val="0"/>
        <w:autoSpaceDN w:val="0"/>
        <w:adjustRightInd w:val="0"/>
        <w:ind w:firstLine="540"/>
        <w:jc w:val="both"/>
        <w:rPr>
          <w:rFonts w:cs="Calibri"/>
          <w:sz w:val="28"/>
          <w:szCs w:val="28"/>
        </w:rPr>
      </w:pPr>
      <w:r>
        <w:rPr>
          <w:rFonts w:cs="Calibri"/>
          <w:sz w:val="28"/>
          <w:szCs w:val="28"/>
        </w:rPr>
        <w:t>1.3. В целях настоящего Порядка под средствами, в отношении которых осуществляется санкционирование, в соответствии с требованиями Бюджетного кодекса Российской Федерации и настоящего порядка понимаются:</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средства целевой субсидии, субсидии на капитальные вложения при заключении гражданско–правовых договоров (контрактов), предметом которых являются поставка товаров, выполнение работ, оказание услуг;</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 xml:space="preserve">средства субсидий на муниципальное задание при заключении гражданско–правовых договоров (контрактов), предметом которых являются поставка товаров, выполнение работ, оказание услуг, на сумму, равную или превышающую 5000 тыс. рублей, связанных с выполнением работ, оказанием услуг по содержанию имущества или влекущих увеличение стоимости основных средств, увеличение стоимости материальных запасов, в случае, если Решением Собрания Представителей муниципального района Похвистневский о бюджете на соответствующий финансовый год и плановый период предусмотрено, что соответствующие расходы </w:t>
      </w:r>
      <w:r w:rsidRPr="001B1E9C">
        <w:rPr>
          <w:rFonts w:cs="Calibri"/>
          <w:sz w:val="28"/>
          <w:szCs w:val="28"/>
        </w:rPr>
        <w:t>осуществляются после</w:t>
      </w:r>
      <w:r>
        <w:rPr>
          <w:rFonts w:cs="Calibri"/>
          <w:sz w:val="28"/>
          <w:szCs w:val="28"/>
        </w:rPr>
        <w:t xml:space="preserve"> предоставления в Финансовое управление документов, подтверждающих возникновение денежных обязательств.</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 xml:space="preserve">1.4. В целях настоящего Порядка под клиентами понимаются муниципальные бюджетные  и автономные учреждения </w:t>
      </w:r>
      <w:r w:rsidRPr="009B21CF">
        <w:rPr>
          <w:rFonts w:cs="Calibri"/>
          <w:sz w:val="28"/>
          <w:szCs w:val="28"/>
        </w:rPr>
        <w:t>муниципального района Похвистневский Самарской области</w:t>
      </w:r>
      <w:r>
        <w:rPr>
          <w:rFonts w:cs="Calibri"/>
          <w:sz w:val="28"/>
          <w:szCs w:val="28"/>
        </w:rPr>
        <w:t xml:space="preserve">, муниципальные </w:t>
      </w:r>
      <w:r w:rsidRPr="009B21CF">
        <w:rPr>
          <w:sz w:val="28"/>
          <w:szCs w:val="28"/>
        </w:rPr>
        <w:t>унитарны</w:t>
      </w:r>
      <w:r>
        <w:rPr>
          <w:sz w:val="28"/>
          <w:szCs w:val="28"/>
        </w:rPr>
        <w:t>е</w:t>
      </w:r>
      <w:r w:rsidRPr="009B21CF">
        <w:rPr>
          <w:sz w:val="28"/>
          <w:szCs w:val="28"/>
        </w:rPr>
        <w:t xml:space="preserve"> предприяти</w:t>
      </w:r>
      <w:r>
        <w:rPr>
          <w:sz w:val="28"/>
          <w:szCs w:val="28"/>
        </w:rPr>
        <w:t>я</w:t>
      </w:r>
      <w:r w:rsidRPr="009B21CF">
        <w:rPr>
          <w:sz w:val="28"/>
          <w:szCs w:val="28"/>
        </w:rPr>
        <w:t xml:space="preserve"> муниципального района Похвистневский Самарской области</w:t>
      </w:r>
      <w:r>
        <w:rPr>
          <w:sz w:val="28"/>
          <w:szCs w:val="28"/>
        </w:rPr>
        <w:t>, указанные в их учредительных документах обособленные подразделения, наделенные обязанностью ведения бухгалтерского учета, которым в Финансовом управлении в соответствии с установленным порядком открыты соответствующие виды лицевых счетов.</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 xml:space="preserve">1.5. </w:t>
      </w:r>
      <w:r w:rsidRPr="009B21CF">
        <w:rPr>
          <w:rFonts w:cs="Calibri"/>
          <w:sz w:val="28"/>
          <w:szCs w:val="28"/>
        </w:rPr>
        <w:t xml:space="preserve">При осуществлении операций со средствами </w:t>
      </w:r>
      <w:r>
        <w:rPr>
          <w:rFonts w:cs="Calibri"/>
          <w:sz w:val="28"/>
          <w:szCs w:val="28"/>
        </w:rPr>
        <w:t>клиентов</w:t>
      </w:r>
      <w:r w:rsidRPr="009B21CF">
        <w:rPr>
          <w:rFonts w:cs="Calibri"/>
          <w:sz w:val="28"/>
          <w:szCs w:val="28"/>
        </w:rPr>
        <w:t xml:space="preserve"> на лицевых счетах в Финансовом управлении, информационный обмен между </w:t>
      </w:r>
      <w:r>
        <w:rPr>
          <w:rFonts w:cs="Calibri"/>
          <w:sz w:val="28"/>
          <w:szCs w:val="28"/>
        </w:rPr>
        <w:t>клиентом</w:t>
      </w:r>
      <w:r w:rsidRPr="009B21CF">
        <w:rPr>
          <w:rFonts w:cs="Calibri"/>
          <w:sz w:val="28"/>
          <w:szCs w:val="28"/>
        </w:rPr>
        <w:t xml:space="preserve"> и Финансовым управлением осуществляется </w:t>
      </w:r>
      <w:r>
        <w:rPr>
          <w:rFonts w:cs="Calibri"/>
          <w:sz w:val="28"/>
          <w:szCs w:val="28"/>
        </w:rPr>
        <w:t xml:space="preserve">в электронном виде с использованием специализированного программного обеспечения Финансового управления (далее – СПО) с применением усиленной квалифицированной электронной подписи (далее – ЭП) в соответствии с законодательством Российской Федерации. </w:t>
      </w:r>
    </w:p>
    <w:p w:rsidR="00EA4E12" w:rsidRDefault="00EA4E12" w:rsidP="00545B09">
      <w:pPr>
        <w:widowControl w:val="0"/>
        <w:autoSpaceDE w:val="0"/>
        <w:autoSpaceDN w:val="0"/>
        <w:adjustRightInd w:val="0"/>
        <w:ind w:firstLine="540"/>
        <w:jc w:val="both"/>
        <w:rPr>
          <w:rFonts w:cs="Calibri"/>
          <w:sz w:val="28"/>
          <w:szCs w:val="28"/>
        </w:rPr>
      </w:pPr>
      <w:r>
        <w:rPr>
          <w:rFonts w:cs="Calibri"/>
          <w:sz w:val="28"/>
          <w:szCs w:val="28"/>
        </w:rPr>
        <w:t>В случае отсутствия или невозможности применения ЭП информационный обмен между клиентом и Финансовым управлением осуществляется в электронном виде с использованием СПО, а также на бумажном</w:t>
      </w:r>
      <w:r w:rsidRPr="009B21CF">
        <w:rPr>
          <w:rFonts w:cs="Calibri"/>
          <w:sz w:val="28"/>
          <w:szCs w:val="28"/>
        </w:rPr>
        <w:t xml:space="preserve"> носител</w:t>
      </w:r>
      <w:r>
        <w:rPr>
          <w:rFonts w:cs="Calibri"/>
          <w:sz w:val="28"/>
          <w:szCs w:val="28"/>
        </w:rPr>
        <w:t>е</w:t>
      </w:r>
      <w:bookmarkStart w:id="2" w:name="Par48"/>
      <w:bookmarkEnd w:id="2"/>
      <w:r>
        <w:rPr>
          <w:rFonts w:cs="Calibri"/>
          <w:sz w:val="28"/>
          <w:szCs w:val="28"/>
        </w:rPr>
        <w:t>.</w:t>
      </w:r>
    </w:p>
    <w:p w:rsidR="00EA4E12" w:rsidRDefault="00EA4E12" w:rsidP="00545B09">
      <w:pPr>
        <w:widowControl w:val="0"/>
        <w:autoSpaceDE w:val="0"/>
        <w:autoSpaceDN w:val="0"/>
        <w:adjustRightInd w:val="0"/>
        <w:ind w:firstLine="540"/>
        <w:jc w:val="both"/>
        <w:rPr>
          <w:rFonts w:cs="Calibri"/>
          <w:sz w:val="28"/>
          <w:szCs w:val="28"/>
        </w:rPr>
      </w:pPr>
    </w:p>
    <w:p w:rsidR="00EA4E12" w:rsidRDefault="00EA4E12" w:rsidP="00545B09">
      <w:pPr>
        <w:widowControl w:val="0"/>
        <w:autoSpaceDE w:val="0"/>
        <w:autoSpaceDN w:val="0"/>
        <w:adjustRightInd w:val="0"/>
        <w:jc w:val="center"/>
        <w:rPr>
          <w:rFonts w:cs="Calibri"/>
          <w:sz w:val="28"/>
          <w:szCs w:val="28"/>
        </w:rPr>
      </w:pPr>
      <w:r>
        <w:rPr>
          <w:rFonts w:cs="Calibri"/>
          <w:sz w:val="28"/>
          <w:szCs w:val="28"/>
        </w:rPr>
        <w:t>2. Предоставление информации по плановым показателям</w:t>
      </w:r>
    </w:p>
    <w:p w:rsidR="00EA4E12" w:rsidRDefault="00EA4E12" w:rsidP="00545B09">
      <w:pPr>
        <w:widowControl w:val="0"/>
        <w:autoSpaceDE w:val="0"/>
        <w:autoSpaceDN w:val="0"/>
        <w:adjustRightInd w:val="0"/>
        <w:jc w:val="both"/>
        <w:rPr>
          <w:rFonts w:cs="Calibri"/>
          <w:sz w:val="28"/>
          <w:szCs w:val="28"/>
        </w:rPr>
      </w:pPr>
    </w:p>
    <w:p w:rsidR="00EA4E12" w:rsidRDefault="00EA4E12" w:rsidP="00545B09">
      <w:pPr>
        <w:widowControl w:val="0"/>
        <w:autoSpaceDE w:val="0"/>
        <w:autoSpaceDN w:val="0"/>
        <w:adjustRightInd w:val="0"/>
        <w:ind w:firstLine="540"/>
        <w:jc w:val="both"/>
        <w:rPr>
          <w:sz w:val="28"/>
          <w:szCs w:val="28"/>
        </w:rPr>
      </w:pPr>
      <w:r>
        <w:rPr>
          <w:rFonts w:cs="Calibri"/>
          <w:sz w:val="28"/>
          <w:szCs w:val="28"/>
        </w:rPr>
        <w:t>2</w:t>
      </w:r>
      <w:r w:rsidRPr="009B21CF">
        <w:rPr>
          <w:rFonts w:cs="Calibri"/>
          <w:sz w:val="28"/>
          <w:szCs w:val="28"/>
        </w:rPr>
        <w:t>.</w:t>
      </w:r>
      <w:r>
        <w:rPr>
          <w:rFonts w:cs="Calibri"/>
          <w:sz w:val="28"/>
          <w:szCs w:val="28"/>
        </w:rPr>
        <w:t>1</w:t>
      </w:r>
      <w:r w:rsidRPr="009B21CF">
        <w:rPr>
          <w:rFonts w:cs="Calibri"/>
          <w:sz w:val="28"/>
          <w:szCs w:val="28"/>
        </w:rPr>
        <w:t xml:space="preserve">. </w:t>
      </w:r>
      <w:r w:rsidRPr="00313794">
        <w:rPr>
          <w:sz w:val="28"/>
          <w:szCs w:val="28"/>
        </w:rPr>
        <w:t xml:space="preserve">Главные распорядители бюджетных средств муниципального района Похвистневский Самарской области (далее - ГРБС) осуществляют ввод в </w:t>
      </w:r>
      <w:r>
        <w:rPr>
          <w:sz w:val="28"/>
          <w:szCs w:val="28"/>
        </w:rPr>
        <w:t>СПО плановых</w:t>
      </w:r>
      <w:r w:rsidRPr="00313794">
        <w:rPr>
          <w:sz w:val="28"/>
          <w:szCs w:val="28"/>
        </w:rPr>
        <w:t xml:space="preserve"> показателей Плана финансово-хозяйственной деятельности по поступлениям и </w:t>
      </w:r>
      <w:r>
        <w:rPr>
          <w:sz w:val="28"/>
          <w:szCs w:val="28"/>
        </w:rPr>
        <w:t>перечислениям</w:t>
      </w:r>
      <w:r w:rsidRPr="00313794">
        <w:rPr>
          <w:sz w:val="28"/>
          <w:szCs w:val="28"/>
        </w:rPr>
        <w:t xml:space="preserve"> на текущий финансовый год и плановый период</w:t>
      </w:r>
      <w:r>
        <w:rPr>
          <w:sz w:val="28"/>
          <w:szCs w:val="28"/>
        </w:rPr>
        <w:t xml:space="preserve"> (далее – плановые показатели)</w:t>
      </w:r>
      <w:r w:rsidRPr="00313794">
        <w:rPr>
          <w:sz w:val="28"/>
          <w:szCs w:val="28"/>
        </w:rPr>
        <w:t xml:space="preserve"> подведомственны</w:t>
      </w:r>
      <w:r>
        <w:rPr>
          <w:sz w:val="28"/>
          <w:szCs w:val="28"/>
        </w:rPr>
        <w:t>х</w:t>
      </w:r>
      <w:r w:rsidRPr="00313794">
        <w:rPr>
          <w:sz w:val="28"/>
          <w:szCs w:val="28"/>
        </w:rPr>
        <w:t xml:space="preserve"> муниципальных бюджетных и автономных учреждений </w:t>
      </w:r>
      <w:r>
        <w:rPr>
          <w:sz w:val="28"/>
          <w:szCs w:val="28"/>
        </w:rPr>
        <w:t>в разрезе кодов бюджетной классификации Российской Федерации (далее – коды бюджетной классификации)</w:t>
      </w:r>
      <w:r w:rsidRPr="00313794">
        <w:rPr>
          <w:sz w:val="28"/>
          <w:szCs w:val="28"/>
        </w:rPr>
        <w:t>, а также коды типов средств, коды мероприятий (далее - аналитические коды).</w:t>
      </w:r>
    </w:p>
    <w:p w:rsidR="00EA4E12" w:rsidRDefault="00EA4E12" w:rsidP="00545B09">
      <w:pPr>
        <w:widowControl w:val="0"/>
        <w:autoSpaceDE w:val="0"/>
        <w:autoSpaceDN w:val="0"/>
        <w:adjustRightInd w:val="0"/>
        <w:ind w:firstLine="540"/>
        <w:jc w:val="both"/>
        <w:rPr>
          <w:sz w:val="28"/>
          <w:szCs w:val="28"/>
        </w:rPr>
      </w:pPr>
      <w:r>
        <w:rPr>
          <w:sz w:val="28"/>
          <w:szCs w:val="28"/>
        </w:rPr>
        <w:t>В случаях если учреждению предоставляются целевые субсидии, субсидии на капитальные вложения или гранты в форме субсидий в целях достижения результатов региональных составляющих национальных и федеральных проектов (далее – национальный проект), плановые показатели в части расходов детализируются по коду целевой статьи расходов бюджета.</w:t>
      </w:r>
    </w:p>
    <w:p w:rsidR="00EA4E12" w:rsidRPr="00313794" w:rsidRDefault="00EA4E12" w:rsidP="00545B09">
      <w:pPr>
        <w:widowControl w:val="0"/>
        <w:autoSpaceDE w:val="0"/>
        <w:autoSpaceDN w:val="0"/>
        <w:adjustRightInd w:val="0"/>
        <w:ind w:firstLine="540"/>
        <w:jc w:val="both"/>
        <w:rPr>
          <w:sz w:val="28"/>
          <w:szCs w:val="28"/>
        </w:rPr>
      </w:pPr>
      <w:r>
        <w:rPr>
          <w:sz w:val="28"/>
          <w:szCs w:val="28"/>
        </w:rPr>
        <w:t>В случае если источником финансового обеспечения являются межбюджетные трансферты из федерального бюджета, имеющие целевое назначение, плановые показатели детализируются по аналитическим кодам, используемым Федеральным казначейством в целях санкционирования операций с целевыми расходами (далее – код Федерального казначейства)</w:t>
      </w:r>
    </w:p>
    <w:p w:rsidR="00EA4E12" w:rsidRPr="00313794" w:rsidRDefault="00EA4E12" w:rsidP="00313794">
      <w:pPr>
        <w:autoSpaceDE w:val="0"/>
        <w:autoSpaceDN w:val="0"/>
        <w:adjustRightInd w:val="0"/>
        <w:spacing w:before="200"/>
        <w:ind w:firstLine="540"/>
        <w:jc w:val="both"/>
        <w:rPr>
          <w:sz w:val="28"/>
          <w:szCs w:val="28"/>
        </w:rPr>
      </w:pPr>
      <w:r>
        <w:rPr>
          <w:sz w:val="28"/>
          <w:szCs w:val="28"/>
        </w:rPr>
        <w:t>2</w:t>
      </w:r>
      <w:r w:rsidRPr="00313794">
        <w:rPr>
          <w:sz w:val="28"/>
          <w:szCs w:val="28"/>
        </w:rPr>
        <w:t>.</w:t>
      </w:r>
      <w:r>
        <w:rPr>
          <w:sz w:val="28"/>
          <w:szCs w:val="28"/>
        </w:rPr>
        <w:t>2</w:t>
      </w:r>
      <w:r w:rsidRPr="00313794">
        <w:rPr>
          <w:sz w:val="28"/>
          <w:szCs w:val="28"/>
        </w:rPr>
        <w:t xml:space="preserve">. Одновременно с первым в текущем финансовом году вводом плановых показателей учреждение представляет в </w:t>
      </w:r>
      <w:r>
        <w:rPr>
          <w:sz w:val="28"/>
          <w:szCs w:val="28"/>
        </w:rPr>
        <w:t>Финансовое у</w:t>
      </w:r>
      <w:r w:rsidRPr="00313794">
        <w:rPr>
          <w:sz w:val="28"/>
          <w:szCs w:val="28"/>
        </w:rPr>
        <w:t xml:space="preserve">правление утвержденный План финансово-хозяйственной деятельности (далее - План).  </w:t>
      </w:r>
    </w:p>
    <w:p w:rsidR="00EA4E12" w:rsidRPr="00313794" w:rsidRDefault="00EA4E12" w:rsidP="00313794">
      <w:pPr>
        <w:autoSpaceDE w:val="0"/>
        <w:autoSpaceDN w:val="0"/>
        <w:adjustRightInd w:val="0"/>
        <w:spacing w:before="200"/>
        <w:ind w:firstLine="540"/>
        <w:jc w:val="both"/>
        <w:rPr>
          <w:sz w:val="28"/>
          <w:szCs w:val="28"/>
        </w:rPr>
      </w:pPr>
      <w:r>
        <w:rPr>
          <w:sz w:val="28"/>
          <w:szCs w:val="28"/>
        </w:rPr>
        <w:t>2</w:t>
      </w:r>
      <w:r w:rsidRPr="00313794">
        <w:rPr>
          <w:sz w:val="28"/>
          <w:szCs w:val="28"/>
        </w:rPr>
        <w:t>.</w:t>
      </w:r>
      <w:r>
        <w:rPr>
          <w:sz w:val="28"/>
          <w:szCs w:val="28"/>
        </w:rPr>
        <w:t>3</w:t>
      </w:r>
      <w:r w:rsidRPr="00313794">
        <w:rPr>
          <w:sz w:val="28"/>
          <w:szCs w:val="28"/>
        </w:rPr>
        <w:t xml:space="preserve">. В случае </w:t>
      </w:r>
      <w:r>
        <w:rPr>
          <w:sz w:val="28"/>
          <w:szCs w:val="28"/>
        </w:rPr>
        <w:t xml:space="preserve"> внесения изменений в План</w:t>
      </w:r>
      <w:r w:rsidRPr="00313794">
        <w:rPr>
          <w:sz w:val="28"/>
          <w:szCs w:val="28"/>
        </w:rPr>
        <w:t xml:space="preserve">, в том числе в части аналитических кодов, ГРБС осуществляет ввод в </w:t>
      </w:r>
      <w:r>
        <w:rPr>
          <w:sz w:val="28"/>
          <w:szCs w:val="28"/>
        </w:rPr>
        <w:t>СПО</w:t>
      </w:r>
      <w:r w:rsidRPr="00313794">
        <w:rPr>
          <w:sz w:val="28"/>
          <w:szCs w:val="28"/>
        </w:rPr>
        <w:t xml:space="preserve"> данных, отражающих суммы изменений. При этом плановые показатели с учетом внесенных изменений не должны противоречить</w:t>
      </w:r>
      <w:r>
        <w:rPr>
          <w:sz w:val="28"/>
          <w:szCs w:val="28"/>
        </w:rPr>
        <w:t xml:space="preserve"> поступлениям,</w:t>
      </w:r>
      <w:r w:rsidRPr="00313794">
        <w:rPr>
          <w:sz w:val="28"/>
          <w:szCs w:val="28"/>
        </w:rPr>
        <w:t xml:space="preserve"> </w:t>
      </w:r>
      <w:r>
        <w:rPr>
          <w:sz w:val="28"/>
          <w:szCs w:val="28"/>
        </w:rPr>
        <w:t>проведенным перечислениям</w:t>
      </w:r>
      <w:r w:rsidRPr="00313794">
        <w:rPr>
          <w:sz w:val="28"/>
          <w:szCs w:val="28"/>
        </w:rPr>
        <w:t xml:space="preserve"> учреждения и (или) объему поставленных на учет обязательств учреждения по соответствующим  аналитическим кодам.</w:t>
      </w:r>
      <w:bookmarkStart w:id="3" w:name="_GoBack"/>
      <w:bookmarkEnd w:id="3"/>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jc w:val="center"/>
        <w:outlineLvl w:val="1"/>
        <w:rPr>
          <w:rFonts w:cs="Calibri"/>
          <w:sz w:val="28"/>
          <w:szCs w:val="28"/>
        </w:rPr>
      </w:pPr>
      <w:r>
        <w:rPr>
          <w:rFonts w:cs="Calibri"/>
          <w:sz w:val="28"/>
          <w:szCs w:val="28"/>
        </w:rPr>
        <w:t>3. Отражение операций по поступлениям на лицевых счетах клиентов</w:t>
      </w:r>
    </w:p>
    <w:p w:rsidR="00EA4E12" w:rsidRDefault="00EA4E12" w:rsidP="009B21CF">
      <w:pPr>
        <w:widowControl w:val="0"/>
        <w:autoSpaceDE w:val="0"/>
        <w:autoSpaceDN w:val="0"/>
        <w:adjustRightInd w:val="0"/>
        <w:jc w:val="center"/>
        <w:outlineLvl w:val="1"/>
        <w:rPr>
          <w:rFonts w:cs="Calibri"/>
          <w:sz w:val="28"/>
          <w:szCs w:val="28"/>
        </w:rPr>
      </w:pPr>
    </w:p>
    <w:p w:rsidR="00EA4E12" w:rsidRDefault="00EA4E12" w:rsidP="00451440">
      <w:pPr>
        <w:widowControl w:val="0"/>
        <w:autoSpaceDE w:val="0"/>
        <w:autoSpaceDN w:val="0"/>
        <w:adjustRightInd w:val="0"/>
        <w:ind w:firstLine="708"/>
        <w:jc w:val="both"/>
        <w:outlineLvl w:val="1"/>
        <w:rPr>
          <w:rFonts w:cs="Calibri"/>
          <w:sz w:val="28"/>
          <w:szCs w:val="28"/>
        </w:rPr>
      </w:pPr>
      <w:r>
        <w:rPr>
          <w:rFonts w:cs="Calibri"/>
          <w:sz w:val="28"/>
          <w:szCs w:val="28"/>
        </w:rPr>
        <w:t>3.1. Финансовое управление в день поступления выписки по казначейскому счету соответствующего типа учитывает  содержащиеся в ней операции со средствами клиентов на соответствующих лицевых счетах клиентов, открытых в Финансовом управлении.</w:t>
      </w:r>
    </w:p>
    <w:p w:rsidR="00EA4E12" w:rsidRDefault="00EA4E12" w:rsidP="00451440">
      <w:pPr>
        <w:widowControl w:val="0"/>
        <w:autoSpaceDE w:val="0"/>
        <w:autoSpaceDN w:val="0"/>
        <w:adjustRightInd w:val="0"/>
        <w:jc w:val="both"/>
        <w:outlineLvl w:val="1"/>
        <w:rPr>
          <w:rFonts w:cs="Calibri"/>
          <w:sz w:val="28"/>
          <w:szCs w:val="28"/>
        </w:rPr>
      </w:pPr>
      <w:r>
        <w:rPr>
          <w:rFonts w:cs="Calibri"/>
          <w:sz w:val="28"/>
          <w:szCs w:val="28"/>
        </w:rPr>
        <w:tab/>
        <w:t>Суммы поступлений учитываются на лицевых счетах клиентов по кодам бюджетной классификации и (или) аналитическим кода, указанным в расчетном документе плательщика, в соответствии с Порядком формирования и применения кодов бюджетной классификации Российской Федерации, их структуре и принципах назначения, утвержденным Министерством финансов РФ.</w:t>
      </w:r>
    </w:p>
    <w:p w:rsidR="00EA4E12" w:rsidRDefault="00EA4E12" w:rsidP="00FB24D2">
      <w:pPr>
        <w:widowControl w:val="0"/>
        <w:autoSpaceDE w:val="0"/>
        <w:autoSpaceDN w:val="0"/>
        <w:adjustRightInd w:val="0"/>
        <w:ind w:firstLine="708"/>
        <w:jc w:val="both"/>
        <w:outlineLvl w:val="1"/>
        <w:rPr>
          <w:rFonts w:cs="Calibri"/>
          <w:sz w:val="28"/>
          <w:szCs w:val="28"/>
        </w:rPr>
      </w:pPr>
      <w:r>
        <w:rPr>
          <w:rFonts w:cs="Calibri"/>
          <w:sz w:val="28"/>
          <w:szCs w:val="28"/>
        </w:rPr>
        <w:t>3.2. Суммы, зачисленные по расчетным документам, в которых отсутствует информация, позволяющая определить принадлежность поступивших сумм, учитываются в составе общего остатка на казначейском счете соответствующего типа.</w:t>
      </w:r>
    </w:p>
    <w:p w:rsidR="00EA4E12" w:rsidRDefault="00EA4E12" w:rsidP="00FB24D2">
      <w:pPr>
        <w:widowControl w:val="0"/>
        <w:autoSpaceDE w:val="0"/>
        <w:autoSpaceDN w:val="0"/>
        <w:adjustRightInd w:val="0"/>
        <w:ind w:firstLine="708"/>
        <w:jc w:val="both"/>
        <w:outlineLvl w:val="1"/>
        <w:rPr>
          <w:sz w:val="28"/>
          <w:szCs w:val="28"/>
        </w:rPr>
      </w:pPr>
      <w:r>
        <w:rPr>
          <w:rFonts w:cs="Calibri"/>
          <w:sz w:val="28"/>
          <w:szCs w:val="28"/>
        </w:rPr>
        <w:t>В случае если в платежном поручении, в котором отсутствует информация позволяющая определить, принадлежность поступивших сумм указаны ИНН и КПП клиента, Финансовое управление выясняет принадлежность платежа у предполагаемого клиента и отражает их на лицевом счете в  СПО</w:t>
      </w:r>
      <w:r>
        <w:rPr>
          <w:sz w:val="28"/>
          <w:szCs w:val="28"/>
        </w:rPr>
        <w:t>.</w:t>
      </w:r>
    </w:p>
    <w:p w:rsidR="00EA4E12" w:rsidRDefault="00EA4E12" w:rsidP="00FB24D2">
      <w:pPr>
        <w:widowControl w:val="0"/>
        <w:autoSpaceDE w:val="0"/>
        <w:autoSpaceDN w:val="0"/>
        <w:adjustRightInd w:val="0"/>
        <w:ind w:firstLine="708"/>
        <w:jc w:val="both"/>
        <w:outlineLvl w:val="1"/>
        <w:rPr>
          <w:rFonts w:cs="Calibri"/>
          <w:sz w:val="28"/>
          <w:szCs w:val="28"/>
        </w:rPr>
      </w:pPr>
    </w:p>
    <w:p w:rsidR="00EA4E12" w:rsidRDefault="00EA4E12" w:rsidP="00451440">
      <w:pPr>
        <w:widowControl w:val="0"/>
        <w:autoSpaceDE w:val="0"/>
        <w:autoSpaceDN w:val="0"/>
        <w:adjustRightInd w:val="0"/>
        <w:jc w:val="both"/>
        <w:outlineLvl w:val="1"/>
        <w:rPr>
          <w:rFonts w:cs="Calibri"/>
          <w:sz w:val="28"/>
          <w:szCs w:val="28"/>
        </w:rPr>
      </w:pPr>
    </w:p>
    <w:p w:rsidR="00EA4E12" w:rsidRDefault="00EA4E12" w:rsidP="00FB24D2">
      <w:pPr>
        <w:widowControl w:val="0"/>
        <w:autoSpaceDE w:val="0"/>
        <w:autoSpaceDN w:val="0"/>
        <w:adjustRightInd w:val="0"/>
        <w:jc w:val="center"/>
        <w:outlineLvl w:val="1"/>
        <w:rPr>
          <w:rFonts w:cs="Calibri"/>
          <w:sz w:val="28"/>
          <w:szCs w:val="28"/>
        </w:rPr>
      </w:pPr>
      <w:r>
        <w:rPr>
          <w:rFonts w:cs="Calibri"/>
          <w:sz w:val="28"/>
          <w:szCs w:val="28"/>
        </w:rPr>
        <w:t>4. Порядок осуществления перечислений за счет средств, в отношении которых не осуществляется санкционирование</w:t>
      </w:r>
    </w:p>
    <w:p w:rsidR="00EA4E12" w:rsidRPr="009B21CF" w:rsidRDefault="00EA4E12" w:rsidP="009B21CF">
      <w:pPr>
        <w:widowControl w:val="0"/>
        <w:autoSpaceDE w:val="0"/>
        <w:autoSpaceDN w:val="0"/>
        <w:adjustRightInd w:val="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4</w:t>
      </w:r>
      <w:r w:rsidRPr="009B21CF">
        <w:rPr>
          <w:rFonts w:cs="Calibri"/>
          <w:sz w:val="28"/>
          <w:szCs w:val="28"/>
        </w:rPr>
        <w:t xml:space="preserve">.1. Для проведения </w:t>
      </w:r>
      <w:r>
        <w:rPr>
          <w:rFonts w:cs="Calibri"/>
          <w:sz w:val="28"/>
          <w:szCs w:val="28"/>
        </w:rPr>
        <w:t>перечислений</w:t>
      </w:r>
      <w:r w:rsidRPr="009B21CF">
        <w:rPr>
          <w:rFonts w:cs="Calibri"/>
          <w:sz w:val="28"/>
          <w:szCs w:val="28"/>
        </w:rPr>
        <w:t xml:space="preserve"> </w:t>
      </w:r>
      <w:r>
        <w:rPr>
          <w:rFonts w:cs="Calibri"/>
          <w:sz w:val="28"/>
          <w:szCs w:val="28"/>
        </w:rPr>
        <w:t>клиент</w:t>
      </w:r>
      <w:r w:rsidRPr="009B21CF">
        <w:rPr>
          <w:rFonts w:cs="Calibri"/>
          <w:sz w:val="28"/>
          <w:szCs w:val="28"/>
        </w:rPr>
        <w:t xml:space="preserve"> представляет в Финансовое управление платежные поручения на перечисление средств (далее - </w:t>
      </w:r>
      <w:r>
        <w:rPr>
          <w:rFonts w:cs="Calibri"/>
          <w:sz w:val="28"/>
          <w:szCs w:val="28"/>
        </w:rPr>
        <w:t>распоряжения</w:t>
      </w:r>
      <w:r w:rsidRPr="009B21CF">
        <w:rPr>
          <w:rFonts w:cs="Calibri"/>
          <w:sz w:val="28"/>
          <w:szCs w:val="28"/>
        </w:rPr>
        <w:t>).</w:t>
      </w:r>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Распоряжения</w:t>
      </w:r>
      <w:r w:rsidRPr="009B21CF">
        <w:rPr>
          <w:rFonts w:cs="Calibri"/>
          <w:sz w:val="28"/>
          <w:szCs w:val="28"/>
        </w:rPr>
        <w:t xml:space="preserve"> </w:t>
      </w:r>
      <w:r>
        <w:rPr>
          <w:rFonts w:cs="Calibri"/>
          <w:sz w:val="28"/>
          <w:szCs w:val="28"/>
        </w:rPr>
        <w:t>оформляю</w:t>
      </w:r>
      <w:r w:rsidRPr="009B21CF">
        <w:rPr>
          <w:rFonts w:cs="Calibri"/>
          <w:sz w:val="28"/>
          <w:szCs w:val="28"/>
        </w:rPr>
        <w:t xml:space="preserve">тся в соответствии с требованиями </w:t>
      </w:r>
      <w:hyperlink r:id="rId7" w:history="1">
        <w:r w:rsidRPr="009B21CF">
          <w:rPr>
            <w:rFonts w:cs="Calibri"/>
            <w:color w:val="0000FF"/>
            <w:sz w:val="28"/>
            <w:szCs w:val="28"/>
          </w:rPr>
          <w:t>приказа</w:t>
        </w:r>
      </w:hyperlink>
      <w:r w:rsidRPr="009B21CF">
        <w:rPr>
          <w:rFonts w:cs="Calibri"/>
          <w:sz w:val="28"/>
          <w:szCs w:val="28"/>
        </w:rPr>
        <w:t xml:space="preserve"> </w:t>
      </w:r>
      <w:r>
        <w:rPr>
          <w:rFonts w:cs="Calibri"/>
          <w:sz w:val="28"/>
          <w:szCs w:val="28"/>
        </w:rPr>
        <w:t>К</w:t>
      </w:r>
      <w:r w:rsidRPr="009B21CF">
        <w:rPr>
          <w:rFonts w:cs="Calibri"/>
          <w:sz w:val="28"/>
          <w:szCs w:val="28"/>
        </w:rPr>
        <w:t>азначейства</w:t>
      </w:r>
      <w:r>
        <w:rPr>
          <w:rFonts w:cs="Calibri"/>
          <w:sz w:val="28"/>
          <w:szCs w:val="28"/>
        </w:rPr>
        <w:t xml:space="preserve"> России</w:t>
      </w:r>
      <w:r w:rsidRPr="009B21CF">
        <w:rPr>
          <w:rFonts w:cs="Calibri"/>
          <w:sz w:val="28"/>
          <w:szCs w:val="28"/>
        </w:rPr>
        <w:t xml:space="preserve"> от 1</w:t>
      </w:r>
      <w:r>
        <w:rPr>
          <w:rFonts w:cs="Calibri"/>
          <w:sz w:val="28"/>
          <w:szCs w:val="28"/>
        </w:rPr>
        <w:t>4</w:t>
      </w:r>
      <w:r w:rsidRPr="009B21CF">
        <w:rPr>
          <w:rFonts w:cs="Calibri"/>
          <w:sz w:val="28"/>
          <w:szCs w:val="28"/>
        </w:rPr>
        <w:t>.</w:t>
      </w:r>
      <w:r>
        <w:rPr>
          <w:rFonts w:cs="Calibri"/>
          <w:sz w:val="28"/>
          <w:szCs w:val="28"/>
        </w:rPr>
        <w:t>05</w:t>
      </w:r>
      <w:r w:rsidRPr="009B21CF">
        <w:rPr>
          <w:rFonts w:cs="Calibri"/>
          <w:sz w:val="28"/>
          <w:szCs w:val="28"/>
        </w:rPr>
        <w:t>.20</w:t>
      </w:r>
      <w:r>
        <w:rPr>
          <w:rFonts w:cs="Calibri"/>
          <w:sz w:val="28"/>
          <w:szCs w:val="28"/>
        </w:rPr>
        <w:t>20</w:t>
      </w:r>
      <w:r w:rsidRPr="009B21CF">
        <w:rPr>
          <w:rFonts w:cs="Calibri"/>
          <w:sz w:val="28"/>
          <w:szCs w:val="28"/>
        </w:rPr>
        <w:t xml:space="preserve"> N </w:t>
      </w:r>
      <w:r>
        <w:rPr>
          <w:rFonts w:cs="Calibri"/>
          <w:sz w:val="28"/>
          <w:szCs w:val="28"/>
        </w:rPr>
        <w:t>21</w:t>
      </w:r>
      <w:r w:rsidRPr="009B21CF">
        <w:rPr>
          <w:rFonts w:cs="Calibri"/>
          <w:sz w:val="28"/>
          <w:szCs w:val="28"/>
        </w:rPr>
        <w:t xml:space="preserve">н "О </w:t>
      </w:r>
      <w:r>
        <w:rPr>
          <w:rFonts w:cs="Calibri"/>
          <w:sz w:val="28"/>
          <w:szCs w:val="28"/>
        </w:rPr>
        <w:t>П</w:t>
      </w:r>
      <w:r w:rsidRPr="009B21CF">
        <w:rPr>
          <w:rFonts w:cs="Calibri"/>
          <w:sz w:val="28"/>
          <w:szCs w:val="28"/>
        </w:rPr>
        <w:t>орядке к</w:t>
      </w:r>
      <w:r>
        <w:rPr>
          <w:rFonts w:cs="Calibri"/>
          <w:sz w:val="28"/>
          <w:szCs w:val="28"/>
        </w:rPr>
        <w:t>азначейского</w:t>
      </w:r>
      <w:r w:rsidRPr="009B21CF">
        <w:rPr>
          <w:rFonts w:cs="Calibri"/>
          <w:sz w:val="28"/>
          <w:szCs w:val="28"/>
        </w:rPr>
        <w:t xml:space="preserve"> обслуживания</w:t>
      </w:r>
      <w:r>
        <w:rPr>
          <w:rFonts w:cs="Calibri"/>
          <w:sz w:val="28"/>
          <w:szCs w:val="28"/>
        </w:rPr>
        <w:t>» и настоящего Порядка.</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Распоряжения предоставляются клиентами в электронном виде в СПО с применением ЭП. В случае отсутствия или невозможности применения ЭП распоряжения представляются клиентом в электронном виде в СПО, а также на бумажном носителе в двух экземплярах.</w:t>
      </w:r>
    </w:p>
    <w:p w:rsidR="00EA4E12" w:rsidRPr="009B21CF" w:rsidRDefault="00EA4E12" w:rsidP="009B21CF">
      <w:pPr>
        <w:widowControl w:val="0"/>
        <w:autoSpaceDE w:val="0"/>
        <w:autoSpaceDN w:val="0"/>
        <w:adjustRightInd w:val="0"/>
        <w:ind w:firstLine="540"/>
        <w:jc w:val="both"/>
        <w:rPr>
          <w:rFonts w:cs="Calibri"/>
          <w:sz w:val="28"/>
          <w:szCs w:val="28"/>
        </w:rPr>
      </w:pPr>
      <w:r>
        <w:rPr>
          <w:rFonts w:cs="Calibri"/>
          <w:sz w:val="28"/>
          <w:szCs w:val="28"/>
        </w:rPr>
        <w:t xml:space="preserve">Прием распоряжений, представленных в электронном виде в СПО с применением ЭП, </w:t>
      </w:r>
      <w:r w:rsidRPr="009B21CF">
        <w:rPr>
          <w:rFonts w:cs="Calibri"/>
          <w:sz w:val="28"/>
          <w:szCs w:val="28"/>
        </w:rPr>
        <w:t xml:space="preserve"> для рассмотрения в сроки, установленные </w:t>
      </w:r>
      <w:hyperlink w:anchor="Par93" w:history="1">
        <w:r w:rsidRPr="000B1722">
          <w:rPr>
            <w:rFonts w:cs="Calibri"/>
            <w:color w:val="FF0000"/>
            <w:sz w:val="28"/>
            <w:szCs w:val="28"/>
          </w:rPr>
          <w:t xml:space="preserve">пунктом </w:t>
        </w:r>
      </w:hyperlink>
      <w:r>
        <w:t>4.3</w:t>
      </w:r>
      <w:r w:rsidRPr="009B21CF">
        <w:rPr>
          <w:rFonts w:cs="Calibri"/>
          <w:sz w:val="28"/>
          <w:szCs w:val="28"/>
        </w:rPr>
        <w:t xml:space="preserve"> настоящего Порядка, производится Финансовым управлением до 1</w:t>
      </w:r>
      <w:r>
        <w:rPr>
          <w:rFonts w:cs="Calibri"/>
          <w:sz w:val="28"/>
          <w:szCs w:val="28"/>
        </w:rPr>
        <w:t>6</w:t>
      </w:r>
      <w:r w:rsidRPr="009B21CF">
        <w:rPr>
          <w:rFonts w:cs="Calibri"/>
          <w:sz w:val="28"/>
          <w:szCs w:val="28"/>
        </w:rPr>
        <w:t xml:space="preserve"> часов местного времени</w:t>
      </w:r>
      <w:r>
        <w:rPr>
          <w:rFonts w:cs="Calibri"/>
          <w:sz w:val="28"/>
          <w:szCs w:val="28"/>
        </w:rPr>
        <w:t>, прием распоряжений на бумажном носителе – до 12 часов местного времени</w:t>
      </w:r>
      <w:r w:rsidRPr="009B21CF">
        <w:rPr>
          <w:rFonts w:cs="Calibri"/>
          <w:sz w:val="28"/>
          <w:szCs w:val="28"/>
        </w:rPr>
        <w:t>.</w:t>
      </w:r>
    </w:p>
    <w:p w:rsidR="00EA4E12" w:rsidRPr="009B21CF" w:rsidRDefault="00EA4E12" w:rsidP="009B21CF">
      <w:pPr>
        <w:widowControl w:val="0"/>
        <w:autoSpaceDE w:val="0"/>
        <w:autoSpaceDN w:val="0"/>
        <w:adjustRightInd w:val="0"/>
        <w:ind w:firstLine="540"/>
        <w:jc w:val="both"/>
        <w:rPr>
          <w:rFonts w:cs="Calibri"/>
          <w:sz w:val="28"/>
          <w:szCs w:val="28"/>
        </w:rPr>
      </w:pPr>
      <w:bookmarkStart w:id="4" w:name="Par64"/>
      <w:bookmarkEnd w:id="4"/>
      <w:r>
        <w:rPr>
          <w:rFonts w:cs="Calibri"/>
          <w:sz w:val="28"/>
          <w:szCs w:val="28"/>
        </w:rPr>
        <w:t>Распоряжения оформляются с учетом следующих особенностей:</w:t>
      </w:r>
    </w:p>
    <w:p w:rsidR="00EA4E12" w:rsidRPr="009B21CF"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в поле "ИНН" плательщика указывается идентификационный номер налогоплательщика - клиента;</w:t>
      </w:r>
    </w:p>
    <w:p w:rsidR="00EA4E12" w:rsidRPr="009B21CF"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в поле "КПП" плательщика указывается код причины постановки клиента на налоговый учет;</w:t>
      </w:r>
    </w:p>
    <w:p w:rsidR="00EA4E12" w:rsidRPr="009B21CF"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в поле "Плательщик" указываются наименование </w:t>
      </w:r>
      <w:r>
        <w:rPr>
          <w:rFonts w:cs="Calibri"/>
          <w:sz w:val="28"/>
          <w:szCs w:val="28"/>
        </w:rPr>
        <w:t>Финансового управления</w:t>
      </w:r>
      <w:r w:rsidRPr="009B21CF">
        <w:rPr>
          <w:rFonts w:cs="Calibri"/>
          <w:sz w:val="28"/>
          <w:szCs w:val="28"/>
        </w:rPr>
        <w:t xml:space="preserve">, в скобках - полное или </w:t>
      </w:r>
      <w:r>
        <w:rPr>
          <w:rFonts w:cs="Calibri"/>
          <w:sz w:val="28"/>
          <w:szCs w:val="28"/>
        </w:rPr>
        <w:t>сокращенное</w:t>
      </w:r>
      <w:r w:rsidRPr="009B21CF">
        <w:rPr>
          <w:rFonts w:cs="Calibri"/>
          <w:sz w:val="28"/>
          <w:szCs w:val="28"/>
        </w:rPr>
        <w:t xml:space="preserve"> наименование клиента;</w:t>
      </w:r>
    </w:p>
    <w:p w:rsidR="00EA4E12" w:rsidRDefault="00EA4E12" w:rsidP="009B21CF">
      <w:pPr>
        <w:widowControl w:val="0"/>
        <w:autoSpaceDE w:val="0"/>
        <w:autoSpaceDN w:val="0"/>
        <w:adjustRightInd w:val="0"/>
        <w:ind w:firstLine="540"/>
        <w:jc w:val="both"/>
        <w:rPr>
          <w:sz w:val="28"/>
          <w:szCs w:val="28"/>
        </w:rPr>
      </w:pPr>
      <w:r w:rsidRPr="009B21CF">
        <w:rPr>
          <w:rFonts w:cs="Calibri"/>
          <w:sz w:val="28"/>
          <w:szCs w:val="28"/>
        </w:rPr>
        <w:t xml:space="preserve">в кодовой зоне поля "Назначение платежа" указываются </w:t>
      </w:r>
      <w:r w:rsidRPr="00A1007F">
        <w:rPr>
          <w:rFonts w:cs="Calibri"/>
          <w:sz w:val="28"/>
          <w:szCs w:val="28"/>
        </w:rPr>
        <w:t xml:space="preserve">коды бюджетной классификации </w:t>
      </w:r>
      <w:r>
        <w:rPr>
          <w:rFonts w:cs="Calibri"/>
          <w:sz w:val="28"/>
          <w:szCs w:val="28"/>
        </w:rPr>
        <w:t xml:space="preserve">и аналитические коды, при этом код целевой статьи расходов указывается только в </w:t>
      </w:r>
      <w:r>
        <w:rPr>
          <w:sz w:val="28"/>
          <w:szCs w:val="28"/>
        </w:rPr>
        <w:t>случаях, если учреждению предоставляются целевые субсидии.</w:t>
      </w:r>
    </w:p>
    <w:p w:rsidR="00EA4E12" w:rsidRDefault="00EA4E12" w:rsidP="009B21CF">
      <w:pPr>
        <w:widowControl w:val="0"/>
        <w:autoSpaceDE w:val="0"/>
        <w:autoSpaceDN w:val="0"/>
        <w:adjustRightInd w:val="0"/>
        <w:ind w:firstLine="540"/>
        <w:jc w:val="both"/>
        <w:rPr>
          <w:rFonts w:cs="Calibri"/>
          <w:sz w:val="28"/>
          <w:szCs w:val="28"/>
        </w:rPr>
      </w:pPr>
      <w:r>
        <w:rPr>
          <w:sz w:val="28"/>
          <w:szCs w:val="28"/>
        </w:rPr>
        <w:t xml:space="preserve">Обеспечение </w:t>
      </w:r>
      <w:r w:rsidRPr="009B21CF">
        <w:rPr>
          <w:rFonts w:cs="Calibri"/>
          <w:sz w:val="28"/>
          <w:szCs w:val="28"/>
        </w:rPr>
        <w:t>наличны</w:t>
      </w:r>
      <w:r>
        <w:rPr>
          <w:rFonts w:cs="Calibri"/>
          <w:sz w:val="28"/>
          <w:szCs w:val="28"/>
        </w:rPr>
        <w:t xml:space="preserve">ми </w:t>
      </w:r>
      <w:r w:rsidRPr="009B21CF">
        <w:rPr>
          <w:rFonts w:cs="Calibri"/>
          <w:sz w:val="28"/>
          <w:szCs w:val="28"/>
        </w:rPr>
        <w:t xml:space="preserve"> дене</w:t>
      </w:r>
      <w:r>
        <w:rPr>
          <w:rFonts w:cs="Calibri"/>
          <w:sz w:val="28"/>
          <w:szCs w:val="28"/>
        </w:rPr>
        <w:t>жными средствами, а также взнос наличных денег (внесение денежных средств с использованием карт) осуществляется в порядке, аналогично установленному для получателей средств бюджета муниципального района Похвистневский.</w:t>
      </w:r>
    </w:p>
    <w:p w:rsidR="00EA4E12" w:rsidRPr="00E32B9B" w:rsidRDefault="00EA4E12" w:rsidP="002077C7">
      <w:pPr>
        <w:autoSpaceDE w:val="0"/>
        <w:autoSpaceDN w:val="0"/>
        <w:adjustRightInd w:val="0"/>
        <w:ind w:firstLine="720"/>
        <w:jc w:val="both"/>
        <w:rPr>
          <w:sz w:val="28"/>
          <w:szCs w:val="28"/>
        </w:rPr>
      </w:pPr>
      <w:r w:rsidRPr="00E32B9B">
        <w:rPr>
          <w:sz w:val="28"/>
          <w:szCs w:val="28"/>
        </w:rPr>
        <w:t xml:space="preserve">Номер лицевого счета, указанный в поле "Плательщик" </w:t>
      </w:r>
      <w:r>
        <w:rPr>
          <w:sz w:val="28"/>
          <w:szCs w:val="28"/>
        </w:rPr>
        <w:t>распоряжения</w:t>
      </w:r>
      <w:r w:rsidRPr="00E32B9B">
        <w:rPr>
          <w:sz w:val="28"/>
          <w:szCs w:val="28"/>
        </w:rPr>
        <w:t xml:space="preserve">, должен соответствовать номеру открытого </w:t>
      </w:r>
      <w:r w:rsidRPr="00F03677">
        <w:rPr>
          <w:sz w:val="28"/>
          <w:szCs w:val="28"/>
        </w:rPr>
        <w:t>учреждению</w:t>
      </w:r>
      <w:r w:rsidRPr="00E32B9B">
        <w:rPr>
          <w:sz w:val="28"/>
          <w:szCs w:val="28"/>
        </w:rPr>
        <w:t xml:space="preserve"> в </w:t>
      </w:r>
      <w:r w:rsidRPr="00F03677">
        <w:rPr>
          <w:sz w:val="28"/>
          <w:szCs w:val="28"/>
        </w:rPr>
        <w:t>Финансовом управлении</w:t>
      </w:r>
      <w:r w:rsidRPr="00E32B9B">
        <w:rPr>
          <w:sz w:val="28"/>
          <w:szCs w:val="28"/>
        </w:rPr>
        <w:t xml:space="preserve"> лицевого счета, предназначенного для учета операций с соответствующими средствами</w:t>
      </w:r>
      <w:r w:rsidRPr="00F03677">
        <w:rPr>
          <w:sz w:val="28"/>
          <w:szCs w:val="28"/>
        </w:rPr>
        <w:t>.</w:t>
      </w:r>
      <w:r>
        <w:rPr>
          <w:sz w:val="28"/>
          <w:szCs w:val="28"/>
        </w:rPr>
        <w:t xml:space="preserve"> Наименование клиента должно соответствовать полному или сокращенному наименованию клиента, указанному в карточке с образцами подписей и оттиска печати, представленной клиентом в Финансовое управление.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В одном распоряжении может содержаться несколько сумм перечислений по одному обязательству клиента.</w:t>
      </w:r>
    </w:p>
    <w:p w:rsidR="00EA4E12" w:rsidRPr="009B21CF" w:rsidRDefault="00EA4E12" w:rsidP="009B21CF">
      <w:pPr>
        <w:widowControl w:val="0"/>
        <w:autoSpaceDE w:val="0"/>
        <w:autoSpaceDN w:val="0"/>
        <w:adjustRightInd w:val="0"/>
        <w:ind w:firstLine="540"/>
        <w:jc w:val="both"/>
        <w:rPr>
          <w:rFonts w:cs="Calibri"/>
          <w:sz w:val="28"/>
          <w:szCs w:val="28"/>
        </w:rPr>
      </w:pPr>
      <w:r>
        <w:rPr>
          <w:rFonts w:cs="Calibri"/>
          <w:sz w:val="28"/>
          <w:szCs w:val="28"/>
        </w:rPr>
        <w:t>4</w:t>
      </w:r>
      <w:r w:rsidRPr="009B21CF">
        <w:rPr>
          <w:rFonts w:cs="Calibri"/>
          <w:sz w:val="28"/>
          <w:szCs w:val="28"/>
        </w:rPr>
        <w:t xml:space="preserve">.2. Финансовое управление </w:t>
      </w:r>
      <w:r>
        <w:rPr>
          <w:rFonts w:cs="Calibri"/>
          <w:sz w:val="28"/>
          <w:szCs w:val="28"/>
        </w:rPr>
        <w:t>отклоняет распоряжение в следующих случаях:</w:t>
      </w:r>
    </w:p>
    <w:p w:rsidR="00EA4E12"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если указанный в </w:t>
      </w:r>
      <w:r>
        <w:rPr>
          <w:rFonts w:cs="Calibri"/>
          <w:sz w:val="28"/>
          <w:szCs w:val="28"/>
        </w:rPr>
        <w:t>распоряжении лицевой счет не соответствует номеру открытого клиенту в Финансовом управлении лицевого счета, предназначенного для учета операций с соответствующими средствами;</w:t>
      </w:r>
    </w:p>
    <w:p w:rsidR="00EA4E12" w:rsidRPr="009B21CF"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нарушения требований к оформлению </w:t>
      </w:r>
      <w:r>
        <w:rPr>
          <w:rFonts w:cs="Calibri"/>
          <w:sz w:val="28"/>
          <w:szCs w:val="28"/>
        </w:rPr>
        <w:t xml:space="preserve">распоряжения </w:t>
      </w:r>
      <w:r w:rsidRPr="009B21CF">
        <w:rPr>
          <w:rFonts w:cs="Calibri"/>
          <w:sz w:val="28"/>
          <w:szCs w:val="28"/>
        </w:rPr>
        <w:t>предусмотренных настоящим Порядком;</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несоответствия указанного в распоряжении кода бюджетной классификации и аналитических кодов текстовому назначению платежа, исходя из содержания текста назначения платежа, в соответствии с Указаниями о порядке применения бюджетной классификации РФ, утвержденными приказом Министерства финансов РФ;</w:t>
      </w:r>
    </w:p>
    <w:p w:rsidR="00EA4E12" w:rsidRDefault="00EA4E12" w:rsidP="009B21CF">
      <w:pPr>
        <w:widowControl w:val="0"/>
        <w:autoSpaceDE w:val="0"/>
        <w:autoSpaceDN w:val="0"/>
        <w:adjustRightInd w:val="0"/>
        <w:ind w:firstLine="540"/>
        <w:jc w:val="both"/>
        <w:rPr>
          <w:rFonts w:cs="Calibri"/>
          <w:sz w:val="28"/>
          <w:szCs w:val="28"/>
        </w:rPr>
      </w:pPr>
      <w:bookmarkStart w:id="5" w:name="Par82"/>
      <w:bookmarkEnd w:id="5"/>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недостаточно средств на лицевом счете клиента по соответствующему коду бюджетной классификации и аналитическим кодам, за исключением случая представления уполномоченным органом распоряжения, сумма которого равна сумме распоряжения клиента, для оплаты которого на лицевом счете отсутствует достаточный объем свободного остатка средств по соответствующему коду бюджетной классификации и аналитическим кодам;</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недостаточности средств на лицевом счете клиента по соответствующему коду бюджетной классификации и аналитическим кодам в части средств от приносящей доход деятельности, средств поступающих во временное распоряжение;</w:t>
      </w:r>
    </w:p>
    <w:p w:rsidR="00EA4E12" w:rsidRPr="009B21CF" w:rsidRDefault="00EA4E12" w:rsidP="00245268">
      <w:pPr>
        <w:widowControl w:val="0"/>
        <w:autoSpaceDE w:val="0"/>
        <w:autoSpaceDN w:val="0"/>
        <w:adjustRightInd w:val="0"/>
        <w:ind w:firstLine="540"/>
        <w:jc w:val="both"/>
        <w:rPr>
          <w:rFonts w:cs="Calibri"/>
          <w:sz w:val="28"/>
          <w:szCs w:val="28"/>
        </w:rPr>
      </w:pPr>
      <w:r w:rsidRPr="009B21CF">
        <w:rPr>
          <w:rFonts w:cs="Calibri"/>
          <w:sz w:val="28"/>
          <w:szCs w:val="28"/>
        </w:rPr>
        <w:t xml:space="preserve">неправильного указания в </w:t>
      </w:r>
      <w:r>
        <w:rPr>
          <w:rFonts w:cs="Calibri"/>
          <w:sz w:val="28"/>
          <w:szCs w:val="28"/>
        </w:rPr>
        <w:t>распоряжении</w:t>
      </w:r>
      <w:r w:rsidRPr="009B21CF">
        <w:rPr>
          <w:rFonts w:cs="Calibri"/>
          <w:sz w:val="28"/>
          <w:szCs w:val="28"/>
        </w:rPr>
        <w:t xml:space="preserve"> реквизитов плательщика и (или) получателя;</w:t>
      </w:r>
    </w:p>
    <w:p w:rsidR="00EA4E12" w:rsidRDefault="00EA4E12" w:rsidP="00245268">
      <w:pPr>
        <w:widowControl w:val="0"/>
        <w:autoSpaceDE w:val="0"/>
        <w:autoSpaceDN w:val="0"/>
        <w:adjustRightInd w:val="0"/>
        <w:ind w:firstLine="540"/>
        <w:jc w:val="both"/>
        <w:rPr>
          <w:rFonts w:cs="Calibri"/>
          <w:sz w:val="28"/>
          <w:szCs w:val="28"/>
        </w:rPr>
      </w:pPr>
      <w:r w:rsidRPr="009B21CF">
        <w:rPr>
          <w:rFonts w:cs="Calibri"/>
          <w:sz w:val="28"/>
          <w:szCs w:val="28"/>
        </w:rPr>
        <w:t xml:space="preserve">несоответствия подписей </w:t>
      </w:r>
      <w:r>
        <w:rPr>
          <w:rFonts w:cs="Calibri"/>
          <w:sz w:val="28"/>
          <w:szCs w:val="28"/>
        </w:rPr>
        <w:t>руководителя и главного бухгалтера</w:t>
      </w:r>
      <w:r w:rsidRPr="009B21CF">
        <w:rPr>
          <w:rFonts w:cs="Calibri"/>
          <w:sz w:val="28"/>
          <w:szCs w:val="28"/>
        </w:rPr>
        <w:t xml:space="preserve"> (ин</w:t>
      </w:r>
      <w:r>
        <w:rPr>
          <w:rFonts w:cs="Calibri"/>
          <w:sz w:val="28"/>
          <w:szCs w:val="28"/>
        </w:rPr>
        <w:t>ых ли</w:t>
      </w:r>
      <w:r w:rsidRPr="009B21CF">
        <w:rPr>
          <w:rFonts w:cs="Calibri"/>
          <w:sz w:val="28"/>
          <w:szCs w:val="28"/>
        </w:rPr>
        <w:t>ц</w:t>
      </w:r>
      <w:r>
        <w:rPr>
          <w:rFonts w:cs="Calibri"/>
          <w:sz w:val="28"/>
          <w:szCs w:val="28"/>
        </w:rPr>
        <w:t>, имеющих</w:t>
      </w:r>
      <w:r w:rsidRPr="009B21CF">
        <w:rPr>
          <w:rFonts w:cs="Calibri"/>
          <w:sz w:val="28"/>
          <w:szCs w:val="28"/>
        </w:rPr>
        <w:t xml:space="preserve"> право первой</w:t>
      </w:r>
      <w:r>
        <w:rPr>
          <w:rFonts w:cs="Calibri"/>
          <w:sz w:val="28"/>
          <w:szCs w:val="28"/>
        </w:rPr>
        <w:t xml:space="preserve"> и второй</w:t>
      </w:r>
      <w:r w:rsidRPr="009B21CF">
        <w:rPr>
          <w:rFonts w:cs="Calibri"/>
          <w:sz w:val="28"/>
          <w:szCs w:val="28"/>
        </w:rPr>
        <w:t xml:space="preserve"> подписи</w:t>
      </w:r>
      <w:r>
        <w:rPr>
          <w:rFonts w:cs="Calibri"/>
          <w:sz w:val="28"/>
          <w:szCs w:val="28"/>
        </w:rPr>
        <w:t>) и (или) оттиска печати клиента в распоряжении образцам подписей и оттиска печати в карточке с образцами подписей и оттиска печати (при предоставлении на бумажном носителе);</w:t>
      </w:r>
    </w:p>
    <w:p w:rsidR="00EA4E12" w:rsidRPr="009B21CF" w:rsidRDefault="00EA4E12" w:rsidP="001C30DB">
      <w:pPr>
        <w:widowControl w:val="0"/>
        <w:autoSpaceDE w:val="0"/>
        <w:autoSpaceDN w:val="0"/>
        <w:adjustRightInd w:val="0"/>
        <w:ind w:firstLine="540"/>
        <w:jc w:val="both"/>
        <w:rPr>
          <w:rFonts w:cs="Calibri"/>
          <w:sz w:val="28"/>
          <w:szCs w:val="28"/>
        </w:rPr>
      </w:pPr>
      <w:r w:rsidRPr="009B21CF">
        <w:rPr>
          <w:rFonts w:cs="Calibri"/>
          <w:sz w:val="28"/>
          <w:szCs w:val="28"/>
        </w:rPr>
        <w:t xml:space="preserve"> непредставления клиентом документов о наличии полномочий должностных лиц, имеющих право подписи в соответствии с карточкой с образцами подписей и оттиска печати клиента;</w:t>
      </w:r>
    </w:p>
    <w:p w:rsidR="00EA4E12" w:rsidRPr="009B21CF" w:rsidRDefault="00EA4E12" w:rsidP="001C30DB">
      <w:pPr>
        <w:widowControl w:val="0"/>
        <w:autoSpaceDE w:val="0"/>
        <w:autoSpaceDN w:val="0"/>
        <w:adjustRightInd w:val="0"/>
        <w:ind w:firstLine="540"/>
        <w:jc w:val="both"/>
        <w:rPr>
          <w:rFonts w:cs="Calibri"/>
          <w:sz w:val="28"/>
          <w:szCs w:val="28"/>
        </w:rPr>
      </w:pPr>
      <w:r w:rsidRPr="009B21CF">
        <w:rPr>
          <w:rFonts w:cs="Calibri"/>
          <w:sz w:val="28"/>
          <w:szCs w:val="28"/>
        </w:rPr>
        <w:t xml:space="preserve">несоответствия даты </w:t>
      </w:r>
      <w:r>
        <w:rPr>
          <w:rFonts w:cs="Calibri"/>
          <w:sz w:val="28"/>
          <w:szCs w:val="28"/>
        </w:rPr>
        <w:t xml:space="preserve">распоряжения </w:t>
      </w:r>
      <w:r w:rsidRPr="009B21CF">
        <w:rPr>
          <w:rFonts w:cs="Calibri"/>
          <w:sz w:val="28"/>
          <w:szCs w:val="28"/>
        </w:rPr>
        <w:t xml:space="preserve">дате передачи </w:t>
      </w:r>
      <w:r>
        <w:rPr>
          <w:rFonts w:cs="Calibri"/>
          <w:sz w:val="28"/>
          <w:szCs w:val="28"/>
        </w:rPr>
        <w:t>его</w:t>
      </w:r>
      <w:r w:rsidRPr="009B21CF">
        <w:rPr>
          <w:rFonts w:cs="Calibri"/>
          <w:sz w:val="28"/>
          <w:szCs w:val="28"/>
        </w:rPr>
        <w:t xml:space="preserve"> на рассмотрение </w:t>
      </w:r>
      <w:r>
        <w:rPr>
          <w:rFonts w:cs="Calibri"/>
          <w:sz w:val="28"/>
          <w:szCs w:val="28"/>
        </w:rPr>
        <w:t>в Финансовое управление</w:t>
      </w:r>
      <w:r w:rsidRPr="009B21CF">
        <w:rPr>
          <w:rFonts w:cs="Calibri"/>
          <w:sz w:val="28"/>
          <w:szCs w:val="28"/>
        </w:rPr>
        <w:t xml:space="preserve"> в </w:t>
      </w:r>
      <w:r>
        <w:rPr>
          <w:rFonts w:cs="Calibri"/>
          <w:sz w:val="28"/>
          <w:szCs w:val="28"/>
        </w:rPr>
        <w:t>СПО;</w:t>
      </w:r>
    </w:p>
    <w:p w:rsidR="00EA4E12" w:rsidRPr="009B21CF" w:rsidRDefault="00EA4E12" w:rsidP="00F65815">
      <w:pPr>
        <w:widowControl w:val="0"/>
        <w:autoSpaceDE w:val="0"/>
        <w:autoSpaceDN w:val="0"/>
        <w:adjustRightInd w:val="0"/>
        <w:ind w:firstLine="540"/>
        <w:jc w:val="both"/>
        <w:rPr>
          <w:rFonts w:cs="Calibri"/>
          <w:sz w:val="28"/>
          <w:szCs w:val="28"/>
        </w:rPr>
      </w:pPr>
      <w:r w:rsidRPr="009B21CF">
        <w:rPr>
          <w:rFonts w:cs="Calibri"/>
          <w:sz w:val="28"/>
          <w:szCs w:val="28"/>
        </w:rPr>
        <w:t xml:space="preserve">неверного и (или) неполного заполнения </w:t>
      </w:r>
      <w:r>
        <w:rPr>
          <w:rFonts w:cs="Calibri"/>
          <w:sz w:val="28"/>
          <w:szCs w:val="28"/>
        </w:rPr>
        <w:t>полей распоряжения</w:t>
      </w:r>
      <w:r w:rsidRPr="009B21CF">
        <w:rPr>
          <w:rFonts w:cs="Calibri"/>
          <w:sz w:val="28"/>
          <w:szCs w:val="28"/>
        </w:rPr>
        <w:t xml:space="preserve"> в электронном виде в</w:t>
      </w:r>
      <w:r w:rsidRPr="00CC1FC4">
        <w:rPr>
          <w:rFonts w:cs="Calibri"/>
          <w:sz w:val="28"/>
          <w:szCs w:val="28"/>
        </w:rPr>
        <w:t xml:space="preserve"> </w:t>
      </w:r>
      <w:r>
        <w:rPr>
          <w:rFonts w:cs="Calibri"/>
          <w:sz w:val="28"/>
          <w:szCs w:val="28"/>
        </w:rPr>
        <w:t>СПО</w:t>
      </w:r>
      <w:r w:rsidRPr="009B21CF">
        <w:rPr>
          <w:rFonts w:cs="Calibri"/>
          <w:sz w:val="28"/>
          <w:szCs w:val="28"/>
        </w:rPr>
        <w:t xml:space="preserve"> </w:t>
      </w:r>
      <w:r>
        <w:rPr>
          <w:rFonts w:cs="Calibri"/>
          <w:sz w:val="28"/>
          <w:szCs w:val="28"/>
        </w:rPr>
        <w:t xml:space="preserve"> и (или) на бумажном носителе</w:t>
      </w:r>
      <w:r w:rsidRPr="009B21CF">
        <w:rPr>
          <w:rFonts w:cs="Calibri"/>
          <w:sz w:val="28"/>
          <w:szCs w:val="28"/>
        </w:rPr>
        <w:t>;</w:t>
      </w:r>
    </w:p>
    <w:p w:rsidR="00EA4E12" w:rsidRDefault="00EA4E12" w:rsidP="009B21CF">
      <w:pPr>
        <w:widowControl w:val="0"/>
        <w:autoSpaceDE w:val="0"/>
        <w:autoSpaceDN w:val="0"/>
        <w:adjustRightInd w:val="0"/>
        <w:ind w:firstLine="540"/>
        <w:jc w:val="both"/>
        <w:rPr>
          <w:rFonts w:cs="Calibri"/>
          <w:sz w:val="28"/>
          <w:szCs w:val="28"/>
        </w:rPr>
      </w:pPr>
      <w:r w:rsidRPr="009B21CF">
        <w:rPr>
          <w:rFonts w:cs="Calibri"/>
          <w:sz w:val="28"/>
          <w:szCs w:val="28"/>
        </w:rPr>
        <w:t xml:space="preserve">превышения суммы, указанной в </w:t>
      </w:r>
      <w:r>
        <w:rPr>
          <w:rFonts w:cs="Calibri"/>
          <w:sz w:val="28"/>
          <w:szCs w:val="28"/>
        </w:rPr>
        <w:t>распоряжении</w:t>
      </w:r>
      <w:r w:rsidRPr="009B21CF">
        <w:rPr>
          <w:rFonts w:cs="Calibri"/>
          <w:sz w:val="28"/>
          <w:szCs w:val="28"/>
        </w:rPr>
        <w:t xml:space="preserve">, над объемом свободного остатка плановых показателей по </w:t>
      </w:r>
      <w:r>
        <w:rPr>
          <w:rFonts w:cs="Calibri"/>
          <w:sz w:val="28"/>
          <w:szCs w:val="28"/>
        </w:rPr>
        <w:t>перечислениям;</w:t>
      </w:r>
    </w:p>
    <w:p w:rsidR="00EA4E12" w:rsidRDefault="00EA4E12" w:rsidP="00FE635E">
      <w:pPr>
        <w:widowControl w:val="0"/>
        <w:autoSpaceDE w:val="0"/>
        <w:autoSpaceDN w:val="0"/>
        <w:adjustRightInd w:val="0"/>
        <w:ind w:firstLine="540"/>
        <w:jc w:val="both"/>
        <w:rPr>
          <w:rFonts w:cs="Calibri"/>
          <w:sz w:val="28"/>
          <w:szCs w:val="28"/>
        </w:rPr>
      </w:pPr>
      <w:r>
        <w:rPr>
          <w:rFonts w:cs="Calibri"/>
          <w:sz w:val="28"/>
          <w:szCs w:val="28"/>
        </w:rPr>
        <w:t>отсутствия или неверного указания в кодовой зоне поля «Назначение платежа» кода целевой статьи расходов в случаях предоставления целевых субсидий.</w:t>
      </w:r>
    </w:p>
    <w:p w:rsidR="00EA4E12" w:rsidRDefault="00EA4E12" w:rsidP="00FE635E">
      <w:pPr>
        <w:widowControl w:val="0"/>
        <w:autoSpaceDE w:val="0"/>
        <w:autoSpaceDN w:val="0"/>
        <w:adjustRightInd w:val="0"/>
        <w:ind w:firstLine="540"/>
        <w:jc w:val="both"/>
        <w:rPr>
          <w:rFonts w:cs="Calibri"/>
          <w:sz w:val="28"/>
          <w:szCs w:val="28"/>
        </w:rPr>
      </w:pPr>
      <w:r>
        <w:rPr>
          <w:rFonts w:cs="Calibri"/>
          <w:sz w:val="28"/>
          <w:szCs w:val="28"/>
        </w:rPr>
        <w:t>Объем свободного остатка плановых показателей определяется как разница между объемом соответствующих плановых показателей по перечислениям на текущий финансовый год, и перечислениями по соответствующему коду бюджетной классификации и аналитическим кодам с учетом возврата средств.</w:t>
      </w:r>
    </w:p>
    <w:p w:rsidR="00EA4E12" w:rsidRDefault="00EA4E12" w:rsidP="00FE635E">
      <w:pPr>
        <w:widowControl w:val="0"/>
        <w:autoSpaceDE w:val="0"/>
        <w:autoSpaceDN w:val="0"/>
        <w:adjustRightInd w:val="0"/>
        <w:ind w:firstLine="540"/>
        <w:jc w:val="both"/>
        <w:rPr>
          <w:rFonts w:cs="Calibri"/>
          <w:sz w:val="28"/>
          <w:szCs w:val="28"/>
        </w:rPr>
      </w:pPr>
      <w:r>
        <w:rPr>
          <w:rFonts w:cs="Calibri"/>
          <w:sz w:val="28"/>
          <w:szCs w:val="28"/>
        </w:rPr>
        <w:t>Объем свободного остатка средств определяется как разница между объемом средств, поступившим на соответствующий лицевой счет, и перечислениями по соответствующему коду бюджетной классификации и аналитическим кодам с учетом возврата средств.</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4.3. Финансовое управление не позднее второго рабочего дня, следующего за днем представления клиентом распоряжения, осуществляет проведение операции за счет средств клиента или отклоняет платежное поручение в СПО с указанием причины отклонения.</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В случае если распоряжение представлено на бумажном носителе, отметка о проведении (отклонении) распоряжения дополнительно указывается на всех экземплярах распоряжения, один из которых возвращается клиенту.</w:t>
      </w:r>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p>
    <w:p w:rsidR="00EA4E12" w:rsidRDefault="00EA4E12" w:rsidP="00FE635E">
      <w:pPr>
        <w:widowControl w:val="0"/>
        <w:autoSpaceDE w:val="0"/>
        <w:autoSpaceDN w:val="0"/>
        <w:adjustRightInd w:val="0"/>
        <w:ind w:firstLine="540"/>
        <w:jc w:val="center"/>
        <w:rPr>
          <w:rFonts w:cs="Calibri"/>
          <w:sz w:val="28"/>
          <w:szCs w:val="28"/>
        </w:rPr>
      </w:pPr>
      <w:r>
        <w:rPr>
          <w:rFonts w:cs="Calibri"/>
          <w:sz w:val="28"/>
          <w:szCs w:val="28"/>
        </w:rPr>
        <w:t>5. Порядок осуществления перечислений за счет средств, в отношении которых осуществляется санкционирование</w:t>
      </w:r>
    </w:p>
    <w:p w:rsidR="00EA4E12" w:rsidRDefault="00EA4E12" w:rsidP="00FE635E">
      <w:pPr>
        <w:widowControl w:val="0"/>
        <w:autoSpaceDE w:val="0"/>
        <w:autoSpaceDN w:val="0"/>
        <w:adjustRightInd w:val="0"/>
        <w:ind w:firstLine="540"/>
        <w:jc w:val="center"/>
        <w:rPr>
          <w:rFonts w:cs="Calibri"/>
          <w:sz w:val="28"/>
          <w:szCs w:val="28"/>
        </w:rPr>
      </w:pP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5.1. Целевые расходы (капитальные расходы, расходы за счет грантов в форме субсидий), расходы, источником финансового обеспечения которых являются субсидии на муниципальное задание, осуществляются на основании представленных клиентом в Финансовое управление распоряжений и документов, подтверждающих возникновение обязательств (далее – документы основания).</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Распоряжения оформляются и представляются в соответствии с требованиями, указанными в настоящем Порядке.</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В рамках санкционирования Финансовое управление осуществляет учет указанных обязательств в соответствии с порядком, утвержденным Финансовым управлением.</w:t>
      </w:r>
    </w:p>
    <w:p w:rsidR="00EA4E12" w:rsidRDefault="00EA4E12" w:rsidP="00F2117C">
      <w:pPr>
        <w:widowControl w:val="0"/>
        <w:autoSpaceDE w:val="0"/>
        <w:autoSpaceDN w:val="0"/>
        <w:adjustRightInd w:val="0"/>
        <w:ind w:firstLine="540"/>
        <w:jc w:val="both"/>
        <w:rPr>
          <w:rFonts w:cs="Calibri"/>
          <w:sz w:val="28"/>
          <w:szCs w:val="28"/>
        </w:rPr>
      </w:pPr>
      <w:r>
        <w:rPr>
          <w:rFonts w:cs="Calibri"/>
          <w:sz w:val="28"/>
          <w:szCs w:val="28"/>
        </w:rPr>
        <w:t>5.2. В поле «Назначение платежа» распоряжения клиентом указывается номер принятого на учет обязательства (при его наличии), код целевой статьи расходов (в случаях предоставления целевых субсидий), аналитические коды, реквизиты договора (контракта), соглашения предметом которого является поставка товара, выполнение работы, оказание услуги, иных документов, обусловивших принятие обязательства клиентом, а также документов, подтверждающих исполнение контрагентом своих обязательств.</w:t>
      </w:r>
    </w:p>
    <w:p w:rsidR="00EA4E12" w:rsidRDefault="00EA4E12" w:rsidP="00F2117C">
      <w:pPr>
        <w:widowControl w:val="0"/>
        <w:autoSpaceDE w:val="0"/>
        <w:autoSpaceDN w:val="0"/>
        <w:adjustRightInd w:val="0"/>
        <w:ind w:firstLine="540"/>
        <w:jc w:val="both"/>
        <w:rPr>
          <w:rFonts w:cs="Calibri"/>
          <w:sz w:val="28"/>
          <w:szCs w:val="28"/>
        </w:rPr>
      </w:pPr>
      <w:r>
        <w:rPr>
          <w:rFonts w:cs="Calibri"/>
          <w:sz w:val="28"/>
          <w:szCs w:val="28"/>
        </w:rPr>
        <w:t>В одном распоряжении на перечисление средств могут содержаться перечисления по нескольким обязательствам клиента, вытекающим из одного договора, контракта, источником финансового обеспечения которых является одна целевая субсидия (субсидия на капитальные вложения, грант в форме субсидий) по одному коду целевых средств.</w:t>
      </w:r>
    </w:p>
    <w:p w:rsidR="00EA4E12" w:rsidRDefault="00EA4E12" w:rsidP="00F2117C">
      <w:pPr>
        <w:widowControl w:val="0"/>
        <w:autoSpaceDE w:val="0"/>
        <w:autoSpaceDN w:val="0"/>
        <w:adjustRightInd w:val="0"/>
        <w:ind w:firstLine="540"/>
        <w:jc w:val="both"/>
        <w:rPr>
          <w:rFonts w:cs="Calibri"/>
          <w:sz w:val="28"/>
          <w:szCs w:val="28"/>
        </w:rPr>
      </w:pPr>
      <w:r>
        <w:rPr>
          <w:rFonts w:cs="Calibri"/>
          <w:sz w:val="28"/>
          <w:szCs w:val="28"/>
        </w:rPr>
        <w:t>5.3. Операции по целевым расходам (капитальным расходам, расходам за счет грантов в форме субсидий), расходам за счет субсидий на муниципальное задание, осуществляются в пределах объема свободного остатка целевых субсидий (субсидий на капитальные вложения, грантов в форме субсидий), субсидий на муниципальное задание и объема свободного остатка планируемых целевых расходов (капитальных расходов, расходов за счет грантов в форме субсидий), расходов за счет субсидий на муниципальное задание.</w:t>
      </w:r>
    </w:p>
    <w:p w:rsidR="00EA4E12" w:rsidRDefault="00EA4E12" w:rsidP="00F2117C">
      <w:pPr>
        <w:widowControl w:val="0"/>
        <w:autoSpaceDE w:val="0"/>
        <w:autoSpaceDN w:val="0"/>
        <w:adjustRightInd w:val="0"/>
        <w:ind w:firstLine="540"/>
        <w:jc w:val="both"/>
        <w:rPr>
          <w:rFonts w:cs="Calibri"/>
          <w:sz w:val="28"/>
          <w:szCs w:val="28"/>
        </w:rPr>
      </w:pPr>
      <w:r>
        <w:rPr>
          <w:rFonts w:cs="Calibri"/>
          <w:sz w:val="28"/>
          <w:szCs w:val="28"/>
        </w:rPr>
        <w:t>Объем свободного остатка целевых субсидий (субсидий на капитальные вложения, грантов в форме субсидий), субсидий на муниципальное задание определяется как разница между суммой фактических поступлений целевых средств (субсидий на капитальные вложения,  грантов в форме субсидий), субсидий на муниципальное задание по соответствующему коду бюджетной классификации и аналитическим кодам, учтенных на соответствующем лицевом счете клиента с правом пользования, и перечислениями по соответствующему коду бюджетной классификации и аналитическим кодам с начала финансового года с учетом возврата средств.</w:t>
      </w:r>
    </w:p>
    <w:p w:rsidR="00EA4E12" w:rsidRDefault="00EA4E12" w:rsidP="00F2117C">
      <w:pPr>
        <w:widowControl w:val="0"/>
        <w:autoSpaceDE w:val="0"/>
        <w:autoSpaceDN w:val="0"/>
        <w:adjustRightInd w:val="0"/>
        <w:ind w:firstLine="540"/>
        <w:jc w:val="both"/>
        <w:rPr>
          <w:rFonts w:cs="Calibri"/>
          <w:sz w:val="28"/>
          <w:szCs w:val="28"/>
        </w:rPr>
      </w:pPr>
      <w:r>
        <w:rPr>
          <w:rFonts w:cs="Calibri"/>
          <w:sz w:val="28"/>
          <w:szCs w:val="28"/>
        </w:rPr>
        <w:t>Объем свободного остатка планируемых целевых расходов (капитальных расходов, расходов за счет грантов в форме субсидий, расходов за счет субсидий на муниципальное задание) определяется как разница между объемом планируемых целевых расходов (капитальных расходов,</w:t>
      </w:r>
      <w:r w:rsidRPr="003B226D">
        <w:rPr>
          <w:rFonts w:cs="Calibri"/>
          <w:sz w:val="28"/>
          <w:szCs w:val="28"/>
        </w:rPr>
        <w:t xml:space="preserve"> </w:t>
      </w:r>
      <w:r>
        <w:rPr>
          <w:rFonts w:cs="Calibri"/>
          <w:sz w:val="28"/>
          <w:szCs w:val="28"/>
        </w:rPr>
        <w:t>расходов за счет грантов в форме субсидий, расходов за счет субсидий на муниципальное задание) по соответствующему коду бюджетной классификации и аналитическим кодам и суммами принятых с начала года на учет обязательств клиента и перечислениями (в том числе по прочим обязательствам) по соответствующему коду бюджетной классификации и аналитическим кодам с начала финансового года с учетом возврата средств.</w:t>
      </w:r>
    </w:p>
    <w:p w:rsidR="00EA4E12" w:rsidRPr="00C34F8E" w:rsidRDefault="00EA4E12" w:rsidP="007A7F06">
      <w:pPr>
        <w:widowControl w:val="0"/>
        <w:autoSpaceDE w:val="0"/>
        <w:autoSpaceDN w:val="0"/>
        <w:adjustRightInd w:val="0"/>
        <w:ind w:firstLine="540"/>
        <w:jc w:val="both"/>
        <w:rPr>
          <w:rFonts w:cs="Calibri"/>
          <w:sz w:val="28"/>
          <w:szCs w:val="28"/>
        </w:rPr>
      </w:pPr>
      <w:r w:rsidRPr="00C34F8E">
        <w:rPr>
          <w:rFonts w:cs="Calibri"/>
          <w:sz w:val="28"/>
          <w:szCs w:val="28"/>
        </w:rPr>
        <w:t xml:space="preserve">5.4. Одновременно с </w:t>
      </w:r>
      <w:r>
        <w:rPr>
          <w:rFonts w:cs="Calibri"/>
          <w:sz w:val="28"/>
          <w:szCs w:val="28"/>
        </w:rPr>
        <w:t xml:space="preserve">распоряжением </w:t>
      </w:r>
      <w:r w:rsidRPr="00C34F8E">
        <w:rPr>
          <w:rFonts w:cs="Calibri"/>
          <w:sz w:val="28"/>
          <w:szCs w:val="28"/>
        </w:rPr>
        <w:t>клиент представляет в</w:t>
      </w:r>
      <w:r>
        <w:rPr>
          <w:rFonts w:cs="Calibri"/>
          <w:sz w:val="28"/>
          <w:szCs w:val="28"/>
        </w:rPr>
        <w:t xml:space="preserve"> электронном виде в СПО в</w:t>
      </w:r>
      <w:r w:rsidRPr="00C34F8E">
        <w:rPr>
          <w:rFonts w:cs="Calibri"/>
          <w:sz w:val="28"/>
          <w:szCs w:val="28"/>
        </w:rPr>
        <w:t xml:space="preserve"> Финансовое управление документы-основания, предусмотренные для получателей средств областного бюджета приказом </w:t>
      </w:r>
      <w:r>
        <w:rPr>
          <w:rFonts w:cs="Calibri"/>
          <w:sz w:val="28"/>
          <w:szCs w:val="28"/>
        </w:rPr>
        <w:t>Финансового управления</w:t>
      </w:r>
      <w:r w:rsidRPr="00C34F8E">
        <w:rPr>
          <w:rFonts w:cs="Calibri"/>
          <w:sz w:val="28"/>
          <w:szCs w:val="28"/>
        </w:rPr>
        <w:t>, регламентирующего порядок исполнения  бюджета по расходам и источникам финансирования дефицита бюджета</w:t>
      </w:r>
      <w:r>
        <w:rPr>
          <w:rFonts w:cs="Calibri"/>
          <w:sz w:val="28"/>
          <w:szCs w:val="28"/>
        </w:rPr>
        <w:t xml:space="preserve"> муниципального района Похвистневский</w:t>
      </w:r>
      <w:r w:rsidRPr="00C34F8E">
        <w:rPr>
          <w:rFonts w:cs="Calibri"/>
          <w:sz w:val="28"/>
          <w:szCs w:val="28"/>
        </w:rPr>
        <w:t xml:space="preserve">. Формы и правила представления клиентом документов-оснований соответствуют формам и правилам, установленным для получателей средств бюджета приказом </w:t>
      </w:r>
      <w:r>
        <w:rPr>
          <w:rFonts w:cs="Calibri"/>
          <w:sz w:val="28"/>
          <w:szCs w:val="28"/>
        </w:rPr>
        <w:t>Финансового управления</w:t>
      </w:r>
      <w:r w:rsidRPr="00C34F8E">
        <w:rPr>
          <w:rFonts w:cs="Calibri"/>
          <w:sz w:val="28"/>
          <w:szCs w:val="28"/>
        </w:rPr>
        <w:t>, регламентирующим порядок исполнения бюджета по расходам и источникам финансирования дефицита бюджета</w:t>
      </w:r>
      <w:r>
        <w:rPr>
          <w:rFonts w:cs="Calibri"/>
          <w:sz w:val="28"/>
          <w:szCs w:val="28"/>
        </w:rPr>
        <w:t xml:space="preserve"> муниципального района Похвистневский</w:t>
      </w:r>
      <w:r w:rsidRPr="00C34F8E">
        <w:rPr>
          <w:rFonts w:cs="Calibri"/>
          <w:sz w:val="28"/>
          <w:szCs w:val="28"/>
        </w:rPr>
        <w:t>.</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5.5. При санкционировании оплаты обязательств клиента Финансовое управление отклоняет распоряжение на основании положений, указанных в пункте 4.2 настоящего Порядка, а также по следующим основаниям:</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Превышение суммы, указанной в распоряжении, над объемом свободного остатка целевых субсидий (субсидий на капитальные вложения, грантов в форме субсидий), субсидий на муниципальное задание, за исключением случая представления уполномоченным органом распоряжения, сумма которого равна сумме распоряжения клиента, для оплаты которого на лицевом счете клиента отсутствует достаточный объем свободного остатка целевых субсидий (субсидий на капитальные вложения, грантов в форме субсидий), субсидий на муниципальное задание;</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превышение суммы, указанной в распоряжении, над остатком неисполненного обязательства клиента, поставленного на учет;</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отсутствие документов, указанных в пункте 5.4 настоящего Порядка;</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несоответствие информации, указанной в распоряжении, документам, представленным в соответствии с пунктом 5.4 настоящего Порядка;</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превышение суммы аванса, указанной в распоряжении, над предельным размером аванса, установленным для получателей средств областного бюджета приказом министерства, регламентирующим порядок исполнения областного бюджета по расходам и источникам финансирования дефицита областного бюджета;</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несоблюдения порядка учета обязательств, вытекающих из договоров, источником финансового обеспечения которых являются целевые субсидии (субсидии на капитальные вложения, гранты в форме субсидий), субсидии на муниципальное задание, утвержденного приказом Финансового управления, неверное и неполное заполнение сведений об обязательствах в электронном виде в СПО;</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несоответствие содержания операции по оплате обязательств клиента целям предоставления целевой субсидии (субсидии на капитальные вложения, гранта в форме субсидии);</w:t>
      </w: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отсутствие или неверное указание в кодовой зоне поля «Назначение платежа» кода целевой статьи расходов в случаях предоставления целевых субсидий.</w:t>
      </w:r>
    </w:p>
    <w:p w:rsidR="00EA4E12" w:rsidRDefault="00EA4E12" w:rsidP="007A7F06">
      <w:pPr>
        <w:widowControl w:val="0"/>
        <w:autoSpaceDE w:val="0"/>
        <w:autoSpaceDN w:val="0"/>
        <w:adjustRightInd w:val="0"/>
        <w:ind w:firstLine="540"/>
        <w:jc w:val="both"/>
        <w:rPr>
          <w:rFonts w:cs="Calibri"/>
          <w:sz w:val="28"/>
          <w:szCs w:val="28"/>
        </w:rPr>
      </w:pPr>
    </w:p>
    <w:p w:rsidR="00EA4E12" w:rsidRDefault="00EA4E12" w:rsidP="007A7F06">
      <w:pPr>
        <w:widowControl w:val="0"/>
        <w:autoSpaceDE w:val="0"/>
        <w:autoSpaceDN w:val="0"/>
        <w:adjustRightInd w:val="0"/>
        <w:ind w:firstLine="540"/>
        <w:jc w:val="both"/>
        <w:rPr>
          <w:rFonts w:cs="Calibri"/>
          <w:sz w:val="28"/>
          <w:szCs w:val="28"/>
        </w:rPr>
      </w:pPr>
    </w:p>
    <w:p w:rsidR="00EA4E12" w:rsidRDefault="00EA4E12" w:rsidP="007A7F06">
      <w:pPr>
        <w:widowControl w:val="0"/>
        <w:autoSpaceDE w:val="0"/>
        <w:autoSpaceDN w:val="0"/>
        <w:adjustRightInd w:val="0"/>
        <w:ind w:firstLine="540"/>
        <w:jc w:val="both"/>
        <w:rPr>
          <w:rFonts w:cs="Calibri"/>
          <w:sz w:val="28"/>
          <w:szCs w:val="28"/>
        </w:rPr>
      </w:pPr>
    </w:p>
    <w:p w:rsidR="00EA4E12" w:rsidRDefault="00EA4E12" w:rsidP="007A7F06">
      <w:pPr>
        <w:widowControl w:val="0"/>
        <w:autoSpaceDE w:val="0"/>
        <w:autoSpaceDN w:val="0"/>
        <w:adjustRightInd w:val="0"/>
        <w:ind w:firstLine="540"/>
        <w:jc w:val="both"/>
        <w:rPr>
          <w:rFonts w:cs="Calibri"/>
          <w:sz w:val="28"/>
          <w:szCs w:val="28"/>
        </w:rPr>
      </w:pPr>
      <w:r>
        <w:rPr>
          <w:rFonts w:cs="Calibri"/>
          <w:sz w:val="28"/>
          <w:szCs w:val="28"/>
        </w:rPr>
        <w:t>5.6.Финансовое управление не позднее второго рабочего дня, следующего за днем представления клиентом распоряжения, осуществляет санкционирование распоряжения или отклоняет распоряжение в СПО с указанием причины отклонения.</w:t>
      </w:r>
    </w:p>
    <w:p w:rsidR="00EA4E12" w:rsidRDefault="00EA4E12" w:rsidP="00B217E7">
      <w:pPr>
        <w:widowControl w:val="0"/>
        <w:autoSpaceDE w:val="0"/>
        <w:autoSpaceDN w:val="0"/>
        <w:adjustRightInd w:val="0"/>
        <w:ind w:firstLine="540"/>
        <w:jc w:val="both"/>
        <w:rPr>
          <w:rFonts w:cs="Calibri"/>
          <w:sz w:val="28"/>
          <w:szCs w:val="28"/>
        </w:rPr>
      </w:pPr>
      <w:r>
        <w:rPr>
          <w:rFonts w:cs="Calibri"/>
          <w:sz w:val="28"/>
          <w:szCs w:val="28"/>
        </w:rPr>
        <w:t>В случае если распоряжение представлено на бумажном носителе, отметка о санкционировании (отклонении) распоряжения дополнительно указывается на всех экземплярах распоряжения, один из которых возвращается клиенту.</w:t>
      </w:r>
    </w:p>
    <w:p w:rsidR="00EA4E12" w:rsidRDefault="00EA4E12" w:rsidP="009B21CF">
      <w:pPr>
        <w:widowControl w:val="0"/>
        <w:autoSpaceDE w:val="0"/>
        <w:autoSpaceDN w:val="0"/>
        <w:adjustRightInd w:val="0"/>
        <w:ind w:firstLine="540"/>
        <w:jc w:val="both"/>
        <w:rPr>
          <w:rFonts w:cs="Calibri"/>
          <w:sz w:val="28"/>
          <w:szCs w:val="28"/>
        </w:rPr>
      </w:pPr>
      <w:bookmarkStart w:id="6" w:name="Par92"/>
      <w:bookmarkStart w:id="7" w:name="Par93"/>
      <w:bookmarkEnd w:id="6"/>
      <w:bookmarkEnd w:id="7"/>
      <w:r>
        <w:rPr>
          <w:rFonts w:cs="Calibri"/>
          <w:sz w:val="28"/>
          <w:szCs w:val="28"/>
        </w:rPr>
        <w:t>5.7. Положения абзаца 4 пункта 4.2. настоящего Порядка не распространяются на санкционирование оплаты обязательств учреждений по исполнению в установленном порядке исполнительных документов, предусматривающих обращение взыскания на средства учреждения.</w:t>
      </w:r>
    </w:p>
    <w:p w:rsidR="00EA4E12" w:rsidRDefault="00EA4E12" w:rsidP="009B21CF">
      <w:pPr>
        <w:widowControl w:val="0"/>
        <w:autoSpaceDE w:val="0"/>
        <w:autoSpaceDN w:val="0"/>
        <w:adjustRightInd w:val="0"/>
        <w:ind w:firstLine="540"/>
        <w:jc w:val="both"/>
        <w:rPr>
          <w:rFonts w:cs="Calibri"/>
          <w:sz w:val="28"/>
          <w:szCs w:val="28"/>
        </w:rPr>
      </w:pPr>
      <w:r>
        <w:rPr>
          <w:rFonts w:cs="Calibri"/>
          <w:sz w:val="28"/>
          <w:szCs w:val="28"/>
        </w:rPr>
        <w:t>Санкционирование оплаты обязательств учреждения по исполнению в установленном порядке исполнительных документов, предусматривающих обращение взыскания на средства учреждения, осуществляется в пределах общего остатка средств, учтенных на соответствующем лицевом счете учреждения.</w:t>
      </w:r>
    </w:p>
    <w:sectPr w:rsidR="00EA4E12" w:rsidSect="0060343E">
      <w:pgSz w:w="11906" w:h="16838"/>
      <w:pgMar w:top="360"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A67D3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C65D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7902F0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66C5E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41AEF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D22A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FE59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54E1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E23F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56AB34"/>
    <w:lvl w:ilvl="0">
      <w:start w:val="1"/>
      <w:numFmt w:val="bullet"/>
      <w:lvlText w:val=""/>
      <w:lvlJc w:val="left"/>
      <w:pPr>
        <w:tabs>
          <w:tab w:val="num" w:pos="360"/>
        </w:tabs>
        <w:ind w:left="360" w:hanging="360"/>
      </w:pPr>
      <w:rPr>
        <w:rFonts w:ascii="Symbol" w:hAnsi="Symbol" w:hint="default"/>
      </w:rPr>
    </w:lvl>
  </w:abstractNum>
  <w:abstractNum w:abstractNumId="10">
    <w:nsid w:val="52DC0FE8"/>
    <w:multiLevelType w:val="singleLevel"/>
    <w:tmpl w:val="E17CE766"/>
    <w:lvl w:ilvl="0">
      <w:start w:val="3"/>
      <w:numFmt w:val="decimal"/>
      <w:lvlText w:val="%1."/>
      <w:legacy w:legacy="1" w:legacySpace="0" w:legacyIndent="470"/>
      <w:lvlJc w:val="left"/>
      <w:rPr>
        <w:rFonts w:ascii="Times New Roman" w:hAnsi="Times New Roman" w:cs="Times New Roman" w:hint="default"/>
      </w:rPr>
    </w:lvl>
  </w:abstractNum>
  <w:abstractNum w:abstractNumId="11">
    <w:nsid w:val="5A565D28"/>
    <w:multiLevelType w:val="singleLevel"/>
    <w:tmpl w:val="2AF213A0"/>
    <w:lvl w:ilvl="0">
      <w:start w:val="7"/>
      <w:numFmt w:val="decimal"/>
      <w:lvlText w:val="%1."/>
      <w:legacy w:legacy="1" w:legacySpace="0" w:legacyIndent="288"/>
      <w:lvlJc w:val="left"/>
      <w:rPr>
        <w:rFonts w:ascii="Times New Roman" w:hAnsi="Times New Roman" w:cs="Times New Roman" w:hint="default"/>
      </w:rPr>
    </w:lvl>
  </w:abstractNum>
  <w:abstractNum w:abstractNumId="12">
    <w:nsid w:val="6A451E45"/>
    <w:multiLevelType w:val="singleLevel"/>
    <w:tmpl w:val="4E0EE394"/>
    <w:lvl w:ilvl="0">
      <w:start w:val="1"/>
      <w:numFmt w:val="decimal"/>
      <w:lvlText w:val="%1."/>
      <w:legacy w:legacy="1" w:legacySpace="0" w:legacyIndent="316"/>
      <w:lvlJc w:val="left"/>
      <w:pPr>
        <w:ind w:left="567"/>
      </w:pPr>
      <w:rPr>
        <w:rFonts w:ascii="Times New Roman" w:hAnsi="Times New Roman" w:cs="Times New Roman" w:hint="default"/>
        <w:b w:val="0"/>
      </w:rPr>
    </w:lvl>
  </w:abstractNum>
  <w:num w:numId="1">
    <w:abstractNumId w:val="12"/>
    <w:lvlOverride w:ilvl="0">
      <w:startOverride w:val="1"/>
    </w:lvlOverride>
  </w:num>
  <w:num w:numId="2">
    <w:abstractNumId w:val="10"/>
    <w:lvlOverride w:ilvl="0">
      <w:startOverride w:val="3"/>
    </w:lvlOverride>
  </w:num>
  <w:num w:numId="3">
    <w:abstractNumId w:val="11"/>
    <w:lvlOverride w:ilvl="0">
      <w:startOverride w:val="7"/>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036"/>
    <w:rsid w:val="0000079C"/>
    <w:rsid w:val="00001ECA"/>
    <w:rsid w:val="0000222C"/>
    <w:rsid w:val="00002DBB"/>
    <w:rsid w:val="0000439B"/>
    <w:rsid w:val="0000516A"/>
    <w:rsid w:val="0000519B"/>
    <w:rsid w:val="0000671A"/>
    <w:rsid w:val="00013CC4"/>
    <w:rsid w:val="00030433"/>
    <w:rsid w:val="0003145D"/>
    <w:rsid w:val="000357A7"/>
    <w:rsid w:val="000374B4"/>
    <w:rsid w:val="00037684"/>
    <w:rsid w:val="00037970"/>
    <w:rsid w:val="000420B3"/>
    <w:rsid w:val="00042D22"/>
    <w:rsid w:val="0004301B"/>
    <w:rsid w:val="000433CD"/>
    <w:rsid w:val="00043DF4"/>
    <w:rsid w:val="00043FC5"/>
    <w:rsid w:val="000441AF"/>
    <w:rsid w:val="00045C51"/>
    <w:rsid w:val="00046C54"/>
    <w:rsid w:val="0005057A"/>
    <w:rsid w:val="00051B46"/>
    <w:rsid w:val="00052B1B"/>
    <w:rsid w:val="00054594"/>
    <w:rsid w:val="00054CE1"/>
    <w:rsid w:val="000574DB"/>
    <w:rsid w:val="00061277"/>
    <w:rsid w:val="00070830"/>
    <w:rsid w:val="000719C0"/>
    <w:rsid w:val="00072498"/>
    <w:rsid w:val="000738C4"/>
    <w:rsid w:val="00076A4C"/>
    <w:rsid w:val="00077EFB"/>
    <w:rsid w:val="00080529"/>
    <w:rsid w:val="00080FC2"/>
    <w:rsid w:val="00082067"/>
    <w:rsid w:val="00083985"/>
    <w:rsid w:val="00084247"/>
    <w:rsid w:val="000856C2"/>
    <w:rsid w:val="00085DAF"/>
    <w:rsid w:val="0008755E"/>
    <w:rsid w:val="000957F9"/>
    <w:rsid w:val="00096C95"/>
    <w:rsid w:val="000A14FD"/>
    <w:rsid w:val="000A1946"/>
    <w:rsid w:val="000A3ED0"/>
    <w:rsid w:val="000A438F"/>
    <w:rsid w:val="000A690A"/>
    <w:rsid w:val="000A6BD9"/>
    <w:rsid w:val="000B1722"/>
    <w:rsid w:val="000B373F"/>
    <w:rsid w:val="000B617D"/>
    <w:rsid w:val="000C34EE"/>
    <w:rsid w:val="000C43DB"/>
    <w:rsid w:val="000C597A"/>
    <w:rsid w:val="000C5B76"/>
    <w:rsid w:val="000D17CE"/>
    <w:rsid w:val="000D37E6"/>
    <w:rsid w:val="000D3FC9"/>
    <w:rsid w:val="000D4CE5"/>
    <w:rsid w:val="000D6105"/>
    <w:rsid w:val="000D655E"/>
    <w:rsid w:val="000E0C59"/>
    <w:rsid w:val="000E1853"/>
    <w:rsid w:val="000E255C"/>
    <w:rsid w:val="000E4FB0"/>
    <w:rsid w:val="000E5412"/>
    <w:rsid w:val="000E696B"/>
    <w:rsid w:val="000F2AE7"/>
    <w:rsid w:val="000F2FF5"/>
    <w:rsid w:val="000F5598"/>
    <w:rsid w:val="00103311"/>
    <w:rsid w:val="001045A2"/>
    <w:rsid w:val="00105F39"/>
    <w:rsid w:val="001062F2"/>
    <w:rsid w:val="0010780F"/>
    <w:rsid w:val="001163E6"/>
    <w:rsid w:val="00116587"/>
    <w:rsid w:val="00123B7C"/>
    <w:rsid w:val="00126124"/>
    <w:rsid w:val="00127BAE"/>
    <w:rsid w:val="00131F6A"/>
    <w:rsid w:val="00132371"/>
    <w:rsid w:val="00133931"/>
    <w:rsid w:val="0013462C"/>
    <w:rsid w:val="001429A7"/>
    <w:rsid w:val="00142C17"/>
    <w:rsid w:val="00144B5C"/>
    <w:rsid w:val="00145E4E"/>
    <w:rsid w:val="00145F9C"/>
    <w:rsid w:val="0014774D"/>
    <w:rsid w:val="00147ACE"/>
    <w:rsid w:val="00153036"/>
    <w:rsid w:val="00156904"/>
    <w:rsid w:val="00164607"/>
    <w:rsid w:val="00165420"/>
    <w:rsid w:val="00166E14"/>
    <w:rsid w:val="00167826"/>
    <w:rsid w:val="0017213A"/>
    <w:rsid w:val="00175CB1"/>
    <w:rsid w:val="001801DA"/>
    <w:rsid w:val="001802AE"/>
    <w:rsid w:val="00180EC9"/>
    <w:rsid w:val="00181273"/>
    <w:rsid w:val="00197E62"/>
    <w:rsid w:val="001A0C84"/>
    <w:rsid w:val="001A0D29"/>
    <w:rsid w:val="001A1018"/>
    <w:rsid w:val="001A43D4"/>
    <w:rsid w:val="001A5290"/>
    <w:rsid w:val="001A6AD6"/>
    <w:rsid w:val="001B193F"/>
    <w:rsid w:val="001B1E9C"/>
    <w:rsid w:val="001B3803"/>
    <w:rsid w:val="001B41E6"/>
    <w:rsid w:val="001B4393"/>
    <w:rsid w:val="001B4D4E"/>
    <w:rsid w:val="001B7F51"/>
    <w:rsid w:val="001C0293"/>
    <w:rsid w:val="001C03ED"/>
    <w:rsid w:val="001C30DB"/>
    <w:rsid w:val="001D1140"/>
    <w:rsid w:val="001D2EE2"/>
    <w:rsid w:val="001D56FE"/>
    <w:rsid w:val="001D5C31"/>
    <w:rsid w:val="001D6CF7"/>
    <w:rsid w:val="001E1624"/>
    <w:rsid w:val="001E372C"/>
    <w:rsid w:val="001E453E"/>
    <w:rsid w:val="001E51BF"/>
    <w:rsid w:val="001E55E4"/>
    <w:rsid w:val="001F1295"/>
    <w:rsid w:val="001F2CFC"/>
    <w:rsid w:val="001F4C4D"/>
    <w:rsid w:val="001F5F0C"/>
    <w:rsid w:val="001F6E6B"/>
    <w:rsid w:val="00207481"/>
    <w:rsid w:val="002077C7"/>
    <w:rsid w:val="00211504"/>
    <w:rsid w:val="00213B17"/>
    <w:rsid w:val="002145B8"/>
    <w:rsid w:val="0022426C"/>
    <w:rsid w:val="00232CA7"/>
    <w:rsid w:val="00232FB9"/>
    <w:rsid w:val="002335C4"/>
    <w:rsid w:val="00236067"/>
    <w:rsid w:val="00236B2B"/>
    <w:rsid w:val="00240F17"/>
    <w:rsid w:val="00242007"/>
    <w:rsid w:val="00243A3F"/>
    <w:rsid w:val="00245268"/>
    <w:rsid w:val="00246E73"/>
    <w:rsid w:val="00247EE8"/>
    <w:rsid w:val="0026149D"/>
    <w:rsid w:val="00261508"/>
    <w:rsid w:val="00261744"/>
    <w:rsid w:val="002641F3"/>
    <w:rsid w:val="00264CB4"/>
    <w:rsid w:val="0026734B"/>
    <w:rsid w:val="00270D20"/>
    <w:rsid w:val="002716C2"/>
    <w:rsid w:val="00271993"/>
    <w:rsid w:val="00273981"/>
    <w:rsid w:val="0028239C"/>
    <w:rsid w:val="002828C0"/>
    <w:rsid w:val="00282A6A"/>
    <w:rsid w:val="00284216"/>
    <w:rsid w:val="00293520"/>
    <w:rsid w:val="00294403"/>
    <w:rsid w:val="00294622"/>
    <w:rsid w:val="002A09EB"/>
    <w:rsid w:val="002A102A"/>
    <w:rsid w:val="002A1FAC"/>
    <w:rsid w:val="002A3B6B"/>
    <w:rsid w:val="002A5189"/>
    <w:rsid w:val="002A6710"/>
    <w:rsid w:val="002A6B8B"/>
    <w:rsid w:val="002B3FF5"/>
    <w:rsid w:val="002B733A"/>
    <w:rsid w:val="002C07B7"/>
    <w:rsid w:val="002C1A6C"/>
    <w:rsid w:val="002D56BD"/>
    <w:rsid w:val="002E0E00"/>
    <w:rsid w:val="002E1295"/>
    <w:rsid w:val="002E16A1"/>
    <w:rsid w:val="002E32A6"/>
    <w:rsid w:val="002F1821"/>
    <w:rsid w:val="002F33C9"/>
    <w:rsid w:val="00302ABA"/>
    <w:rsid w:val="0030331F"/>
    <w:rsid w:val="00303EFD"/>
    <w:rsid w:val="00311ABB"/>
    <w:rsid w:val="0031292B"/>
    <w:rsid w:val="00313794"/>
    <w:rsid w:val="003173D8"/>
    <w:rsid w:val="00317521"/>
    <w:rsid w:val="00321A32"/>
    <w:rsid w:val="003250BB"/>
    <w:rsid w:val="00325F11"/>
    <w:rsid w:val="003264C5"/>
    <w:rsid w:val="00326919"/>
    <w:rsid w:val="00327D5C"/>
    <w:rsid w:val="00327F0F"/>
    <w:rsid w:val="00331B5E"/>
    <w:rsid w:val="00334DEC"/>
    <w:rsid w:val="00335AC3"/>
    <w:rsid w:val="0034029C"/>
    <w:rsid w:val="00341693"/>
    <w:rsid w:val="00341E03"/>
    <w:rsid w:val="0034335D"/>
    <w:rsid w:val="00344254"/>
    <w:rsid w:val="003442D2"/>
    <w:rsid w:val="00344435"/>
    <w:rsid w:val="00344BA6"/>
    <w:rsid w:val="00345E98"/>
    <w:rsid w:val="00346329"/>
    <w:rsid w:val="003478CC"/>
    <w:rsid w:val="00347D45"/>
    <w:rsid w:val="00350A11"/>
    <w:rsid w:val="0035441B"/>
    <w:rsid w:val="00355D6F"/>
    <w:rsid w:val="00356E0C"/>
    <w:rsid w:val="00360A57"/>
    <w:rsid w:val="00361488"/>
    <w:rsid w:val="00363AB8"/>
    <w:rsid w:val="00364ED3"/>
    <w:rsid w:val="003651CA"/>
    <w:rsid w:val="00366578"/>
    <w:rsid w:val="003754BD"/>
    <w:rsid w:val="00377569"/>
    <w:rsid w:val="00381B6A"/>
    <w:rsid w:val="003853F4"/>
    <w:rsid w:val="003878C3"/>
    <w:rsid w:val="00394CF2"/>
    <w:rsid w:val="00395EA9"/>
    <w:rsid w:val="003975F6"/>
    <w:rsid w:val="003A0736"/>
    <w:rsid w:val="003A2E5E"/>
    <w:rsid w:val="003A4565"/>
    <w:rsid w:val="003A5AA0"/>
    <w:rsid w:val="003A6947"/>
    <w:rsid w:val="003A6CC5"/>
    <w:rsid w:val="003A6DB2"/>
    <w:rsid w:val="003A720E"/>
    <w:rsid w:val="003A7A0E"/>
    <w:rsid w:val="003B226D"/>
    <w:rsid w:val="003B3883"/>
    <w:rsid w:val="003B6839"/>
    <w:rsid w:val="003B7524"/>
    <w:rsid w:val="003C035E"/>
    <w:rsid w:val="003C2C6F"/>
    <w:rsid w:val="003C3F56"/>
    <w:rsid w:val="003C485A"/>
    <w:rsid w:val="003C4A17"/>
    <w:rsid w:val="003D0F28"/>
    <w:rsid w:val="003D21DE"/>
    <w:rsid w:val="003D4C7D"/>
    <w:rsid w:val="003D61D8"/>
    <w:rsid w:val="003E259A"/>
    <w:rsid w:val="003E4F4B"/>
    <w:rsid w:val="003E64AF"/>
    <w:rsid w:val="003E690D"/>
    <w:rsid w:val="003F1055"/>
    <w:rsid w:val="003F1813"/>
    <w:rsid w:val="003F3F79"/>
    <w:rsid w:val="003F40A9"/>
    <w:rsid w:val="003F597D"/>
    <w:rsid w:val="003F5E24"/>
    <w:rsid w:val="00402070"/>
    <w:rsid w:val="00402FA5"/>
    <w:rsid w:val="004042EE"/>
    <w:rsid w:val="00411070"/>
    <w:rsid w:val="00412A5A"/>
    <w:rsid w:val="0041300C"/>
    <w:rsid w:val="00414DCF"/>
    <w:rsid w:val="00417A4B"/>
    <w:rsid w:val="00424783"/>
    <w:rsid w:val="00424D07"/>
    <w:rsid w:val="00426496"/>
    <w:rsid w:val="00430A80"/>
    <w:rsid w:val="00431081"/>
    <w:rsid w:val="00434BD5"/>
    <w:rsid w:val="00437CB1"/>
    <w:rsid w:val="00441307"/>
    <w:rsid w:val="0044223B"/>
    <w:rsid w:val="00442265"/>
    <w:rsid w:val="004427D9"/>
    <w:rsid w:val="0044392B"/>
    <w:rsid w:val="00445003"/>
    <w:rsid w:val="00447199"/>
    <w:rsid w:val="00447564"/>
    <w:rsid w:val="00451440"/>
    <w:rsid w:val="004516F3"/>
    <w:rsid w:val="004537E3"/>
    <w:rsid w:val="0045597E"/>
    <w:rsid w:val="004562E3"/>
    <w:rsid w:val="00462FD9"/>
    <w:rsid w:val="00470AA5"/>
    <w:rsid w:val="00471100"/>
    <w:rsid w:val="00471BE1"/>
    <w:rsid w:val="004720D8"/>
    <w:rsid w:val="0047270A"/>
    <w:rsid w:val="00476A2E"/>
    <w:rsid w:val="004821BE"/>
    <w:rsid w:val="0048231A"/>
    <w:rsid w:val="004823CC"/>
    <w:rsid w:val="0048521D"/>
    <w:rsid w:val="0048560C"/>
    <w:rsid w:val="00487F5D"/>
    <w:rsid w:val="004903F4"/>
    <w:rsid w:val="004966E4"/>
    <w:rsid w:val="0049731D"/>
    <w:rsid w:val="004A31F0"/>
    <w:rsid w:val="004A3A1D"/>
    <w:rsid w:val="004A49C3"/>
    <w:rsid w:val="004A5116"/>
    <w:rsid w:val="004B0430"/>
    <w:rsid w:val="004B73EB"/>
    <w:rsid w:val="004C1C10"/>
    <w:rsid w:val="004D1BF3"/>
    <w:rsid w:val="004D2385"/>
    <w:rsid w:val="004D51E4"/>
    <w:rsid w:val="004D5F37"/>
    <w:rsid w:val="004E1E33"/>
    <w:rsid w:val="004E47FD"/>
    <w:rsid w:val="004E76A9"/>
    <w:rsid w:val="004F51E1"/>
    <w:rsid w:val="004F58AA"/>
    <w:rsid w:val="0050580A"/>
    <w:rsid w:val="00506ABB"/>
    <w:rsid w:val="00506E4E"/>
    <w:rsid w:val="0051237B"/>
    <w:rsid w:val="00515FDB"/>
    <w:rsid w:val="00517AB1"/>
    <w:rsid w:val="005211BE"/>
    <w:rsid w:val="00532E2B"/>
    <w:rsid w:val="00534195"/>
    <w:rsid w:val="005356D2"/>
    <w:rsid w:val="00536440"/>
    <w:rsid w:val="00543B51"/>
    <w:rsid w:val="0054406E"/>
    <w:rsid w:val="00544246"/>
    <w:rsid w:val="0054510F"/>
    <w:rsid w:val="00545312"/>
    <w:rsid w:val="00545B09"/>
    <w:rsid w:val="005516B2"/>
    <w:rsid w:val="00551D45"/>
    <w:rsid w:val="005522F5"/>
    <w:rsid w:val="00553ABB"/>
    <w:rsid w:val="00553D0A"/>
    <w:rsid w:val="00554C8B"/>
    <w:rsid w:val="00564EF1"/>
    <w:rsid w:val="00572F04"/>
    <w:rsid w:val="00573CF8"/>
    <w:rsid w:val="00577B7D"/>
    <w:rsid w:val="00583737"/>
    <w:rsid w:val="00585149"/>
    <w:rsid w:val="005851F0"/>
    <w:rsid w:val="00585804"/>
    <w:rsid w:val="005878BD"/>
    <w:rsid w:val="00587F38"/>
    <w:rsid w:val="005913CA"/>
    <w:rsid w:val="00595174"/>
    <w:rsid w:val="0059518A"/>
    <w:rsid w:val="0059587C"/>
    <w:rsid w:val="00597CBF"/>
    <w:rsid w:val="005A0738"/>
    <w:rsid w:val="005A2EEB"/>
    <w:rsid w:val="005A56AA"/>
    <w:rsid w:val="005A6AE8"/>
    <w:rsid w:val="005A75FA"/>
    <w:rsid w:val="005B2FE8"/>
    <w:rsid w:val="005B4B18"/>
    <w:rsid w:val="005C3E53"/>
    <w:rsid w:val="005C4EFB"/>
    <w:rsid w:val="005C5C8C"/>
    <w:rsid w:val="005C7B03"/>
    <w:rsid w:val="005D06C3"/>
    <w:rsid w:val="005D136B"/>
    <w:rsid w:val="005D3089"/>
    <w:rsid w:val="005D53BF"/>
    <w:rsid w:val="005D57AA"/>
    <w:rsid w:val="005D624E"/>
    <w:rsid w:val="005E2B89"/>
    <w:rsid w:val="005E7AB6"/>
    <w:rsid w:val="005F0C83"/>
    <w:rsid w:val="005F0CAB"/>
    <w:rsid w:val="005F1ECB"/>
    <w:rsid w:val="005F5A50"/>
    <w:rsid w:val="005F5E28"/>
    <w:rsid w:val="00600386"/>
    <w:rsid w:val="006005C0"/>
    <w:rsid w:val="006018D8"/>
    <w:rsid w:val="00603181"/>
    <w:rsid w:val="0060343E"/>
    <w:rsid w:val="00604083"/>
    <w:rsid w:val="006057ED"/>
    <w:rsid w:val="006065EA"/>
    <w:rsid w:val="00610EDB"/>
    <w:rsid w:val="006131D3"/>
    <w:rsid w:val="00613BBE"/>
    <w:rsid w:val="00614ABE"/>
    <w:rsid w:val="006152BB"/>
    <w:rsid w:val="00616CC1"/>
    <w:rsid w:val="0062049A"/>
    <w:rsid w:val="00621941"/>
    <w:rsid w:val="006230C9"/>
    <w:rsid w:val="006240ED"/>
    <w:rsid w:val="00624254"/>
    <w:rsid w:val="00624445"/>
    <w:rsid w:val="006261CC"/>
    <w:rsid w:val="0062696D"/>
    <w:rsid w:val="006275F3"/>
    <w:rsid w:val="00630C09"/>
    <w:rsid w:val="00632132"/>
    <w:rsid w:val="006335FF"/>
    <w:rsid w:val="006348D1"/>
    <w:rsid w:val="00634B83"/>
    <w:rsid w:val="0063653E"/>
    <w:rsid w:val="00640A08"/>
    <w:rsid w:val="00641B88"/>
    <w:rsid w:val="0064201D"/>
    <w:rsid w:val="00645E05"/>
    <w:rsid w:val="00646B14"/>
    <w:rsid w:val="00646D98"/>
    <w:rsid w:val="0064724F"/>
    <w:rsid w:val="0065183E"/>
    <w:rsid w:val="00654B97"/>
    <w:rsid w:val="00655C2B"/>
    <w:rsid w:val="00657DC4"/>
    <w:rsid w:val="00662B62"/>
    <w:rsid w:val="00666060"/>
    <w:rsid w:val="0066617F"/>
    <w:rsid w:val="00666716"/>
    <w:rsid w:val="00670700"/>
    <w:rsid w:val="0067084E"/>
    <w:rsid w:val="00674781"/>
    <w:rsid w:val="00680F0C"/>
    <w:rsid w:val="00682A14"/>
    <w:rsid w:val="00684B74"/>
    <w:rsid w:val="0068798A"/>
    <w:rsid w:val="00693578"/>
    <w:rsid w:val="00693F3D"/>
    <w:rsid w:val="006942DB"/>
    <w:rsid w:val="00694C39"/>
    <w:rsid w:val="00694FEC"/>
    <w:rsid w:val="006972C6"/>
    <w:rsid w:val="006A0813"/>
    <w:rsid w:val="006A3698"/>
    <w:rsid w:val="006B0742"/>
    <w:rsid w:val="006B07F2"/>
    <w:rsid w:val="006B5EFD"/>
    <w:rsid w:val="006C34AD"/>
    <w:rsid w:val="006C3DB8"/>
    <w:rsid w:val="006C5AB6"/>
    <w:rsid w:val="006C740B"/>
    <w:rsid w:val="006D2653"/>
    <w:rsid w:val="006D3EDD"/>
    <w:rsid w:val="006D434A"/>
    <w:rsid w:val="006D50F0"/>
    <w:rsid w:val="006D5B50"/>
    <w:rsid w:val="006D77F5"/>
    <w:rsid w:val="006E0F60"/>
    <w:rsid w:val="006E2998"/>
    <w:rsid w:val="006E482C"/>
    <w:rsid w:val="006E5819"/>
    <w:rsid w:val="006F4D6E"/>
    <w:rsid w:val="006F4F67"/>
    <w:rsid w:val="0070046E"/>
    <w:rsid w:val="00700E4F"/>
    <w:rsid w:val="0070431F"/>
    <w:rsid w:val="00705CEC"/>
    <w:rsid w:val="0071154B"/>
    <w:rsid w:val="007140EF"/>
    <w:rsid w:val="007150EB"/>
    <w:rsid w:val="007211B5"/>
    <w:rsid w:val="00721EAB"/>
    <w:rsid w:val="00723998"/>
    <w:rsid w:val="00725A37"/>
    <w:rsid w:val="00726A12"/>
    <w:rsid w:val="00727601"/>
    <w:rsid w:val="00730A50"/>
    <w:rsid w:val="007323BB"/>
    <w:rsid w:val="0073348F"/>
    <w:rsid w:val="007344A8"/>
    <w:rsid w:val="007401C2"/>
    <w:rsid w:val="007429DA"/>
    <w:rsid w:val="00744068"/>
    <w:rsid w:val="007453E3"/>
    <w:rsid w:val="007501E0"/>
    <w:rsid w:val="0075286E"/>
    <w:rsid w:val="007570D7"/>
    <w:rsid w:val="00762F2B"/>
    <w:rsid w:val="00765165"/>
    <w:rsid w:val="007652CB"/>
    <w:rsid w:val="007662E1"/>
    <w:rsid w:val="0077115F"/>
    <w:rsid w:val="00772486"/>
    <w:rsid w:val="00774EE1"/>
    <w:rsid w:val="00775AFA"/>
    <w:rsid w:val="007779B8"/>
    <w:rsid w:val="007804D3"/>
    <w:rsid w:val="0078365A"/>
    <w:rsid w:val="00784BEC"/>
    <w:rsid w:val="007851CD"/>
    <w:rsid w:val="00791D6F"/>
    <w:rsid w:val="00791F13"/>
    <w:rsid w:val="007A3FE0"/>
    <w:rsid w:val="007A42FF"/>
    <w:rsid w:val="007A6387"/>
    <w:rsid w:val="007A7F06"/>
    <w:rsid w:val="007B11D4"/>
    <w:rsid w:val="007B43E5"/>
    <w:rsid w:val="007B49C1"/>
    <w:rsid w:val="007C0407"/>
    <w:rsid w:val="007C1D1D"/>
    <w:rsid w:val="007C39D2"/>
    <w:rsid w:val="007C5897"/>
    <w:rsid w:val="007C5B1A"/>
    <w:rsid w:val="007C72D3"/>
    <w:rsid w:val="007D0C4A"/>
    <w:rsid w:val="007D3296"/>
    <w:rsid w:val="007D4D61"/>
    <w:rsid w:val="007D5568"/>
    <w:rsid w:val="007D55D8"/>
    <w:rsid w:val="007D6302"/>
    <w:rsid w:val="007D693A"/>
    <w:rsid w:val="007D7B40"/>
    <w:rsid w:val="007E02AA"/>
    <w:rsid w:val="007E0A5B"/>
    <w:rsid w:val="007E1192"/>
    <w:rsid w:val="007E1DEA"/>
    <w:rsid w:val="007E30CD"/>
    <w:rsid w:val="007E372B"/>
    <w:rsid w:val="007F0F7E"/>
    <w:rsid w:val="007F20AF"/>
    <w:rsid w:val="007F2397"/>
    <w:rsid w:val="007F2560"/>
    <w:rsid w:val="007F34A9"/>
    <w:rsid w:val="007F350D"/>
    <w:rsid w:val="007F6223"/>
    <w:rsid w:val="007F6866"/>
    <w:rsid w:val="007F6B31"/>
    <w:rsid w:val="007F72C3"/>
    <w:rsid w:val="007F75DA"/>
    <w:rsid w:val="008042E2"/>
    <w:rsid w:val="00810633"/>
    <w:rsid w:val="00811292"/>
    <w:rsid w:val="00811B58"/>
    <w:rsid w:val="00811DF1"/>
    <w:rsid w:val="00821C92"/>
    <w:rsid w:val="00824015"/>
    <w:rsid w:val="008255FE"/>
    <w:rsid w:val="00832187"/>
    <w:rsid w:val="00832E5A"/>
    <w:rsid w:val="00834507"/>
    <w:rsid w:val="0083649D"/>
    <w:rsid w:val="00850811"/>
    <w:rsid w:val="00853D51"/>
    <w:rsid w:val="008542BA"/>
    <w:rsid w:val="00855CEC"/>
    <w:rsid w:val="00857DE4"/>
    <w:rsid w:val="00860311"/>
    <w:rsid w:val="00862A3D"/>
    <w:rsid w:val="00864395"/>
    <w:rsid w:val="0086492B"/>
    <w:rsid w:val="00864BCD"/>
    <w:rsid w:val="00867FD7"/>
    <w:rsid w:val="00870099"/>
    <w:rsid w:val="00870483"/>
    <w:rsid w:val="0087389B"/>
    <w:rsid w:val="00876DDD"/>
    <w:rsid w:val="0088150C"/>
    <w:rsid w:val="00881DDF"/>
    <w:rsid w:val="008835A2"/>
    <w:rsid w:val="00883B74"/>
    <w:rsid w:val="0088580A"/>
    <w:rsid w:val="0089099C"/>
    <w:rsid w:val="00890E21"/>
    <w:rsid w:val="0089172B"/>
    <w:rsid w:val="0089172F"/>
    <w:rsid w:val="00892CFE"/>
    <w:rsid w:val="00895E4B"/>
    <w:rsid w:val="00897E83"/>
    <w:rsid w:val="008A796E"/>
    <w:rsid w:val="008B035B"/>
    <w:rsid w:val="008B37C0"/>
    <w:rsid w:val="008B572A"/>
    <w:rsid w:val="008B65D8"/>
    <w:rsid w:val="008B7C34"/>
    <w:rsid w:val="008C09A6"/>
    <w:rsid w:val="008C2D52"/>
    <w:rsid w:val="008C544B"/>
    <w:rsid w:val="008C587C"/>
    <w:rsid w:val="008C5947"/>
    <w:rsid w:val="008C5E59"/>
    <w:rsid w:val="008D03F8"/>
    <w:rsid w:val="008D2033"/>
    <w:rsid w:val="008D346E"/>
    <w:rsid w:val="008D5571"/>
    <w:rsid w:val="008D6057"/>
    <w:rsid w:val="008E1334"/>
    <w:rsid w:val="008E3F2D"/>
    <w:rsid w:val="008E3FC7"/>
    <w:rsid w:val="008E469B"/>
    <w:rsid w:val="008E4EC9"/>
    <w:rsid w:val="008E5173"/>
    <w:rsid w:val="008E5A0F"/>
    <w:rsid w:val="008E78D0"/>
    <w:rsid w:val="008F0ECB"/>
    <w:rsid w:val="008F287B"/>
    <w:rsid w:val="008F6819"/>
    <w:rsid w:val="008F6E57"/>
    <w:rsid w:val="0090186C"/>
    <w:rsid w:val="009030AC"/>
    <w:rsid w:val="00904028"/>
    <w:rsid w:val="00904EA0"/>
    <w:rsid w:val="009059C2"/>
    <w:rsid w:val="009119F2"/>
    <w:rsid w:val="00911B3A"/>
    <w:rsid w:val="00911C97"/>
    <w:rsid w:val="00912130"/>
    <w:rsid w:val="009137ED"/>
    <w:rsid w:val="00916633"/>
    <w:rsid w:val="009230C5"/>
    <w:rsid w:val="009248A6"/>
    <w:rsid w:val="00925C64"/>
    <w:rsid w:val="00932ACB"/>
    <w:rsid w:val="00932C2E"/>
    <w:rsid w:val="009335DD"/>
    <w:rsid w:val="00934713"/>
    <w:rsid w:val="00934CB4"/>
    <w:rsid w:val="009351DE"/>
    <w:rsid w:val="00935541"/>
    <w:rsid w:val="00943B22"/>
    <w:rsid w:val="00945867"/>
    <w:rsid w:val="00945F59"/>
    <w:rsid w:val="0094610C"/>
    <w:rsid w:val="00946EF1"/>
    <w:rsid w:val="0095321E"/>
    <w:rsid w:val="0095391C"/>
    <w:rsid w:val="00964B7A"/>
    <w:rsid w:val="00966FC4"/>
    <w:rsid w:val="00970CA6"/>
    <w:rsid w:val="00973E84"/>
    <w:rsid w:val="00981C91"/>
    <w:rsid w:val="0098594F"/>
    <w:rsid w:val="00985EBD"/>
    <w:rsid w:val="00990823"/>
    <w:rsid w:val="009A1D2F"/>
    <w:rsid w:val="009A2FB0"/>
    <w:rsid w:val="009A3577"/>
    <w:rsid w:val="009A5795"/>
    <w:rsid w:val="009B155B"/>
    <w:rsid w:val="009B1C2D"/>
    <w:rsid w:val="009B21CF"/>
    <w:rsid w:val="009B2D01"/>
    <w:rsid w:val="009B523F"/>
    <w:rsid w:val="009C1A55"/>
    <w:rsid w:val="009C1B05"/>
    <w:rsid w:val="009C2132"/>
    <w:rsid w:val="009C2347"/>
    <w:rsid w:val="009C2DEA"/>
    <w:rsid w:val="009C5042"/>
    <w:rsid w:val="009C5327"/>
    <w:rsid w:val="009C5439"/>
    <w:rsid w:val="009D1F3C"/>
    <w:rsid w:val="009D4599"/>
    <w:rsid w:val="009D5192"/>
    <w:rsid w:val="009E412F"/>
    <w:rsid w:val="009E4300"/>
    <w:rsid w:val="009E5367"/>
    <w:rsid w:val="009E7010"/>
    <w:rsid w:val="009F1403"/>
    <w:rsid w:val="009F18D2"/>
    <w:rsid w:val="009F2EB0"/>
    <w:rsid w:val="009F3043"/>
    <w:rsid w:val="009F3166"/>
    <w:rsid w:val="009F7C0F"/>
    <w:rsid w:val="009F7C13"/>
    <w:rsid w:val="00A1007F"/>
    <w:rsid w:val="00A1179A"/>
    <w:rsid w:val="00A1275C"/>
    <w:rsid w:val="00A1665D"/>
    <w:rsid w:val="00A22ADD"/>
    <w:rsid w:val="00A22E4B"/>
    <w:rsid w:val="00A23AED"/>
    <w:rsid w:val="00A26608"/>
    <w:rsid w:val="00A34371"/>
    <w:rsid w:val="00A352A8"/>
    <w:rsid w:val="00A36735"/>
    <w:rsid w:val="00A407AB"/>
    <w:rsid w:val="00A450AA"/>
    <w:rsid w:val="00A51F8B"/>
    <w:rsid w:val="00A52C74"/>
    <w:rsid w:val="00A55108"/>
    <w:rsid w:val="00A56D6E"/>
    <w:rsid w:val="00A60806"/>
    <w:rsid w:val="00A71F95"/>
    <w:rsid w:val="00A72648"/>
    <w:rsid w:val="00A748F4"/>
    <w:rsid w:val="00A8021B"/>
    <w:rsid w:val="00A81984"/>
    <w:rsid w:val="00A84F73"/>
    <w:rsid w:val="00A90C73"/>
    <w:rsid w:val="00A915C9"/>
    <w:rsid w:val="00A942E0"/>
    <w:rsid w:val="00AA130D"/>
    <w:rsid w:val="00AA1942"/>
    <w:rsid w:val="00AA1EA4"/>
    <w:rsid w:val="00AA5294"/>
    <w:rsid w:val="00AA7C8D"/>
    <w:rsid w:val="00AA7E83"/>
    <w:rsid w:val="00AB0066"/>
    <w:rsid w:val="00AB0207"/>
    <w:rsid w:val="00AB13FE"/>
    <w:rsid w:val="00AB283C"/>
    <w:rsid w:val="00AB35F2"/>
    <w:rsid w:val="00AB430F"/>
    <w:rsid w:val="00AB6A96"/>
    <w:rsid w:val="00AB70DF"/>
    <w:rsid w:val="00AB7827"/>
    <w:rsid w:val="00AC41F3"/>
    <w:rsid w:val="00AC519D"/>
    <w:rsid w:val="00AC5BA6"/>
    <w:rsid w:val="00AC6D97"/>
    <w:rsid w:val="00AD0C1E"/>
    <w:rsid w:val="00AD2BDA"/>
    <w:rsid w:val="00AD432D"/>
    <w:rsid w:val="00AD4D2E"/>
    <w:rsid w:val="00AD7BC6"/>
    <w:rsid w:val="00AE123E"/>
    <w:rsid w:val="00AE78BD"/>
    <w:rsid w:val="00AF08AC"/>
    <w:rsid w:val="00AF08FF"/>
    <w:rsid w:val="00AF26D0"/>
    <w:rsid w:val="00AF3152"/>
    <w:rsid w:val="00AF3A6C"/>
    <w:rsid w:val="00AF75E7"/>
    <w:rsid w:val="00B05E59"/>
    <w:rsid w:val="00B10C96"/>
    <w:rsid w:val="00B12C51"/>
    <w:rsid w:val="00B139A6"/>
    <w:rsid w:val="00B13F0C"/>
    <w:rsid w:val="00B20AC3"/>
    <w:rsid w:val="00B217E7"/>
    <w:rsid w:val="00B23A48"/>
    <w:rsid w:val="00B241D7"/>
    <w:rsid w:val="00B269A8"/>
    <w:rsid w:val="00B34FA7"/>
    <w:rsid w:val="00B35189"/>
    <w:rsid w:val="00B36049"/>
    <w:rsid w:val="00B45E3E"/>
    <w:rsid w:val="00B46855"/>
    <w:rsid w:val="00B46B4A"/>
    <w:rsid w:val="00B47987"/>
    <w:rsid w:val="00B47AD7"/>
    <w:rsid w:val="00B52627"/>
    <w:rsid w:val="00B55732"/>
    <w:rsid w:val="00B61D80"/>
    <w:rsid w:val="00B638A5"/>
    <w:rsid w:val="00B6438D"/>
    <w:rsid w:val="00B66841"/>
    <w:rsid w:val="00B66B46"/>
    <w:rsid w:val="00B66FFD"/>
    <w:rsid w:val="00B67737"/>
    <w:rsid w:val="00B67F0F"/>
    <w:rsid w:val="00B71EB7"/>
    <w:rsid w:val="00B76228"/>
    <w:rsid w:val="00B76F11"/>
    <w:rsid w:val="00B77416"/>
    <w:rsid w:val="00B80633"/>
    <w:rsid w:val="00B83AF1"/>
    <w:rsid w:val="00B84585"/>
    <w:rsid w:val="00B862AF"/>
    <w:rsid w:val="00B9028D"/>
    <w:rsid w:val="00B92749"/>
    <w:rsid w:val="00B9578B"/>
    <w:rsid w:val="00BA1D3E"/>
    <w:rsid w:val="00BA4CF4"/>
    <w:rsid w:val="00BA4FC1"/>
    <w:rsid w:val="00BA62B0"/>
    <w:rsid w:val="00BB2488"/>
    <w:rsid w:val="00BB7CFD"/>
    <w:rsid w:val="00BC1524"/>
    <w:rsid w:val="00BC1BD6"/>
    <w:rsid w:val="00BC523F"/>
    <w:rsid w:val="00BC5583"/>
    <w:rsid w:val="00BC7344"/>
    <w:rsid w:val="00BD02AB"/>
    <w:rsid w:val="00BD03FF"/>
    <w:rsid w:val="00BD1B12"/>
    <w:rsid w:val="00BD3019"/>
    <w:rsid w:val="00BE05D9"/>
    <w:rsid w:val="00BE1E93"/>
    <w:rsid w:val="00BE45F7"/>
    <w:rsid w:val="00BE5616"/>
    <w:rsid w:val="00BE700F"/>
    <w:rsid w:val="00BF115D"/>
    <w:rsid w:val="00BF4139"/>
    <w:rsid w:val="00BF47EC"/>
    <w:rsid w:val="00BF4BD3"/>
    <w:rsid w:val="00BF73C9"/>
    <w:rsid w:val="00C025E5"/>
    <w:rsid w:val="00C029FC"/>
    <w:rsid w:val="00C03C6F"/>
    <w:rsid w:val="00C044BD"/>
    <w:rsid w:val="00C0456B"/>
    <w:rsid w:val="00C06B00"/>
    <w:rsid w:val="00C106D6"/>
    <w:rsid w:val="00C10BEF"/>
    <w:rsid w:val="00C13B25"/>
    <w:rsid w:val="00C16488"/>
    <w:rsid w:val="00C169B1"/>
    <w:rsid w:val="00C23C63"/>
    <w:rsid w:val="00C24017"/>
    <w:rsid w:val="00C26703"/>
    <w:rsid w:val="00C3144C"/>
    <w:rsid w:val="00C32737"/>
    <w:rsid w:val="00C32842"/>
    <w:rsid w:val="00C3412B"/>
    <w:rsid w:val="00C34B95"/>
    <w:rsid w:val="00C34F8E"/>
    <w:rsid w:val="00C35FFD"/>
    <w:rsid w:val="00C37433"/>
    <w:rsid w:val="00C41C91"/>
    <w:rsid w:val="00C42197"/>
    <w:rsid w:val="00C423E8"/>
    <w:rsid w:val="00C4560C"/>
    <w:rsid w:val="00C53560"/>
    <w:rsid w:val="00C53DE0"/>
    <w:rsid w:val="00C54FD7"/>
    <w:rsid w:val="00C55123"/>
    <w:rsid w:val="00C56ADB"/>
    <w:rsid w:val="00C611F9"/>
    <w:rsid w:val="00C613E3"/>
    <w:rsid w:val="00C61677"/>
    <w:rsid w:val="00C61D73"/>
    <w:rsid w:val="00C61EA8"/>
    <w:rsid w:val="00C6486E"/>
    <w:rsid w:val="00C67432"/>
    <w:rsid w:val="00C73FBC"/>
    <w:rsid w:val="00C74C8D"/>
    <w:rsid w:val="00C8017A"/>
    <w:rsid w:val="00C802CA"/>
    <w:rsid w:val="00C81FAC"/>
    <w:rsid w:val="00C82852"/>
    <w:rsid w:val="00C83DD8"/>
    <w:rsid w:val="00C846BE"/>
    <w:rsid w:val="00C850F0"/>
    <w:rsid w:val="00C86DB9"/>
    <w:rsid w:val="00C9043B"/>
    <w:rsid w:val="00C91876"/>
    <w:rsid w:val="00CA0586"/>
    <w:rsid w:val="00CA3FBC"/>
    <w:rsid w:val="00CB1D0B"/>
    <w:rsid w:val="00CB3B69"/>
    <w:rsid w:val="00CB3D2A"/>
    <w:rsid w:val="00CB3EC8"/>
    <w:rsid w:val="00CC1387"/>
    <w:rsid w:val="00CC1966"/>
    <w:rsid w:val="00CC1FC4"/>
    <w:rsid w:val="00CC5575"/>
    <w:rsid w:val="00CC61C5"/>
    <w:rsid w:val="00CC6E19"/>
    <w:rsid w:val="00CD07A9"/>
    <w:rsid w:val="00CD173D"/>
    <w:rsid w:val="00CD17A3"/>
    <w:rsid w:val="00CF1FEF"/>
    <w:rsid w:val="00CF267A"/>
    <w:rsid w:val="00CF6323"/>
    <w:rsid w:val="00D0697C"/>
    <w:rsid w:val="00D07990"/>
    <w:rsid w:val="00D126CA"/>
    <w:rsid w:val="00D13315"/>
    <w:rsid w:val="00D15D1B"/>
    <w:rsid w:val="00D175D0"/>
    <w:rsid w:val="00D1797A"/>
    <w:rsid w:val="00D20794"/>
    <w:rsid w:val="00D21E21"/>
    <w:rsid w:val="00D3152E"/>
    <w:rsid w:val="00D32114"/>
    <w:rsid w:val="00D32131"/>
    <w:rsid w:val="00D32BBB"/>
    <w:rsid w:val="00D34334"/>
    <w:rsid w:val="00D349B2"/>
    <w:rsid w:val="00D37E5C"/>
    <w:rsid w:val="00D40190"/>
    <w:rsid w:val="00D432EE"/>
    <w:rsid w:val="00D45E68"/>
    <w:rsid w:val="00D4693A"/>
    <w:rsid w:val="00D4727A"/>
    <w:rsid w:val="00D502FC"/>
    <w:rsid w:val="00D52299"/>
    <w:rsid w:val="00D64470"/>
    <w:rsid w:val="00D76544"/>
    <w:rsid w:val="00D809D8"/>
    <w:rsid w:val="00D9054D"/>
    <w:rsid w:val="00D9731A"/>
    <w:rsid w:val="00DA1892"/>
    <w:rsid w:val="00DA3081"/>
    <w:rsid w:val="00DA6E74"/>
    <w:rsid w:val="00DB081C"/>
    <w:rsid w:val="00DB2736"/>
    <w:rsid w:val="00DB2B3A"/>
    <w:rsid w:val="00DB5381"/>
    <w:rsid w:val="00DC5589"/>
    <w:rsid w:val="00DC5755"/>
    <w:rsid w:val="00DC5D5C"/>
    <w:rsid w:val="00DD0B5B"/>
    <w:rsid w:val="00DD18A4"/>
    <w:rsid w:val="00DD2193"/>
    <w:rsid w:val="00DD27AA"/>
    <w:rsid w:val="00DD585D"/>
    <w:rsid w:val="00DD7A00"/>
    <w:rsid w:val="00DE11CE"/>
    <w:rsid w:val="00DE299B"/>
    <w:rsid w:val="00DE2EE1"/>
    <w:rsid w:val="00DE3C19"/>
    <w:rsid w:val="00DE7089"/>
    <w:rsid w:val="00DE7DE3"/>
    <w:rsid w:val="00DF127D"/>
    <w:rsid w:val="00DF16E9"/>
    <w:rsid w:val="00DF2EB4"/>
    <w:rsid w:val="00DF39EC"/>
    <w:rsid w:val="00DF52AB"/>
    <w:rsid w:val="00E002EE"/>
    <w:rsid w:val="00E01454"/>
    <w:rsid w:val="00E01C85"/>
    <w:rsid w:val="00E022BB"/>
    <w:rsid w:val="00E067EB"/>
    <w:rsid w:val="00E0727A"/>
    <w:rsid w:val="00E07FDA"/>
    <w:rsid w:val="00E10646"/>
    <w:rsid w:val="00E10D28"/>
    <w:rsid w:val="00E12442"/>
    <w:rsid w:val="00E1369F"/>
    <w:rsid w:val="00E13D27"/>
    <w:rsid w:val="00E140D1"/>
    <w:rsid w:val="00E170DF"/>
    <w:rsid w:val="00E21285"/>
    <w:rsid w:val="00E27C57"/>
    <w:rsid w:val="00E32B9B"/>
    <w:rsid w:val="00E33143"/>
    <w:rsid w:val="00E350C1"/>
    <w:rsid w:val="00E35AE8"/>
    <w:rsid w:val="00E43DAF"/>
    <w:rsid w:val="00E468AF"/>
    <w:rsid w:val="00E50C82"/>
    <w:rsid w:val="00E520D5"/>
    <w:rsid w:val="00E540CE"/>
    <w:rsid w:val="00E56967"/>
    <w:rsid w:val="00E605D6"/>
    <w:rsid w:val="00E63B7F"/>
    <w:rsid w:val="00E666E0"/>
    <w:rsid w:val="00E7297A"/>
    <w:rsid w:val="00E75F47"/>
    <w:rsid w:val="00E82DA2"/>
    <w:rsid w:val="00E83FDD"/>
    <w:rsid w:val="00E84507"/>
    <w:rsid w:val="00E86FE6"/>
    <w:rsid w:val="00E90212"/>
    <w:rsid w:val="00E9381B"/>
    <w:rsid w:val="00E93C22"/>
    <w:rsid w:val="00E94BF9"/>
    <w:rsid w:val="00E955D8"/>
    <w:rsid w:val="00E977CB"/>
    <w:rsid w:val="00EA10AA"/>
    <w:rsid w:val="00EA1CDB"/>
    <w:rsid w:val="00EA20B3"/>
    <w:rsid w:val="00EA264C"/>
    <w:rsid w:val="00EA4E12"/>
    <w:rsid w:val="00EA73CE"/>
    <w:rsid w:val="00EB1CA1"/>
    <w:rsid w:val="00EB2138"/>
    <w:rsid w:val="00EB2168"/>
    <w:rsid w:val="00EB27BA"/>
    <w:rsid w:val="00EB3BD3"/>
    <w:rsid w:val="00EC17DE"/>
    <w:rsid w:val="00EC1C24"/>
    <w:rsid w:val="00EC4890"/>
    <w:rsid w:val="00EC4FC1"/>
    <w:rsid w:val="00EC76B6"/>
    <w:rsid w:val="00ED0D82"/>
    <w:rsid w:val="00ED292D"/>
    <w:rsid w:val="00ED3129"/>
    <w:rsid w:val="00ED67C0"/>
    <w:rsid w:val="00ED7FDA"/>
    <w:rsid w:val="00EE012E"/>
    <w:rsid w:val="00EE2722"/>
    <w:rsid w:val="00EE5A91"/>
    <w:rsid w:val="00EF11B9"/>
    <w:rsid w:val="00EF25E7"/>
    <w:rsid w:val="00EF3241"/>
    <w:rsid w:val="00EF47E7"/>
    <w:rsid w:val="00EF6A75"/>
    <w:rsid w:val="00EF6AA5"/>
    <w:rsid w:val="00F02D33"/>
    <w:rsid w:val="00F03677"/>
    <w:rsid w:val="00F0448E"/>
    <w:rsid w:val="00F07BDB"/>
    <w:rsid w:val="00F10598"/>
    <w:rsid w:val="00F140E8"/>
    <w:rsid w:val="00F17A41"/>
    <w:rsid w:val="00F20F23"/>
    <w:rsid w:val="00F2117C"/>
    <w:rsid w:val="00F22981"/>
    <w:rsid w:val="00F24B63"/>
    <w:rsid w:val="00F250A5"/>
    <w:rsid w:val="00F303E1"/>
    <w:rsid w:val="00F324A2"/>
    <w:rsid w:val="00F33014"/>
    <w:rsid w:val="00F33893"/>
    <w:rsid w:val="00F37A67"/>
    <w:rsid w:val="00F40B29"/>
    <w:rsid w:val="00F41B7C"/>
    <w:rsid w:val="00F421E7"/>
    <w:rsid w:val="00F43402"/>
    <w:rsid w:val="00F45C21"/>
    <w:rsid w:val="00F47523"/>
    <w:rsid w:val="00F50ED8"/>
    <w:rsid w:val="00F53D9F"/>
    <w:rsid w:val="00F55376"/>
    <w:rsid w:val="00F55417"/>
    <w:rsid w:val="00F555EB"/>
    <w:rsid w:val="00F572E2"/>
    <w:rsid w:val="00F60408"/>
    <w:rsid w:val="00F60709"/>
    <w:rsid w:val="00F609F7"/>
    <w:rsid w:val="00F61EEA"/>
    <w:rsid w:val="00F622A9"/>
    <w:rsid w:val="00F63587"/>
    <w:rsid w:val="00F639B6"/>
    <w:rsid w:val="00F64C54"/>
    <w:rsid w:val="00F64EC1"/>
    <w:rsid w:val="00F65815"/>
    <w:rsid w:val="00F6591E"/>
    <w:rsid w:val="00F70911"/>
    <w:rsid w:val="00F70B65"/>
    <w:rsid w:val="00F71C9C"/>
    <w:rsid w:val="00F85C28"/>
    <w:rsid w:val="00F87916"/>
    <w:rsid w:val="00F93278"/>
    <w:rsid w:val="00FA439D"/>
    <w:rsid w:val="00FA65D4"/>
    <w:rsid w:val="00FA6E69"/>
    <w:rsid w:val="00FB1F98"/>
    <w:rsid w:val="00FB2063"/>
    <w:rsid w:val="00FB24D2"/>
    <w:rsid w:val="00FB3B8A"/>
    <w:rsid w:val="00FB3E1D"/>
    <w:rsid w:val="00FB7D1A"/>
    <w:rsid w:val="00FC3A26"/>
    <w:rsid w:val="00FC6672"/>
    <w:rsid w:val="00FD1B26"/>
    <w:rsid w:val="00FD2423"/>
    <w:rsid w:val="00FD3128"/>
    <w:rsid w:val="00FD449E"/>
    <w:rsid w:val="00FD5EE0"/>
    <w:rsid w:val="00FD79A4"/>
    <w:rsid w:val="00FD7D22"/>
    <w:rsid w:val="00FE05B2"/>
    <w:rsid w:val="00FE1413"/>
    <w:rsid w:val="00FE14D6"/>
    <w:rsid w:val="00FE1CBD"/>
    <w:rsid w:val="00FE2E8E"/>
    <w:rsid w:val="00FE635E"/>
    <w:rsid w:val="00FE7210"/>
    <w:rsid w:val="00FF021B"/>
    <w:rsid w:val="00FF19EB"/>
    <w:rsid w:val="00FF1D43"/>
    <w:rsid w:val="00FF3D8A"/>
    <w:rsid w:val="00FF63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92B"/>
    <w:rPr>
      <w:rFonts w:ascii="Times New Roman" w:eastAsia="Times New Roman" w:hAnsi="Times New Roman"/>
      <w:sz w:val="24"/>
      <w:szCs w:val="24"/>
    </w:rPr>
  </w:style>
  <w:style w:type="paragraph" w:styleId="Heading1">
    <w:name w:val="heading 1"/>
    <w:basedOn w:val="Normal"/>
    <w:next w:val="Normal"/>
    <w:link w:val="Heading1Char"/>
    <w:uiPriority w:val="99"/>
    <w:qFormat/>
    <w:rsid w:val="0086492B"/>
    <w:pPr>
      <w:keepNext/>
      <w:jc w:val="both"/>
      <w:outlineLvl w:val="0"/>
    </w:pPr>
    <w:rPr>
      <w:rFonts w:eastAsia="Calibri"/>
      <w:sz w:val="20"/>
      <w:szCs w:val="20"/>
    </w:rPr>
  </w:style>
  <w:style w:type="paragraph" w:styleId="Heading2">
    <w:name w:val="heading 2"/>
    <w:basedOn w:val="Normal"/>
    <w:next w:val="Normal"/>
    <w:link w:val="Heading2Char"/>
    <w:uiPriority w:val="99"/>
    <w:qFormat/>
    <w:rsid w:val="00CC61C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492B"/>
    <w:rPr>
      <w:rFonts w:ascii="Times New Roman" w:hAnsi="Times New Roman" w:cs="Times New Roman"/>
      <w:sz w:val="20"/>
      <w:lang w:eastAsia="ru-RU"/>
    </w:rPr>
  </w:style>
  <w:style w:type="character" w:customStyle="1" w:styleId="Heading2Char">
    <w:name w:val="Heading 2 Char"/>
    <w:basedOn w:val="DefaultParagraphFont"/>
    <w:link w:val="Heading2"/>
    <w:uiPriority w:val="99"/>
    <w:semiHidden/>
    <w:locked/>
    <w:rsid w:val="00CC61C5"/>
    <w:rPr>
      <w:rFonts w:ascii="Cambria" w:hAnsi="Cambria" w:cs="Times New Roman"/>
      <w:b/>
      <w:color w:val="4F81BD"/>
      <w:sz w:val="26"/>
      <w:lang w:eastAsia="ru-RU"/>
    </w:rPr>
  </w:style>
  <w:style w:type="paragraph" w:customStyle="1" w:styleId="ConsPlusNormal">
    <w:name w:val="ConsPlusNormal"/>
    <w:link w:val="ConsPlusNormal0"/>
    <w:uiPriority w:val="99"/>
    <w:rsid w:val="0088580A"/>
    <w:pPr>
      <w:autoSpaceDE w:val="0"/>
      <w:autoSpaceDN w:val="0"/>
      <w:adjustRightInd w:val="0"/>
    </w:pPr>
    <w:rPr>
      <w:rFonts w:ascii="Arial" w:hAnsi="Arial" w:cs="Arial"/>
      <w:sz w:val="20"/>
      <w:szCs w:val="20"/>
      <w:lang w:eastAsia="en-US"/>
    </w:rPr>
  </w:style>
  <w:style w:type="paragraph" w:styleId="BalloonText">
    <w:name w:val="Balloon Text"/>
    <w:basedOn w:val="Normal"/>
    <w:link w:val="BalloonTextChar"/>
    <w:uiPriority w:val="99"/>
    <w:semiHidden/>
    <w:rsid w:val="00A72648"/>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A72648"/>
    <w:rPr>
      <w:rFonts w:ascii="Tahoma" w:hAnsi="Tahoma" w:cs="Times New Roman"/>
      <w:sz w:val="16"/>
      <w:lang w:eastAsia="ru-RU"/>
    </w:rPr>
  </w:style>
  <w:style w:type="paragraph" w:customStyle="1" w:styleId="ConsPlusTitle">
    <w:name w:val="ConsPlusTitle"/>
    <w:uiPriority w:val="99"/>
    <w:rsid w:val="005D06C3"/>
    <w:pPr>
      <w:widowControl w:val="0"/>
      <w:autoSpaceDE w:val="0"/>
      <w:autoSpaceDN w:val="0"/>
      <w:adjustRightInd w:val="0"/>
    </w:pPr>
    <w:rPr>
      <w:rFonts w:ascii="Arial" w:eastAsia="Times New Roman" w:hAnsi="Arial" w:cs="Arial"/>
      <w:b/>
      <w:bCs/>
      <w:sz w:val="20"/>
      <w:szCs w:val="20"/>
    </w:rPr>
  </w:style>
  <w:style w:type="paragraph" w:styleId="BodyText">
    <w:name w:val="Body Text"/>
    <w:basedOn w:val="Normal"/>
    <w:link w:val="BodyTextChar"/>
    <w:uiPriority w:val="99"/>
    <w:semiHidden/>
    <w:rsid w:val="00CC61C5"/>
    <w:pPr>
      <w:autoSpaceDE w:val="0"/>
      <w:autoSpaceDN w:val="0"/>
      <w:spacing w:after="120"/>
    </w:pPr>
    <w:rPr>
      <w:rFonts w:ascii="CG Times" w:eastAsia="Calibri" w:hAnsi="CG Times"/>
      <w:sz w:val="20"/>
      <w:szCs w:val="20"/>
    </w:rPr>
  </w:style>
  <w:style w:type="character" w:customStyle="1" w:styleId="BodyTextChar">
    <w:name w:val="Body Text Char"/>
    <w:basedOn w:val="DefaultParagraphFont"/>
    <w:link w:val="BodyText"/>
    <w:uiPriority w:val="99"/>
    <w:semiHidden/>
    <w:locked/>
    <w:rsid w:val="00CC61C5"/>
    <w:rPr>
      <w:rFonts w:ascii="CG Times" w:hAnsi="CG Times" w:cs="Times New Roman"/>
      <w:sz w:val="20"/>
      <w:lang w:eastAsia="ru-RU"/>
    </w:rPr>
  </w:style>
  <w:style w:type="paragraph" w:styleId="BodyText2">
    <w:name w:val="Body Text 2"/>
    <w:basedOn w:val="Normal"/>
    <w:link w:val="BodyText2Char"/>
    <w:uiPriority w:val="99"/>
    <w:semiHidden/>
    <w:rsid w:val="00CC61C5"/>
    <w:pPr>
      <w:spacing w:after="120" w:line="480" w:lineRule="auto"/>
    </w:pPr>
    <w:rPr>
      <w:rFonts w:eastAsia="Calibri"/>
      <w:sz w:val="20"/>
      <w:szCs w:val="20"/>
    </w:rPr>
  </w:style>
  <w:style w:type="character" w:customStyle="1" w:styleId="BodyText2Char">
    <w:name w:val="Body Text 2 Char"/>
    <w:basedOn w:val="DefaultParagraphFont"/>
    <w:link w:val="BodyText2"/>
    <w:uiPriority w:val="99"/>
    <w:semiHidden/>
    <w:locked/>
    <w:rsid w:val="00CC61C5"/>
    <w:rPr>
      <w:rFonts w:ascii="Times New Roman" w:hAnsi="Times New Roman" w:cs="Times New Roman"/>
      <w:sz w:val="20"/>
      <w:lang w:eastAsia="ru-RU"/>
    </w:rPr>
  </w:style>
  <w:style w:type="paragraph" w:styleId="ListParagraph">
    <w:name w:val="List Paragraph"/>
    <w:basedOn w:val="Normal"/>
    <w:uiPriority w:val="99"/>
    <w:qFormat/>
    <w:rsid w:val="007D3296"/>
    <w:pPr>
      <w:ind w:left="720"/>
      <w:contextualSpacing/>
    </w:pPr>
  </w:style>
  <w:style w:type="character" w:styleId="Hyperlink">
    <w:name w:val="Hyperlink"/>
    <w:basedOn w:val="DefaultParagraphFont"/>
    <w:uiPriority w:val="99"/>
    <w:semiHidden/>
    <w:rsid w:val="00862A3D"/>
    <w:rPr>
      <w:rFonts w:cs="Times New Roman"/>
      <w:color w:val="0000FF"/>
      <w:u w:val="single"/>
    </w:rPr>
  </w:style>
  <w:style w:type="paragraph" w:customStyle="1" w:styleId="ConsPlusNonformat">
    <w:name w:val="ConsPlusNonformat"/>
    <w:uiPriority w:val="99"/>
    <w:rsid w:val="003A2E5E"/>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basedOn w:val="DefaultParagraphFont"/>
    <w:link w:val="ConsPlusNormal"/>
    <w:uiPriority w:val="99"/>
    <w:locked/>
    <w:rsid w:val="003A2E5E"/>
    <w:rPr>
      <w:rFonts w:ascii="Arial" w:hAnsi="Arial" w:cs="Arial"/>
      <w:lang w:val="ru-RU" w:eastAsia="en-US" w:bidi="ar-SA"/>
    </w:rPr>
  </w:style>
  <w:style w:type="paragraph" w:styleId="NoSpacing">
    <w:name w:val="No Spacing"/>
    <w:uiPriority w:val="99"/>
    <w:qFormat/>
    <w:rsid w:val="003A2E5E"/>
  </w:style>
</w:styles>
</file>

<file path=word/webSettings.xml><?xml version="1.0" encoding="utf-8"?>
<w:webSettings xmlns:r="http://schemas.openxmlformats.org/officeDocument/2006/relationships" xmlns:w="http://schemas.openxmlformats.org/wordprocessingml/2006/main">
  <w:divs>
    <w:div w:id="62993043">
      <w:marLeft w:val="0"/>
      <w:marRight w:val="0"/>
      <w:marTop w:val="0"/>
      <w:marBottom w:val="0"/>
      <w:divBdr>
        <w:top w:val="none" w:sz="0" w:space="0" w:color="auto"/>
        <w:left w:val="none" w:sz="0" w:space="0" w:color="auto"/>
        <w:bottom w:val="none" w:sz="0" w:space="0" w:color="auto"/>
        <w:right w:val="none" w:sz="0" w:space="0" w:color="auto"/>
      </w:divBdr>
    </w:div>
    <w:div w:id="62993044">
      <w:marLeft w:val="0"/>
      <w:marRight w:val="0"/>
      <w:marTop w:val="0"/>
      <w:marBottom w:val="0"/>
      <w:divBdr>
        <w:top w:val="none" w:sz="0" w:space="0" w:color="auto"/>
        <w:left w:val="none" w:sz="0" w:space="0" w:color="auto"/>
        <w:bottom w:val="none" w:sz="0" w:space="0" w:color="auto"/>
        <w:right w:val="none" w:sz="0" w:space="0" w:color="auto"/>
      </w:divBdr>
    </w:div>
    <w:div w:id="62993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3ED063A857B515DC08E1EF56CBA56CB04FE4442799B5B9684F50525BAR4HB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9DFD74F87EA890FD666BAB9CF1A56DA5AA3AF3C1C61047A6E0D7BBFAAAB046Be6V8M" TargetMode="External"/><Relationship Id="rId5" Type="http://schemas.openxmlformats.org/officeDocument/2006/relationships/hyperlink" Target="consultantplus://offline/ref=16F3230EE816EB704A77CE11F4C3368F48948B7AF5703F15105FB1BA82C02E7DEEED694EE10D4608990308n54D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1210</TotalTime>
  <Pages>9</Pages>
  <Words>3409</Words>
  <Characters>19434</Characters>
  <Application>Microsoft Office Outlook</Application>
  <DocSecurity>0</DocSecurity>
  <Lines>0</Lines>
  <Paragraphs>0</Paragraphs>
  <ScaleCrop>false</ScaleCrop>
  <Company>Финансовое управление Администрации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Молянова </dc:creator>
  <cp:keywords/>
  <dc:description/>
  <cp:lastModifiedBy>Людмила Сусманова</cp:lastModifiedBy>
  <cp:revision>214</cp:revision>
  <cp:lastPrinted>2023-03-09T09:02:00Z</cp:lastPrinted>
  <dcterms:created xsi:type="dcterms:W3CDTF">2014-07-29T05:52:00Z</dcterms:created>
  <dcterms:modified xsi:type="dcterms:W3CDTF">2023-03-09T09:02:00Z</dcterms:modified>
</cp:coreProperties>
</file>